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2A1D3E" w14:textId="77777777" w:rsidR="00DA3423" w:rsidRPr="00D37E7E" w:rsidRDefault="00DA3423" w:rsidP="00CF3671">
      <w:pPr>
        <w:shd w:val="clear" w:color="auto" w:fill="FFFFFF"/>
        <w:jc w:val="center"/>
        <w:rPr>
          <w:rFonts w:ascii="Open Sans" w:hAnsi="Open Sans" w:cs="Open Sans"/>
          <w:b/>
          <w:color w:val="C00000"/>
          <w:sz w:val="20"/>
        </w:rPr>
      </w:pPr>
    </w:p>
    <w:p w14:paraId="0CB094A4" w14:textId="77777777" w:rsidR="006D5195" w:rsidRPr="006D5195" w:rsidRDefault="006D5195" w:rsidP="006D5195">
      <w:pPr>
        <w:shd w:val="clear" w:color="auto" w:fill="FFFFFF"/>
        <w:spacing w:line="280" w:lineRule="exact"/>
        <w:jc w:val="center"/>
        <w:rPr>
          <w:rFonts w:ascii="Open Sans" w:eastAsia="Calibri" w:hAnsi="Open Sans" w:cs="Open Sans"/>
          <w:b/>
          <w:color w:val="C00000"/>
          <w:sz w:val="20"/>
          <w:lang w:eastAsia="en-US"/>
        </w:rPr>
      </w:pPr>
      <w:r w:rsidRPr="006D5195">
        <w:rPr>
          <w:rFonts w:ascii="Open Sans" w:eastAsia="Calibri" w:hAnsi="Open Sans" w:cs="Open Sans"/>
          <w:b/>
          <w:color w:val="C00000"/>
          <w:sz w:val="20"/>
          <w:lang w:eastAsia="en-US"/>
        </w:rPr>
        <w:t>Informativa sul trattamento dei dati personali</w:t>
      </w:r>
    </w:p>
    <w:p w14:paraId="6D430522" w14:textId="77777777" w:rsidR="00350FB5" w:rsidRPr="00D37E7E" w:rsidRDefault="00350FB5" w:rsidP="006D5195">
      <w:pPr>
        <w:shd w:val="clear" w:color="auto" w:fill="FFFFFF"/>
        <w:spacing w:line="280" w:lineRule="exact"/>
        <w:jc w:val="center"/>
        <w:rPr>
          <w:rFonts w:ascii="Open Sans" w:eastAsia="Calibri" w:hAnsi="Open Sans" w:cs="Open Sans"/>
          <w:b/>
          <w:color w:val="C00000"/>
          <w:sz w:val="20"/>
          <w:lang w:eastAsia="en-US"/>
        </w:rPr>
      </w:pPr>
      <w:r w:rsidRPr="00D37E7E">
        <w:rPr>
          <w:rFonts w:ascii="Open Sans" w:eastAsia="Calibri" w:hAnsi="Open Sans" w:cs="Open Sans"/>
          <w:b/>
          <w:color w:val="C00000"/>
          <w:sz w:val="20"/>
          <w:lang w:eastAsia="en-US"/>
        </w:rPr>
        <w:t>Gare di appalto</w:t>
      </w:r>
    </w:p>
    <w:p w14:paraId="3F28D3FA" w14:textId="329BED54" w:rsidR="006D5195" w:rsidRPr="006D5195" w:rsidRDefault="00E3072A" w:rsidP="006D5195">
      <w:pPr>
        <w:shd w:val="clear" w:color="auto" w:fill="FFFFFF"/>
        <w:spacing w:line="280" w:lineRule="exact"/>
        <w:jc w:val="center"/>
        <w:rPr>
          <w:rFonts w:ascii="Open Sans" w:eastAsia="Calibri" w:hAnsi="Open Sans" w:cs="Open Sans"/>
          <w:b/>
          <w:color w:val="C00000"/>
          <w:sz w:val="20"/>
          <w:lang w:eastAsia="en-US"/>
        </w:rPr>
      </w:pPr>
      <w:r>
        <w:rPr>
          <w:rFonts w:ascii="Open Sans" w:eastAsia="Calibri" w:hAnsi="Open Sans" w:cs="Open Sans"/>
          <w:color w:val="C00000"/>
          <w:sz w:val="20"/>
          <w:lang w:eastAsia="en-US"/>
        </w:rPr>
        <w:t xml:space="preserve">resa ai sensi degli </w:t>
      </w:r>
      <w:r w:rsidR="006D5195" w:rsidRPr="006D5195">
        <w:rPr>
          <w:rFonts w:ascii="Open Sans" w:eastAsia="Calibri" w:hAnsi="Open Sans" w:cs="Open Sans"/>
          <w:color w:val="C00000"/>
          <w:sz w:val="20"/>
          <w:lang w:eastAsia="en-US"/>
        </w:rPr>
        <w:t>ar</w:t>
      </w:r>
      <w:r>
        <w:rPr>
          <w:rFonts w:ascii="Open Sans" w:eastAsia="Calibri" w:hAnsi="Open Sans" w:cs="Open Sans"/>
          <w:color w:val="C00000"/>
          <w:sz w:val="20"/>
          <w:lang w:eastAsia="en-US"/>
        </w:rPr>
        <w:t>t</w:t>
      </w:r>
      <w:r w:rsidR="006D5195" w:rsidRPr="006D5195">
        <w:rPr>
          <w:rFonts w:ascii="Open Sans" w:eastAsia="Calibri" w:hAnsi="Open Sans" w:cs="Open Sans"/>
          <w:color w:val="C00000"/>
          <w:sz w:val="20"/>
          <w:lang w:eastAsia="en-US"/>
        </w:rPr>
        <w:t>t. 13</w:t>
      </w:r>
      <w:r>
        <w:rPr>
          <w:rFonts w:ascii="Open Sans" w:eastAsia="Calibri" w:hAnsi="Open Sans" w:cs="Open Sans"/>
          <w:color w:val="C00000"/>
          <w:sz w:val="20"/>
          <w:lang w:eastAsia="en-US"/>
        </w:rPr>
        <w:t xml:space="preserve"> e 14 </w:t>
      </w:r>
      <w:r w:rsidR="006D5195" w:rsidRPr="006D5195">
        <w:rPr>
          <w:rFonts w:ascii="Open Sans" w:eastAsia="Calibri" w:hAnsi="Open Sans" w:cs="Open Sans"/>
          <w:color w:val="C00000"/>
          <w:sz w:val="20"/>
          <w:lang w:eastAsia="en-US"/>
        </w:rPr>
        <w:t>del Regolamento UE 2016/679 (GDPR)</w:t>
      </w:r>
    </w:p>
    <w:p w14:paraId="1C58E395" w14:textId="77777777" w:rsidR="006D5195" w:rsidRPr="006D5195" w:rsidRDefault="006D5195" w:rsidP="006D5195">
      <w:pPr>
        <w:spacing w:line="280" w:lineRule="exact"/>
        <w:jc w:val="both"/>
        <w:rPr>
          <w:rFonts w:ascii="Open Sans" w:eastAsia="Calibri" w:hAnsi="Open Sans" w:cs="Open Sans"/>
          <w:b/>
          <w:bCs/>
          <w:sz w:val="20"/>
        </w:rPr>
      </w:pPr>
    </w:p>
    <w:p w14:paraId="191F82BA" w14:textId="39C83245" w:rsidR="006D5195" w:rsidRPr="006D5195" w:rsidRDefault="006D5195" w:rsidP="006D5195">
      <w:pPr>
        <w:spacing w:after="120"/>
        <w:jc w:val="both"/>
        <w:rPr>
          <w:rFonts w:ascii="Open Sans" w:eastAsia="Calibri" w:hAnsi="Open Sans" w:cs="Open Sans"/>
          <w:b/>
          <w:bCs/>
          <w:sz w:val="20"/>
        </w:rPr>
      </w:pPr>
      <w:r w:rsidRPr="006D5195">
        <w:rPr>
          <w:rFonts w:ascii="Open Sans" w:eastAsia="Calibri" w:hAnsi="Open Sans" w:cs="Open Sans"/>
          <w:sz w:val="20"/>
        </w:rPr>
        <w:t>Anas S.p.A., prima di acquisire i suoi dati personali nell’ambito della gestione del</w:t>
      </w:r>
      <w:r w:rsidR="00350FB5" w:rsidRPr="00D37E7E">
        <w:rPr>
          <w:rFonts w:ascii="Open Sans" w:eastAsia="Calibri" w:hAnsi="Open Sans" w:cs="Open Sans"/>
          <w:sz w:val="20"/>
        </w:rPr>
        <w:t>le gare di appalto</w:t>
      </w:r>
      <w:r w:rsidRPr="006D5195">
        <w:rPr>
          <w:rFonts w:ascii="Open Sans" w:eastAsia="Calibri" w:hAnsi="Open Sans" w:cs="Open Sans"/>
          <w:sz w:val="20"/>
        </w:rPr>
        <w:t xml:space="preserve">, </w:t>
      </w:r>
      <w:r w:rsidR="00E3072A" w:rsidRPr="00E3072A">
        <w:rPr>
          <w:rFonts w:ascii="Open Sans" w:eastAsia="Calibri" w:hAnsi="Open Sans" w:cs="Open Sans"/>
          <w:sz w:val="20"/>
        </w:rPr>
        <w:t>della stipula del relativo contratto, della fase di esecuzione dello stesso e delle eventuali successive modifiche</w:t>
      </w:r>
      <w:r w:rsidR="00E3072A">
        <w:rPr>
          <w:rFonts w:ascii="Open Sans" w:eastAsia="Calibri" w:hAnsi="Open Sans" w:cs="Open Sans"/>
          <w:sz w:val="20"/>
        </w:rPr>
        <w:t>,</w:t>
      </w:r>
      <w:r w:rsidR="00E3072A" w:rsidRPr="00E3072A">
        <w:rPr>
          <w:rFonts w:ascii="Open Sans" w:eastAsia="Calibri" w:hAnsi="Open Sans" w:cs="Open Sans"/>
          <w:sz w:val="20"/>
        </w:rPr>
        <w:t xml:space="preserve"> </w:t>
      </w:r>
      <w:r w:rsidRPr="006D5195">
        <w:rPr>
          <w:rFonts w:ascii="Open Sans" w:eastAsia="Calibri" w:hAnsi="Open Sans" w:cs="Open Sans"/>
          <w:sz w:val="20"/>
        </w:rPr>
        <w:t>La invita a leggere attentamente la presente informativa</w:t>
      </w:r>
      <w:r w:rsidRPr="006D5195">
        <w:rPr>
          <w:rFonts w:ascii="Open Sans" w:eastAsia="Calibri" w:hAnsi="Open Sans" w:cs="Open Sans"/>
          <w:bCs/>
          <w:sz w:val="20"/>
        </w:rPr>
        <w:t xml:space="preserve">. </w:t>
      </w:r>
    </w:p>
    <w:tbl>
      <w:tblPr>
        <w:tblW w:w="5000" w:type="pct"/>
        <w:tblBorders>
          <w:top w:val="single" w:sz="4" w:space="0" w:color="auto"/>
          <w:bottom w:val="single" w:sz="4" w:space="0" w:color="auto"/>
        </w:tblBorders>
        <w:tblLook w:val="04A0" w:firstRow="1" w:lastRow="0" w:firstColumn="1" w:lastColumn="0" w:noHBand="0" w:noVBand="1"/>
      </w:tblPr>
      <w:tblGrid>
        <w:gridCol w:w="788"/>
        <w:gridCol w:w="8993"/>
      </w:tblGrid>
      <w:tr w:rsidR="006D5195" w:rsidRPr="006D5195" w14:paraId="64694D9C" w14:textId="77777777" w:rsidTr="00B8100E">
        <w:tc>
          <w:tcPr>
            <w:tcW w:w="403" w:type="pct"/>
            <w:tcBorders>
              <w:top w:val="single" w:sz="4" w:space="0" w:color="C00000"/>
              <w:bottom w:val="single" w:sz="4" w:space="0" w:color="C00000"/>
            </w:tcBorders>
            <w:shd w:val="clear" w:color="auto" w:fill="auto"/>
          </w:tcPr>
          <w:p w14:paraId="68E6EADE" w14:textId="77777777" w:rsidR="006D5195" w:rsidRPr="006D5195" w:rsidRDefault="006D5195" w:rsidP="006D5195">
            <w:pPr>
              <w:shd w:val="clear" w:color="auto" w:fill="FFFFFF"/>
              <w:spacing w:before="80" w:after="40" w:line="259" w:lineRule="auto"/>
              <w:ind w:left="-130"/>
              <w:contextualSpacing/>
              <w:jc w:val="right"/>
              <w:rPr>
                <w:rFonts w:ascii="Open Sans" w:hAnsi="Open Sans" w:cs="Open Sans"/>
                <w:b/>
                <w:noProof/>
                <w:sz w:val="20"/>
                <w:lang w:eastAsia="en-US"/>
              </w:rPr>
            </w:pPr>
            <w:r w:rsidRPr="00D37E7E">
              <w:rPr>
                <w:rFonts w:ascii="Open Sans" w:hAnsi="Open Sans" w:cs="Open Sans"/>
                <w:noProof/>
                <w:sz w:val="20"/>
              </w:rPr>
              <mc:AlternateContent>
                <mc:Choice Requires="wps">
                  <w:drawing>
                    <wp:anchor distT="0" distB="0" distL="114300" distR="114300" simplePos="0" relativeHeight="251659264" behindDoc="0" locked="0" layoutInCell="1" allowOverlap="1" wp14:anchorId="6329FD68" wp14:editId="5CEB7983">
                      <wp:simplePos x="0" y="0"/>
                      <wp:positionH relativeFrom="column">
                        <wp:posOffset>-6350</wp:posOffset>
                      </wp:positionH>
                      <wp:positionV relativeFrom="paragraph">
                        <wp:posOffset>46990</wp:posOffset>
                      </wp:positionV>
                      <wp:extent cx="287655" cy="287655"/>
                      <wp:effectExtent l="0" t="0" r="0" b="0"/>
                      <wp:wrapNone/>
                      <wp:docPr id="16" name="Figura a mano libera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87655" cy="287655"/>
                              </a:xfrm>
                              <a:custGeom>
                                <a:avLst/>
                                <a:gdLst>
                                  <a:gd name="T0" fmla="*/ 235 w 512"/>
                                  <a:gd name="T1" fmla="*/ 139 h 512"/>
                                  <a:gd name="T2" fmla="*/ 256 w 512"/>
                                  <a:gd name="T3" fmla="*/ 118 h 512"/>
                                  <a:gd name="T4" fmla="*/ 277 w 512"/>
                                  <a:gd name="T5" fmla="*/ 139 h 512"/>
                                  <a:gd name="T6" fmla="*/ 256 w 512"/>
                                  <a:gd name="T7" fmla="*/ 160 h 512"/>
                                  <a:gd name="T8" fmla="*/ 235 w 512"/>
                                  <a:gd name="T9" fmla="*/ 139 h 512"/>
                                  <a:gd name="T10" fmla="*/ 267 w 512"/>
                                  <a:gd name="T11" fmla="*/ 363 h 512"/>
                                  <a:gd name="T12" fmla="*/ 267 w 512"/>
                                  <a:gd name="T13" fmla="*/ 224 h 512"/>
                                  <a:gd name="T14" fmla="*/ 213 w 512"/>
                                  <a:gd name="T15" fmla="*/ 224 h 512"/>
                                  <a:gd name="T16" fmla="*/ 213 w 512"/>
                                  <a:gd name="T17" fmla="*/ 246 h 512"/>
                                  <a:gd name="T18" fmla="*/ 235 w 512"/>
                                  <a:gd name="T19" fmla="*/ 246 h 512"/>
                                  <a:gd name="T20" fmla="*/ 245 w 512"/>
                                  <a:gd name="T21" fmla="*/ 256 h 512"/>
                                  <a:gd name="T22" fmla="*/ 245 w 512"/>
                                  <a:gd name="T23" fmla="*/ 363 h 512"/>
                                  <a:gd name="T24" fmla="*/ 235 w 512"/>
                                  <a:gd name="T25" fmla="*/ 374 h 512"/>
                                  <a:gd name="T26" fmla="*/ 203 w 512"/>
                                  <a:gd name="T27" fmla="*/ 374 h 512"/>
                                  <a:gd name="T28" fmla="*/ 203 w 512"/>
                                  <a:gd name="T29" fmla="*/ 395 h 512"/>
                                  <a:gd name="T30" fmla="*/ 309 w 512"/>
                                  <a:gd name="T31" fmla="*/ 395 h 512"/>
                                  <a:gd name="T32" fmla="*/ 309 w 512"/>
                                  <a:gd name="T33" fmla="*/ 374 h 512"/>
                                  <a:gd name="T34" fmla="*/ 277 w 512"/>
                                  <a:gd name="T35" fmla="*/ 374 h 512"/>
                                  <a:gd name="T36" fmla="*/ 267 w 512"/>
                                  <a:gd name="T37" fmla="*/ 363 h 512"/>
                                  <a:gd name="T38" fmla="*/ 512 w 512"/>
                                  <a:gd name="T39" fmla="*/ 256 h 512"/>
                                  <a:gd name="T40" fmla="*/ 256 w 512"/>
                                  <a:gd name="T41" fmla="*/ 512 h 512"/>
                                  <a:gd name="T42" fmla="*/ 0 w 512"/>
                                  <a:gd name="T43" fmla="*/ 256 h 512"/>
                                  <a:gd name="T44" fmla="*/ 256 w 512"/>
                                  <a:gd name="T45" fmla="*/ 0 h 512"/>
                                  <a:gd name="T46" fmla="*/ 512 w 512"/>
                                  <a:gd name="T47" fmla="*/ 256 h 512"/>
                                  <a:gd name="T48" fmla="*/ 213 w 512"/>
                                  <a:gd name="T49" fmla="*/ 139 h 512"/>
                                  <a:gd name="T50" fmla="*/ 256 w 512"/>
                                  <a:gd name="T51" fmla="*/ 182 h 512"/>
                                  <a:gd name="T52" fmla="*/ 299 w 512"/>
                                  <a:gd name="T53" fmla="*/ 139 h 512"/>
                                  <a:gd name="T54" fmla="*/ 256 w 512"/>
                                  <a:gd name="T55" fmla="*/ 96 h 512"/>
                                  <a:gd name="T56" fmla="*/ 213 w 512"/>
                                  <a:gd name="T57" fmla="*/ 139 h 512"/>
                                  <a:gd name="T58" fmla="*/ 331 w 512"/>
                                  <a:gd name="T59" fmla="*/ 363 h 512"/>
                                  <a:gd name="T60" fmla="*/ 320 w 512"/>
                                  <a:gd name="T61" fmla="*/ 352 h 512"/>
                                  <a:gd name="T62" fmla="*/ 288 w 512"/>
                                  <a:gd name="T63" fmla="*/ 352 h 512"/>
                                  <a:gd name="T64" fmla="*/ 288 w 512"/>
                                  <a:gd name="T65" fmla="*/ 214 h 512"/>
                                  <a:gd name="T66" fmla="*/ 277 w 512"/>
                                  <a:gd name="T67" fmla="*/ 203 h 512"/>
                                  <a:gd name="T68" fmla="*/ 203 w 512"/>
                                  <a:gd name="T69" fmla="*/ 203 h 512"/>
                                  <a:gd name="T70" fmla="*/ 192 w 512"/>
                                  <a:gd name="T71" fmla="*/ 214 h 512"/>
                                  <a:gd name="T72" fmla="*/ 192 w 512"/>
                                  <a:gd name="T73" fmla="*/ 256 h 512"/>
                                  <a:gd name="T74" fmla="*/ 203 w 512"/>
                                  <a:gd name="T75" fmla="*/ 267 h 512"/>
                                  <a:gd name="T76" fmla="*/ 224 w 512"/>
                                  <a:gd name="T77" fmla="*/ 267 h 512"/>
                                  <a:gd name="T78" fmla="*/ 224 w 512"/>
                                  <a:gd name="T79" fmla="*/ 352 h 512"/>
                                  <a:gd name="T80" fmla="*/ 192 w 512"/>
                                  <a:gd name="T81" fmla="*/ 352 h 512"/>
                                  <a:gd name="T82" fmla="*/ 181 w 512"/>
                                  <a:gd name="T83" fmla="*/ 363 h 512"/>
                                  <a:gd name="T84" fmla="*/ 181 w 512"/>
                                  <a:gd name="T85" fmla="*/ 406 h 512"/>
                                  <a:gd name="T86" fmla="*/ 192 w 512"/>
                                  <a:gd name="T87" fmla="*/ 416 h 512"/>
                                  <a:gd name="T88" fmla="*/ 320 w 512"/>
                                  <a:gd name="T89" fmla="*/ 416 h 512"/>
                                  <a:gd name="T90" fmla="*/ 331 w 512"/>
                                  <a:gd name="T91" fmla="*/ 406 h 512"/>
                                  <a:gd name="T92" fmla="*/ 331 w 512"/>
                                  <a:gd name="T93" fmla="*/ 363 h 5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512" h="512">
                                    <a:moveTo>
                                      <a:pt x="235" y="139"/>
                                    </a:moveTo>
                                    <a:cubicBezTo>
                                      <a:pt x="235" y="127"/>
                                      <a:pt x="244" y="118"/>
                                      <a:pt x="256" y="118"/>
                                    </a:cubicBezTo>
                                    <a:cubicBezTo>
                                      <a:pt x="268" y="118"/>
                                      <a:pt x="277" y="127"/>
                                      <a:pt x="277" y="139"/>
                                    </a:cubicBezTo>
                                    <a:cubicBezTo>
                                      <a:pt x="277" y="151"/>
                                      <a:pt x="268" y="160"/>
                                      <a:pt x="256" y="160"/>
                                    </a:cubicBezTo>
                                    <a:cubicBezTo>
                                      <a:pt x="244" y="160"/>
                                      <a:pt x="235" y="151"/>
                                      <a:pt x="235" y="139"/>
                                    </a:cubicBezTo>
                                    <a:close/>
                                    <a:moveTo>
                                      <a:pt x="267" y="363"/>
                                    </a:moveTo>
                                    <a:cubicBezTo>
                                      <a:pt x="267" y="224"/>
                                      <a:pt x="267" y="224"/>
                                      <a:pt x="267" y="224"/>
                                    </a:cubicBezTo>
                                    <a:cubicBezTo>
                                      <a:pt x="213" y="224"/>
                                      <a:pt x="213" y="224"/>
                                      <a:pt x="213" y="224"/>
                                    </a:cubicBezTo>
                                    <a:cubicBezTo>
                                      <a:pt x="213" y="246"/>
                                      <a:pt x="213" y="246"/>
                                      <a:pt x="213" y="246"/>
                                    </a:cubicBezTo>
                                    <a:cubicBezTo>
                                      <a:pt x="235" y="246"/>
                                      <a:pt x="235" y="246"/>
                                      <a:pt x="235" y="246"/>
                                    </a:cubicBezTo>
                                    <a:cubicBezTo>
                                      <a:pt x="241" y="246"/>
                                      <a:pt x="245" y="250"/>
                                      <a:pt x="245" y="256"/>
                                    </a:cubicBezTo>
                                    <a:cubicBezTo>
                                      <a:pt x="245" y="363"/>
                                      <a:pt x="245" y="363"/>
                                      <a:pt x="245" y="363"/>
                                    </a:cubicBezTo>
                                    <a:cubicBezTo>
                                      <a:pt x="245" y="369"/>
                                      <a:pt x="241" y="374"/>
                                      <a:pt x="235" y="374"/>
                                    </a:cubicBezTo>
                                    <a:cubicBezTo>
                                      <a:pt x="203" y="374"/>
                                      <a:pt x="203" y="374"/>
                                      <a:pt x="203" y="374"/>
                                    </a:cubicBezTo>
                                    <a:cubicBezTo>
                                      <a:pt x="203" y="395"/>
                                      <a:pt x="203" y="395"/>
                                      <a:pt x="203" y="395"/>
                                    </a:cubicBezTo>
                                    <a:cubicBezTo>
                                      <a:pt x="309" y="395"/>
                                      <a:pt x="309" y="395"/>
                                      <a:pt x="309" y="395"/>
                                    </a:cubicBezTo>
                                    <a:cubicBezTo>
                                      <a:pt x="309" y="374"/>
                                      <a:pt x="309" y="374"/>
                                      <a:pt x="309" y="374"/>
                                    </a:cubicBezTo>
                                    <a:cubicBezTo>
                                      <a:pt x="277" y="374"/>
                                      <a:pt x="277" y="374"/>
                                      <a:pt x="277" y="374"/>
                                    </a:cubicBezTo>
                                    <a:cubicBezTo>
                                      <a:pt x="271" y="374"/>
                                      <a:pt x="267" y="369"/>
                                      <a:pt x="267" y="363"/>
                                    </a:cubicBezTo>
                                    <a:close/>
                                    <a:moveTo>
                                      <a:pt x="512" y="256"/>
                                    </a:moveTo>
                                    <a:cubicBezTo>
                                      <a:pt x="512" y="398"/>
                                      <a:pt x="397" y="512"/>
                                      <a:pt x="256" y="512"/>
                                    </a:cubicBezTo>
                                    <a:cubicBezTo>
                                      <a:pt x="115" y="512"/>
                                      <a:pt x="0" y="398"/>
                                      <a:pt x="0" y="256"/>
                                    </a:cubicBezTo>
                                    <a:cubicBezTo>
                                      <a:pt x="0" y="115"/>
                                      <a:pt x="115" y="0"/>
                                      <a:pt x="256" y="0"/>
                                    </a:cubicBezTo>
                                    <a:cubicBezTo>
                                      <a:pt x="397" y="0"/>
                                      <a:pt x="512" y="115"/>
                                      <a:pt x="512" y="256"/>
                                    </a:cubicBezTo>
                                    <a:close/>
                                    <a:moveTo>
                                      <a:pt x="213" y="139"/>
                                    </a:moveTo>
                                    <a:cubicBezTo>
                                      <a:pt x="213" y="163"/>
                                      <a:pt x="232" y="182"/>
                                      <a:pt x="256" y="182"/>
                                    </a:cubicBezTo>
                                    <a:cubicBezTo>
                                      <a:pt x="280" y="182"/>
                                      <a:pt x="299" y="163"/>
                                      <a:pt x="299" y="139"/>
                                    </a:cubicBezTo>
                                    <a:cubicBezTo>
                                      <a:pt x="299" y="115"/>
                                      <a:pt x="280" y="96"/>
                                      <a:pt x="256" y="96"/>
                                    </a:cubicBezTo>
                                    <a:cubicBezTo>
                                      <a:pt x="232" y="96"/>
                                      <a:pt x="213" y="115"/>
                                      <a:pt x="213" y="139"/>
                                    </a:cubicBezTo>
                                    <a:close/>
                                    <a:moveTo>
                                      <a:pt x="331" y="363"/>
                                    </a:moveTo>
                                    <a:cubicBezTo>
                                      <a:pt x="331" y="357"/>
                                      <a:pt x="326" y="352"/>
                                      <a:pt x="320" y="352"/>
                                    </a:cubicBezTo>
                                    <a:cubicBezTo>
                                      <a:pt x="288" y="352"/>
                                      <a:pt x="288" y="352"/>
                                      <a:pt x="288" y="352"/>
                                    </a:cubicBezTo>
                                    <a:cubicBezTo>
                                      <a:pt x="288" y="214"/>
                                      <a:pt x="288" y="214"/>
                                      <a:pt x="288" y="214"/>
                                    </a:cubicBezTo>
                                    <a:cubicBezTo>
                                      <a:pt x="288" y="208"/>
                                      <a:pt x="283" y="203"/>
                                      <a:pt x="277" y="203"/>
                                    </a:cubicBezTo>
                                    <a:cubicBezTo>
                                      <a:pt x="203" y="203"/>
                                      <a:pt x="203" y="203"/>
                                      <a:pt x="203" y="203"/>
                                    </a:cubicBezTo>
                                    <a:cubicBezTo>
                                      <a:pt x="197" y="203"/>
                                      <a:pt x="192" y="208"/>
                                      <a:pt x="192" y="214"/>
                                    </a:cubicBezTo>
                                    <a:cubicBezTo>
                                      <a:pt x="192" y="256"/>
                                      <a:pt x="192" y="256"/>
                                      <a:pt x="192" y="256"/>
                                    </a:cubicBezTo>
                                    <a:cubicBezTo>
                                      <a:pt x="192" y="262"/>
                                      <a:pt x="197" y="267"/>
                                      <a:pt x="203" y="267"/>
                                    </a:cubicBezTo>
                                    <a:cubicBezTo>
                                      <a:pt x="224" y="267"/>
                                      <a:pt x="224" y="267"/>
                                      <a:pt x="224" y="267"/>
                                    </a:cubicBezTo>
                                    <a:cubicBezTo>
                                      <a:pt x="224" y="352"/>
                                      <a:pt x="224" y="352"/>
                                      <a:pt x="224" y="352"/>
                                    </a:cubicBezTo>
                                    <a:cubicBezTo>
                                      <a:pt x="192" y="352"/>
                                      <a:pt x="192" y="352"/>
                                      <a:pt x="192" y="352"/>
                                    </a:cubicBezTo>
                                    <a:cubicBezTo>
                                      <a:pt x="186" y="352"/>
                                      <a:pt x="181" y="357"/>
                                      <a:pt x="181" y="363"/>
                                    </a:cubicBezTo>
                                    <a:cubicBezTo>
                                      <a:pt x="181" y="406"/>
                                      <a:pt x="181" y="406"/>
                                      <a:pt x="181" y="406"/>
                                    </a:cubicBezTo>
                                    <a:cubicBezTo>
                                      <a:pt x="181" y="412"/>
                                      <a:pt x="186" y="416"/>
                                      <a:pt x="192" y="416"/>
                                    </a:cubicBezTo>
                                    <a:cubicBezTo>
                                      <a:pt x="320" y="416"/>
                                      <a:pt x="320" y="416"/>
                                      <a:pt x="320" y="416"/>
                                    </a:cubicBezTo>
                                    <a:cubicBezTo>
                                      <a:pt x="326" y="416"/>
                                      <a:pt x="331" y="412"/>
                                      <a:pt x="331" y="406"/>
                                    </a:cubicBezTo>
                                    <a:lnTo>
                                      <a:pt x="331" y="363"/>
                                    </a:lnTo>
                                    <a:close/>
                                  </a:path>
                                </a:pathLst>
                              </a:custGeom>
                              <a:solidFill>
                                <a:srgbClr val="C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7D97CD" id="Figura a mano libera 16" o:spid="_x0000_s1026" style="position:absolute;margin-left:-.5pt;margin-top:3.7pt;width:22.65pt;height:2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12,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" path="m235,139v,-12,9,-21,21,-21c268,118,277,127,277,139v,12,-9,21,-21,21c244,160,235,151,235,139xm267,363v,-139,,-139,,-139c213,224,213,224,213,224v,22,,22,,22c235,246,235,246,235,246v6,,10,4,10,10c245,363,245,363,245,363v,6,-4,11,-10,11c203,374,203,374,203,374v,21,,21,,21c309,395,309,395,309,395v,-21,,-21,,-21c277,374,277,374,277,374v-6,,-10,-5,-10,-11xm512,256v,142,-115,256,-256,256c115,512,,398,,256,,115,115,,256,,397,,512,115,512,256xm213,139v,24,19,43,43,43c280,182,299,163,299,139v,-24,-19,-43,-43,-43c232,96,213,115,213,139xm331,363v,-6,-5,-11,-11,-11c288,352,288,352,288,352v,-138,,-138,,-138c288,208,283,203,277,203v-74,,-74,,-74,c197,203,192,208,192,214v,42,,42,,42c192,262,197,267,203,267v21,,21,,21,c224,352,224,352,224,352v-32,,-32,,-32,c186,352,181,357,181,363v,43,,43,,43c181,412,186,416,192,416v128,,128,,128,c326,416,331,412,331,406r,-43xe" fillcolor="#c00000" stroked="f">
                      <v:path arrowok="t" o:connecttype="custom" o:connectlocs="132029,78094;143828,66295;155626,78094;143828,89892;132029,78094;150008,203943;150008,125849;119669,125849;119669,138209;132029,138209;137647,143828;137647,203943;132029,210123;114051,210123;114051,221921;173604,221921;173604,210123;155626,210123;150008,203943;287655,143828;143828,287655;0,143828;143828,0;287655,143828;119669,78094;143828,102252;167986,78094;143828,53935;119669,78094;185964,203943;179784,197763;161806,197763;161806,120231;155626,114051;114051,114051;107871,120231;107871,143828;114051,150008;125849,150008;125849,197763;107871,197763;101691,203943;101691,228101;107871,233720;179784,233720;185964,228101;185964,203943" o:connectangles="0,0,0,0,0,0,0,0,0,0,0,0,0,0,0,0,0,0,0,0,0,0,0,0,0,0,0,0,0,0,0,0,0,0,0,0,0,0,0,0,0,0,0,0,0,0,0"/>
                      <o:lock v:ext="edit" aspectratio="t" verticies="t"/>
                    </v:shape>
                  </w:pict>
                </mc:Fallback>
              </mc:AlternateContent>
            </w:r>
          </w:p>
        </w:tc>
        <w:tc>
          <w:tcPr>
            <w:tcW w:w="4597" w:type="pct"/>
            <w:tcBorders>
              <w:top w:val="single" w:sz="4" w:space="0" w:color="C00000"/>
              <w:bottom w:val="single" w:sz="4" w:space="0" w:color="C00000"/>
            </w:tcBorders>
            <w:shd w:val="clear" w:color="auto" w:fill="auto"/>
            <w:vAlign w:val="center"/>
          </w:tcPr>
          <w:p w14:paraId="7DCD238E" w14:textId="77777777" w:rsidR="006D5195" w:rsidRPr="006D5195" w:rsidRDefault="006D5195" w:rsidP="006D5195">
            <w:pPr>
              <w:shd w:val="clear" w:color="auto" w:fill="FFFFFF"/>
              <w:spacing w:before="40" w:after="40"/>
              <w:jc w:val="center"/>
              <w:rPr>
                <w:rFonts w:ascii="Open Sans" w:hAnsi="Open Sans" w:cs="Open Sans"/>
                <w:b/>
                <w:color w:val="C00000"/>
                <w:sz w:val="20"/>
              </w:rPr>
            </w:pPr>
            <w:r w:rsidRPr="006D5195">
              <w:rPr>
                <w:rFonts w:ascii="Open Sans" w:hAnsi="Open Sans" w:cs="Open Sans"/>
                <w:b/>
                <w:color w:val="C00000"/>
                <w:sz w:val="20"/>
              </w:rPr>
              <w:t>I. Titolare del Trattamento e DPO</w:t>
            </w:r>
          </w:p>
          <w:p w14:paraId="41DA07C8" w14:textId="77777777" w:rsidR="006D5195" w:rsidRPr="006D5195" w:rsidRDefault="006D5195" w:rsidP="006D5195">
            <w:pPr>
              <w:shd w:val="clear" w:color="auto" w:fill="FFFFFF"/>
              <w:spacing w:before="40" w:after="40"/>
              <w:jc w:val="center"/>
              <w:rPr>
                <w:rFonts w:ascii="Open Sans" w:hAnsi="Open Sans" w:cs="Open Sans"/>
                <w:i/>
                <w:sz w:val="20"/>
              </w:rPr>
            </w:pPr>
            <w:r w:rsidRPr="006D5195">
              <w:rPr>
                <w:rFonts w:ascii="Open Sans" w:hAnsi="Open Sans" w:cs="Open Sans"/>
                <w:i/>
                <w:color w:val="C00000"/>
                <w:sz w:val="20"/>
              </w:rPr>
              <w:t>In questa sezione le indichiamo quali sono i nostri riferimenti</w:t>
            </w:r>
          </w:p>
        </w:tc>
      </w:tr>
    </w:tbl>
    <w:p w14:paraId="36D33E3A" w14:textId="77777777" w:rsidR="006D5195" w:rsidRPr="006D5195" w:rsidRDefault="006D5195" w:rsidP="006D5195">
      <w:pPr>
        <w:shd w:val="clear" w:color="auto" w:fill="FFFFFF"/>
        <w:jc w:val="both"/>
        <w:rPr>
          <w:rFonts w:ascii="Open Sans" w:hAnsi="Open Sans" w:cs="Open Sans"/>
          <w:sz w:val="20"/>
        </w:rPr>
      </w:pPr>
    </w:p>
    <w:p w14:paraId="610707C4" w14:textId="77777777" w:rsidR="006D5195" w:rsidRPr="006D5195" w:rsidRDefault="006D5195" w:rsidP="006D5195">
      <w:pPr>
        <w:numPr>
          <w:ilvl w:val="0"/>
          <w:numId w:val="8"/>
        </w:numPr>
        <w:spacing w:after="160" w:line="259" w:lineRule="auto"/>
        <w:contextualSpacing/>
        <w:jc w:val="both"/>
        <w:rPr>
          <w:rFonts w:ascii="Open Sans" w:eastAsia="Calibri" w:hAnsi="Open Sans" w:cs="Open Sans"/>
          <w:b/>
          <w:sz w:val="20"/>
          <w:lang w:eastAsia="en-US"/>
        </w:rPr>
      </w:pPr>
      <w:r w:rsidRPr="006D5195">
        <w:rPr>
          <w:rFonts w:ascii="Open Sans" w:eastAsia="Calibri" w:hAnsi="Open Sans" w:cs="Open Sans"/>
          <w:sz w:val="20"/>
          <w:lang w:eastAsia="en-US"/>
        </w:rPr>
        <w:t>Anas</w:t>
      </w:r>
      <w:r w:rsidRPr="006D5195" w:rsidDel="00B13A33">
        <w:rPr>
          <w:rFonts w:ascii="Open Sans" w:eastAsia="Calibri" w:hAnsi="Open Sans" w:cs="Open Sans"/>
          <w:sz w:val="20"/>
          <w:lang w:eastAsia="en-US"/>
        </w:rPr>
        <w:t xml:space="preserve"> </w:t>
      </w:r>
      <w:r w:rsidRPr="006D5195">
        <w:rPr>
          <w:rFonts w:ascii="Open Sans" w:eastAsia="Calibri" w:hAnsi="Open Sans" w:cs="Open Sans"/>
          <w:sz w:val="20"/>
          <w:lang w:eastAsia="en-US"/>
        </w:rPr>
        <w:t xml:space="preserve">S.p.A., </w:t>
      </w:r>
      <w:r w:rsidRPr="006D5195">
        <w:rPr>
          <w:rFonts w:ascii="Open Sans" w:eastAsia="Calibri" w:hAnsi="Open Sans" w:cs="Open Sans"/>
          <w:b/>
          <w:sz w:val="20"/>
          <w:lang w:eastAsia="en-US"/>
        </w:rPr>
        <w:t>Titolare del trattamento</w:t>
      </w:r>
      <w:r w:rsidRPr="006D5195">
        <w:rPr>
          <w:rFonts w:ascii="Open Sans" w:eastAsia="Calibri" w:hAnsi="Open Sans" w:cs="Open Sans"/>
          <w:sz w:val="20"/>
          <w:lang w:eastAsia="en-US"/>
        </w:rPr>
        <w:t xml:space="preserve">, rappresentata dall’Amministratore Delegato e Direttore Generale </w:t>
      </w:r>
      <w:r w:rsidRPr="006D5195">
        <w:rPr>
          <w:rFonts w:ascii="Open Sans" w:eastAsia="Calibri" w:hAnsi="Open Sans" w:cs="Open Sans"/>
          <w:i/>
          <w:sz w:val="20"/>
          <w:lang w:eastAsia="en-US"/>
        </w:rPr>
        <w:t>pro-tempore</w:t>
      </w:r>
      <w:r w:rsidRPr="006D5195">
        <w:rPr>
          <w:rFonts w:ascii="Open Sans" w:eastAsia="Calibri" w:hAnsi="Open Sans" w:cs="Open Sans"/>
          <w:sz w:val="20"/>
          <w:lang w:eastAsia="en-US"/>
        </w:rPr>
        <w:t xml:space="preserve">, contattabile all’indirizzo </w:t>
      </w:r>
      <w:proofErr w:type="spellStart"/>
      <w:r w:rsidRPr="006D5195">
        <w:rPr>
          <w:rFonts w:ascii="Open Sans" w:eastAsia="Calibri" w:hAnsi="Open Sans" w:cs="Open Sans"/>
          <w:sz w:val="20"/>
          <w:lang w:eastAsia="en-US"/>
        </w:rPr>
        <w:t>pec</w:t>
      </w:r>
      <w:proofErr w:type="spellEnd"/>
      <w:r w:rsidRPr="006D5195">
        <w:rPr>
          <w:rFonts w:ascii="Open Sans" w:eastAsia="Calibri" w:hAnsi="Open Sans" w:cs="Open Sans"/>
          <w:sz w:val="20"/>
          <w:lang w:eastAsia="en-US"/>
        </w:rPr>
        <w:t xml:space="preserve"> </w:t>
      </w:r>
      <w:r w:rsidRPr="00374A50">
        <w:rPr>
          <w:rFonts w:ascii="Open Sans" w:eastAsia="Calibri" w:hAnsi="Open Sans" w:cs="Open Sans"/>
          <w:b/>
          <w:sz w:val="20"/>
          <w:lang w:eastAsia="en-US"/>
        </w:rPr>
        <w:t>anas@postacert.stradeanas.it</w:t>
      </w:r>
      <w:r w:rsidRPr="006D5195">
        <w:rPr>
          <w:rFonts w:ascii="Open Sans" w:eastAsia="Calibri" w:hAnsi="Open Sans" w:cs="Open Sans"/>
          <w:sz w:val="20"/>
          <w:lang w:eastAsia="en-US"/>
        </w:rPr>
        <w:t>, con sede legale in via Monzambano 10 - 00185 Roma;</w:t>
      </w:r>
    </w:p>
    <w:p w14:paraId="65C1DC18" w14:textId="77777777" w:rsidR="006D5195" w:rsidRPr="005E0DC3" w:rsidRDefault="006D5195" w:rsidP="005E0DC3">
      <w:pPr>
        <w:numPr>
          <w:ilvl w:val="0"/>
          <w:numId w:val="8"/>
        </w:numPr>
        <w:shd w:val="clear" w:color="auto" w:fill="FFFFFF"/>
        <w:spacing w:after="120" w:line="280" w:lineRule="exact"/>
        <w:contextualSpacing/>
        <w:jc w:val="both"/>
        <w:rPr>
          <w:rFonts w:ascii="Open Sans" w:eastAsia="Calibri" w:hAnsi="Open Sans" w:cs="Open Sans"/>
          <w:sz w:val="20"/>
          <w:lang w:eastAsia="en-US"/>
        </w:rPr>
      </w:pPr>
      <w:r w:rsidRPr="006D5195">
        <w:rPr>
          <w:rFonts w:ascii="Open Sans" w:eastAsia="Calibri" w:hAnsi="Open Sans" w:cs="Open Sans"/>
          <w:sz w:val="20"/>
          <w:lang w:eastAsia="en-US"/>
        </w:rPr>
        <w:t xml:space="preserve">il </w:t>
      </w:r>
      <w:r w:rsidRPr="006D5195">
        <w:rPr>
          <w:rFonts w:ascii="Open Sans" w:eastAsia="Calibri" w:hAnsi="Open Sans" w:cs="Open Sans"/>
          <w:b/>
          <w:sz w:val="20"/>
          <w:lang w:eastAsia="en-US"/>
        </w:rPr>
        <w:t xml:space="preserve">Data </w:t>
      </w:r>
      <w:proofErr w:type="spellStart"/>
      <w:r w:rsidRPr="006D5195">
        <w:rPr>
          <w:rFonts w:ascii="Open Sans" w:eastAsia="Calibri" w:hAnsi="Open Sans" w:cs="Open Sans"/>
          <w:b/>
          <w:sz w:val="20"/>
          <w:lang w:eastAsia="en-US"/>
        </w:rPr>
        <w:t>Protection</w:t>
      </w:r>
      <w:proofErr w:type="spellEnd"/>
      <w:r w:rsidRPr="006D5195">
        <w:rPr>
          <w:rFonts w:ascii="Open Sans" w:eastAsia="Calibri" w:hAnsi="Open Sans" w:cs="Open Sans"/>
          <w:b/>
          <w:sz w:val="20"/>
          <w:lang w:eastAsia="en-US"/>
        </w:rPr>
        <w:t xml:space="preserve"> </w:t>
      </w:r>
      <w:proofErr w:type="spellStart"/>
      <w:r w:rsidRPr="006D5195">
        <w:rPr>
          <w:rFonts w:ascii="Open Sans" w:eastAsia="Calibri" w:hAnsi="Open Sans" w:cs="Open Sans"/>
          <w:b/>
          <w:sz w:val="20"/>
          <w:lang w:eastAsia="en-US"/>
        </w:rPr>
        <w:t>Officer</w:t>
      </w:r>
      <w:proofErr w:type="spellEnd"/>
      <w:r w:rsidRPr="006D5195">
        <w:rPr>
          <w:rFonts w:ascii="Open Sans" w:eastAsia="Calibri" w:hAnsi="Open Sans" w:cs="Open Sans"/>
          <w:sz w:val="20"/>
          <w:lang w:eastAsia="en-US"/>
        </w:rPr>
        <w:t xml:space="preserve"> è contattabile all’indirizzo mail </w:t>
      </w:r>
      <w:hyperlink r:id="rId8" w:history="1">
        <w:r w:rsidR="00771701" w:rsidRPr="005E0DC3">
          <w:rPr>
            <w:rStyle w:val="Collegamentoipertestuale"/>
            <w:rFonts w:ascii="Open Sans" w:eastAsia="Calibri" w:hAnsi="Open Sans" w:cs="Open Sans"/>
            <w:color w:val="auto"/>
            <w:sz w:val="20"/>
            <w:lang w:eastAsia="en-US"/>
          </w:rPr>
          <w:t>protezionedati@stradeanas.it</w:t>
        </w:r>
      </w:hyperlink>
      <w:r w:rsidRPr="006D5195">
        <w:rPr>
          <w:rFonts w:ascii="Open Sans" w:eastAsia="Calibri" w:hAnsi="Open Sans" w:cs="Open Sans"/>
          <w:bCs/>
          <w:sz w:val="20"/>
          <w:u w:val="single"/>
          <w:lang w:eastAsia="en-US"/>
        </w:rPr>
        <w:t>.</w:t>
      </w:r>
    </w:p>
    <w:p w14:paraId="59256227" w14:textId="77777777" w:rsidR="005E0DC3" w:rsidRPr="00771701" w:rsidRDefault="005E0DC3" w:rsidP="005E0DC3">
      <w:pPr>
        <w:shd w:val="clear" w:color="auto" w:fill="FFFFFF"/>
        <w:spacing w:after="120" w:line="280" w:lineRule="exact"/>
        <w:ind w:left="720"/>
        <w:contextualSpacing/>
        <w:jc w:val="both"/>
        <w:rPr>
          <w:rFonts w:ascii="Open Sans" w:eastAsia="Calibri" w:hAnsi="Open Sans" w:cs="Open Sans"/>
          <w:sz w:val="20"/>
          <w:lang w:eastAsia="en-US"/>
        </w:rPr>
      </w:pPr>
    </w:p>
    <w:tbl>
      <w:tblPr>
        <w:tblW w:w="5000" w:type="pct"/>
        <w:tblBorders>
          <w:top w:val="single" w:sz="4" w:space="0" w:color="auto"/>
          <w:bottom w:val="single" w:sz="4" w:space="0" w:color="auto"/>
        </w:tblBorders>
        <w:tblLook w:val="04A0" w:firstRow="1" w:lastRow="0" w:firstColumn="1" w:lastColumn="0" w:noHBand="0" w:noVBand="1"/>
      </w:tblPr>
      <w:tblGrid>
        <w:gridCol w:w="788"/>
        <w:gridCol w:w="8993"/>
      </w:tblGrid>
      <w:tr w:rsidR="006D5195" w:rsidRPr="006D5195" w14:paraId="306A6C28" w14:textId="77777777" w:rsidTr="00B8100E">
        <w:tc>
          <w:tcPr>
            <w:tcW w:w="403" w:type="pct"/>
            <w:tcBorders>
              <w:top w:val="single" w:sz="4" w:space="0" w:color="C00000"/>
              <w:bottom w:val="single" w:sz="4" w:space="0" w:color="C00000"/>
            </w:tcBorders>
            <w:shd w:val="clear" w:color="auto" w:fill="auto"/>
          </w:tcPr>
          <w:p w14:paraId="0A335F6B" w14:textId="77777777" w:rsidR="006D5195" w:rsidRPr="006D5195" w:rsidRDefault="006D5195" w:rsidP="005E0DC3">
            <w:pPr>
              <w:shd w:val="clear" w:color="auto" w:fill="FFFFFF"/>
              <w:spacing w:before="80" w:after="120" w:line="280" w:lineRule="exact"/>
              <w:ind w:left="-130"/>
              <w:contextualSpacing/>
              <w:jc w:val="right"/>
              <w:rPr>
                <w:rFonts w:ascii="Open Sans" w:hAnsi="Open Sans" w:cs="Open Sans"/>
                <w:b/>
                <w:noProof/>
                <w:sz w:val="20"/>
                <w:lang w:eastAsia="en-US"/>
              </w:rPr>
            </w:pPr>
            <w:r w:rsidRPr="00D37E7E">
              <w:rPr>
                <w:rFonts w:ascii="Open Sans" w:hAnsi="Open Sans" w:cs="Open Sans"/>
                <w:noProof/>
                <w:sz w:val="20"/>
              </w:rPr>
              <mc:AlternateContent>
                <mc:Choice Requires="wps">
                  <w:drawing>
                    <wp:anchor distT="0" distB="0" distL="114300" distR="114300" simplePos="0" relativeHeight="251660288" behindDoc="0" locked="0" layoutInCell="1" allowOverlap="1" wp14:anchorId="50A184A9" wp14:editId="5F6B1AB7">
                      <wp:simplePos x="0" y="0"/>
                      <wp:positionH relativeFrom="column">
                        <wp:posOffset>-67310</wp:posOffset>
                      </wp:positionH>
                      <wp:positionV relativeFrom="paragraph">
                        <wp:posOffset>57785</wp:posOffset>
                      </wp:positionV>
                      <wp:extent cx="288290" cy="288290"/>
                      <wp:effectExtent l="0" t="0" r="0" b="0"/>
                      <wp:wrapNone/>
                      <wp:docPr id="15" name="Figura a mano libera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88290" cy="288290"/>
                              </a:xfrm>
                              <a:custGeom>
                                <a:avLst/>
                                <a:gdLst>
                                  <a:gd name="T0" fmla="*/ 394 w 512"/>
                                  <a:gd name="T1" fmla="*/ 240 h 512"/>
                                  <a:gd name="T2" fmla="*/ 394 w 512"/>
                                  <a:gd name="T3" fmla="*/ 272 h 512"/>
                                  <a:gd name="T4" fmla="*/ 382 w 512"/>
                                  <a:gd name="T5" fmla="*/ 297 h 512"/>
                                  <a:gd name="T6" fmla="*/ 361 w 512"/>
                                  <a:gd name="T7" fmla="*/ 291 h 512"/>
                                  <a:gd name="T8" fmla="*/ 326 w 512"/>
                                  <a:gd name="T9" fmla="*/ 268 h 512"/>
                                  <a:gd name="T10" fmla="*/ 320 w 512"/>
                                  <a:gd name="T11" fmla="*/ 278 h 512"/>
                                  <a:gd name="T12" fmla="*/ 320 w 512"/>
                                  <a:gd name="T13" fmla="*/ 362 h 512"/>
                                  <a:gd name="T14" fmla="*/ 128 w 512"/>
                                  <a:gd name="T15" fmla="*/ 362 h 512"/>
                                  <a:gd name="T16" fmla="*/ 128 w 512"/>
                                  <a:gd name="T17" fmla="*/ 170 h 512"/>
                                  <a:gd name="T18" fmla="*/ 179 w 512"/>
                                  <a:gd name="T19" fmla="*/ 170 h 512"/>
                                  <a:gd name="T20" fmla="*/ 174 w 512"/>
                                  <a:gd name="T21" fmla="*/ 174 h 512"/>
                                  <a:gd name="T22" fmla="*/ 162 w 512"/>
                                  <a:gd name="T23" fmla="*/ 219 h 512"/>
                                  <a:gd name="T24" fmla="*/ 208 w 512"/>
                                  <a:gd name="T25" fmla="*/ 245 h 512"/>
                                  <a:gd name="T26" fmla="*/ 240 w 512"/>
                                  <a:gd name="T27" fmla="*/ 245 h 512"/>
                                  <a:gd name="T28" fmla="*/ 285 w 512"/>
                                  <a:gd name="T29" fmla="*/ 219 h 512"/>
                                  <a:gd name="T30" fmla="*/ 273 w 512"/>
                                  <a:gd name="T31" fmla="*/ 174 h 512"/>
                                  <a:gd name="T32" fmla="*/ 269 w 512"/>
                                  <a:gd name="T33" fmla="*/ 170 h 512"/>
                                  <a:gd name="T34" fmla="*/ 320 w 512"/>
                                  <a:gd name="T35" fmla="*/ 170 h 512"/>
                                  <a:gd name="T36" fmla="*/ 320 w 512"/>
                                  <a:gd name="T37" fmla="*/ 233 h 512"/>
                                  <a:gd name="T38" fmla="*/ 326 w 512"/>
                                  <a:gd name="T39" fmla="*/ 243 h 512"/>
                                  <a:gd name="T40" fmla="*/ 361 w 512"/>
                                  <a:gd name="T41" fmla="*/ 221 h 512"/>
                                  <a:gd name="T42" fmla="*/ 382 w 512"/>
                                  <a:gd name="T43" fmla="*/ 214 h 512"/>
                                  <a:gd name="T44" fmla="*/ 394 w 512"/>
                                  <a:gd name="T45" fmla="*/ 240 h 512"/>
                                  <a:gd name="T46" fmla="*/ 512 w 512"/>
                                  <a:gd name="T47" fmla="*/ 256 h 512"/>
                                  <a:gd name="T48" fmla="*/ 256 w 512"/>
                                  <a:gd name="T49" fmla="*/ 512 h 512"/>
                                  <a:gd name="T50" fmla="*/ 0 w 512"/>
                                  <a:gd name="T51" fmla="*/ 256 h 512"/>
                                  <a:gd name="T52" fmla="*/ 256 w 512"/>
                                  <a:gd name="T53" fmla="*/ 0 h 512"/>
                                  <a:gd name="T54" fmla="*/ 512 w 512"/>
                                  <a:gd name="T55" fmla="*/ 256 h 512"/>
                                  <a:gd name="T56" fmla="*/ 416 w 512"/>
                                  <a:gd name="T57" fmla="*/ 240 h 512"/>
                                  <a:gd name="T58" fmla="*/ 389 w 512"/>
                                  <a:gd name="T59" fmla="*/ 194 h 512"/>
                                  <a:gd name="T60" fmla="*/ 345 w 512"/>
                                  <a:gd name="T61" fmla="*/ 206 h 512"/>
                                  <a:gd name="T62" fmla="*/ 341 w 512"/>
                                  <a:gd name="T63" fmla="*/ 210 h 512"/>
                                  <a:gd name="T64" fmla="*/ 341 w 512"/>
                                  <a:gd name="T65" fmla="*/ 160 h 512"/>
                                  <a:gd name="T66" fmla="*/ 330 w 512"/>
                                  <a:gd name="T67" fmla="*/ 149 h 512"/>
                                  <a:gd name="T68" fmla="*/ 246 w 512"/>
                                  <a:gd name="T69" fmla="*/ 149 h 512"/>
                                  <a:gd name="T70" fmla="*/ 237 w 512"/>
                                  <a:gd name="T71" fmla="*/ 156 h 512"/>
                                  <a:gd name="T72" fmla="*/ 259 w 512"/>
                                  <a:gd name="T73" fmla="*/ 190 h 512"/>
                                  <a:gd name="T74" fmla="*/ 265 w 512"/>
                                  <a:gd name="T75" fmla="*/ 211 h 512"/>
                                  <a:gd name="T76" fmla="*/ 240 w 512"/>
                                  <a:gd name="T77" fmla="*/ 224 h 512"/>
                                  <a:gd name="T78" fmla="*/ 208 w 512"/>
                                  <a:gd name="T79" fmla="*/ 224 h 512"/>
                                  <a:gd name="T80" fmla="*/ 182 w 512"/>
                                  <a:gd name="T81" fmla="*/ 211 h 512"/>
                                  <a:gd name="T82" fmla="*/ 189 w 512"/>
                                  <a:gd name="T83" fmla="*/ 190 h 512"/>
                                  <a:gd name="T84" fmla="*/ 211 w 512"/>
                                  <a:gd name="T85" fmla="*/ 156 h 512"/>
                                  <a:gd name="T86" fmla="*/ 201 w 512"/>
                                  <a:gd name="T87" fmla="*/ 149 h 512"/>
                                  <a:gd name="T88" fmla="*/ 117 w 512"/>
                                  <a:gd name="T89" fmla="*/ 149 h 512"/>
                                  <a:gd name="T90" fmla="*/ 106 w 512"/>
                                  <a:gd name="T91" fmla="*/ 160 h 512"/>
                                  <a:gd name="T92" fmla="*/ 106 w 512"/>
                                  <a:gd name="T93" fmla="*/ 373 h 512"/>
                                  <a:gd name="T94" fmla="*/ 117 w 512"/>
                                  <a:gd name="T95" fmla="*/ 384 h 512"/>
                                  <a:gd name="T96" fmla="*/ 330 w 512"/>
                                  <a:gd name="T97" fmla="*/ 384 h 512"/>
                                  <a:gd name="T98" fmla="*/ 341 w 512"/>
                                  <a:gd name="T99" fmla="*/ 373 h 512"/>
                                  <a:gd name="T100" fmla="*/ 341 w 512"/>
                                  <a:gd name="T101" fmla="*/ 301 h 512"/>
                                  <a:gd name="T102" fmla="*/ 345 w 512"/>
                                  <a:gd name="T103" fmla="*/ 305 h 512"/>
                                  <a:gd name="T104" fmla="*/ 389 w 512"/>
                                  <a:gd name="T105" fmla="*/ 317 h 512"/>
                                  <a:gd name="T106" fmla="*/ 416 w 512"/>
                                  <a:gd name="T107" fmla="*/ 272 h 512"/>
                                  <a:gd name="T108" fmla="*/ 416 w 512"/>
                                  <a:gd name="T109" fmla="*/ 240 h 5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512" h="512">
                                    <a:moveTo>
                                      <a:pt x="394" y="240"/>
                                    </a:moveTo>
                                    <a:cubicBezTo>
                                      <a:pt x="394" y="272"/>
                                      <a:pt x="394" y="272"/>
                                      <a:pt x="394" y="272"/>
                                    </a:cubicBezTo>
                                    <a:cubicBezTo>
                                      <a:pt x="394" y="285"/>
                                      <a:pt x="390" y="294"/>
                                      <a:pt x="382" y="297"/>
                                    </a:cubicBezTo>
                                    <a:cubicBezTo>
                                      <a:pt x="375" y="300"/>
                                      <a:pt x="367" y="297"/>
                                      <a:pt x="361" y="291"/>
                                    </a:cubicBezTo>
                                    <a:cubicBezTo>
                                      <a:pt x="341" y="269"/>
                                      <a:pt x="333" y="266"/>
                                      <a:pt x="326" y="268"/>
                                    </a:cubicBezTo>
                                    <a:cubicBezTo>
                                      <a:pt x="322" y="270"/>
                                      <a:pt x="320" y="274"/>
                                      <a:pt x="320" y="278"/>
                                    </a:cubicBezTo>
                                    <a:cubicBezTo>
                                      <a:pt x="320" y="362"/>
                                      <a:pt x="320" y="362"/>
                                      <a:pt x="320" y="362"/>
                                    </a:cubicBezTo>
                                    <a:cubicBezTo>
                                      <a:pt x="128" y="362"/>
                                      <a:pt x="128" y="362"/>
                                      <a:pt x="128" y="362"/>
                                    </a:cubicBezTo>
                                    <a:cubicBezTo>
                                      <a:pt x="128" y="170"/>
                                      <a:pt x="128" y="170"/>
                                      <a:pt x="128" y="170"/>
                                    </a:cubicBezTo>
                                    <a:cubicBezTo>
                                      <a:pt x="179" y="170"/>
                                      <a:pt x="179" y="170"/>
                                      <a:pt x="179" y="170"/>
                                    </a:cubicBezTo>
                                    <a:cubicBezTo>
                                      <a:pt x="177" y="172"/>
                                      <a:pt x="176" y="173"/>
                                      <a:pt x="174" y="174"/>
                                    </a:cubicBezTo>
                                    <a:cubicBezTo>
                                      <a:pt x="161" y="186"/>
                                      <a:pt x="156" y="204"/>
                                      <a:pt x="162" y="219"/>
                                    </a:cubicBezTo>
                                    <a:cubicBezTo>
                                      <a:pt x="168" y="235"/>
                                      <a:pt x="185" y="245"/>
                                      <a:pt x="208" y="245"/>
                                    </a:cubicBezTo>
                                    <a:cubicBezTo>
                                      <a:pt x="240" y="245"/>
                                      <a:pt x="240" y="245"/>
                                      <a:pt x="240" y="245"/>
                                    </a:cubicBezTo>
                                    <a:cubicBezTo>
                                      <a:pt x="262" y="245"/>
                                      <a:pt x="279" y="235"/>
                                      <a:pt x="285" y="219"/>
                                    </a:cubicBezTo>
                                    <a:cubicBezTo>
                                      <a:pt x="291" y="204"/>
                                      <a:pt x="286" y="186"/>
                                      <a:pt x="273" y="174"/>
                                    </a:cubicBezTo>
                                    <a:cubicBezTo>
                                      <a:pt x="272" y="173"/>
                                      <a:pt x="270" y="171"/>
                                      <a:pt x="269" y="170"/>
                                    </a:cubicBezTo>
                                    <a:cubicBezTo>
                                      <a:pt x="320" y="170"/>
                                      <a:pt x="320" y="170"/>
                                      <a:pt x="320" y="170"/>
                                    </a:cubicBezTo>
                                    <a:cubicBezTo>
                                      <a:pt x="320" y="233"/>
                                      <a:pt x="320" y="233"/>
                                      <a:pt x="320" y="233"/>
                                    </a:cubicBezTo>
                                    <a:cubicBezTo>
                                      <a:pt x="320" y="237"/>
                                      <a:pt x="322" y="241"/>
                                      <a:pt x="326" y="243"/>
                                    </a:cubicBezTo>
                                    <a:cubicBezTo>
                                      <a:pt x="333" y="246"/>
                                      <a:pt x="340" y="243"/>
                                      <a:pt x="361" y="221"/>
                                    </a:cubicBezTo>
                                    <a:cubicBezTo>
                                      <a:pt x="367" y="214"/>
                                      <a:pt x="375" y="211"/>
                                      <a:pt x="382" y="214"/>
                                    </a:cubicBezTo>
                                    <a:cubicBezTo>
                                      <a:pt x="390" y="217"/>
                                      <a:pt x="394" y="226"/>
                                      <a:pt x="394" y="240"/>
                                    </a:cubicBezTo>
                                    <a:close/>
                                    <a:moveTo>
                                      <a:pt x="512" y="256"/>
                                    </a:moveTo>
                                    <a:cubicBezTo>
                                      <a:pt x="512" y="397"/>
                                      <a:pt x="397" y="512"/>
                                      <a:pt x="256" y="512"/>
                                    </a:cubicBezTo>
                                    <a:cubicBezTo>
                                      <a:pt x="114" y="512"/>
                                      <a:pt x="0" y="397"/>
                                      <a:pt x="0" y="256"/>
                                    </a:cubicBezTo>
                                    <a:cubicBezTo>
                                      <a:pt x="0" y="114"/>
                                      <a:pt x="114" y="0"/>
                                      <a:pt x="256" y="0"/>
                                    </a:cubicBezTo>
                                    <a:cubicBezTo>
                                      <a:pt x="397" y="0"/>
                                      <a:pt x="512" y="114"/>
                                      <a:pt x="512" y="256"/>
                                    </a:cubicBezTo>
                                    <a:close/>
                                    <a:moveTo>
                                      <a:pt x="416" y="240"/>
                                    </a:moveTo>
                                    <a:cubicBezTo>
                                      <a:pt x="416" y="217"/>
                                      <a:pt x="406" y="200"/>
                                      <a:pt x="389" y="194"/>
                                    </a:cubicBezTo>
                                    <a:cubicBezTo>
                                      <a:pt x="374" y="188"/>
                                      <a:pt x="357" y="193"/>
                                      <a:pt x="345" y="206"/>
                                    </a:cubicBezTo>
                                    <a:cubicBezTo>
                                      <a:pt x="343" y="208"/>
                                      <a:pt x="342" y="209"/>
                                      <a:pt x="341" y="210"/>
                                    </a:cubicBezTo>
                                    <a:cubicBezTo>
                                      <a:pt x="341" y="160"/>
                                      <a:pt x="341" y="160"/>
                                      <a:pt x="341" y="160"/>
                                    </a:cubicBezTo>
                                    <a:cubicBezTo>
                                      <a:pt x="341" y="154"/>
                                      <a:pt x="336" y="149"/>
                                      <a:pt x="330" y="149"/>
                                    </a:cubicBezTo>
                                    <a:cubicBezTo>
                                      <a:pt x="246" y="149"/>
                                      <a:pt x="246" y="149"/>
                                      <a:pt x="246" y="149"/>
                                    </a:cubicBezTo>
                                    <a:cubicBezTo>
                                      <a:pt x="242" y="149"/>
                                      <a:pt x="238" y="152"/>
                                      <a:pt x="237" y="156"/>
                                    </a:cubicBezTo>
                                    <a:cubicBezTo>
                                      <a:pt x="234" y="163"/>
                                      <a:pt x="236" y="170"/>
                                      <a:pt x="259" y="190"/>
                                    </a:cubicBezTo>
                                    <a:cubicBezTo>
                                      <a:pt x="265" y="196"/>
                                      <a:pt x="268" y="204"/>
                                      <a:pt x="265" y="211"/>
                                    </a:cubicBezTo>
                                    <a:cubicBezTo>
                                      <a:pt x="262" y="219"/>
                                      <a:pt x="253" y="224"/>
                                      <a:pt x="240" y="224"/>
                                    </a:cubicBezTo>
                                    <a:cubicBezTo>
                                      <a:pt x="208" y="224"/>
                                      <a:pt x="208" y="224"/>
                                      <a:pt x="208" y="224"/>
                                    </a:cubicBezTo>
                                    <a:cubicBezTo>
                                      <a:pt x="194" y="224"/>
                                      <a:pt x="185" y="219"/>
                                      <a:pt x="182" y="211"/>
                                    </a:cubicBezTo>
                                    <a:cubicBezTo>
                                      <a:pt x="179" y="204"/>
                                      <a:pt x="182" y="196"/>
                                      <a:pt x="189" y="190"/>
                                    </a:cubicBezTo>
                                    <a:cubicBezTo>
                                      <a:pt x="211" y="170"/>
                                      <a:pt x="214" y="163"/>
                                      <a:pt x="211" y="156"/>
                                    </a:cubicBezTo>
                                    <a:cubicBezTo>
                                      <a:pt x="209" y="152"/>
                                      <a:pt x="205" y="149"/>
                                      <a:pt x="201" y="149"/>
                                    </a:cubicBezTo>
                                    <a:cubicBezTo>
                                      <a:pt x="117" y="149"/>
                                      <a:pt x="117" y="149"/>
                                      <a:pt x="117" y="149"/>
                                    </a:cubicBezTo>
                                    <a:cubicBezTo>
                                      <a:pt x="111" y="149"/>
                                      <a:pt x="106" y="154"/>
                                      <a:pt x="106" y="160"/>
                                    </a:cubicBezTo>
                                    <a:cubicBezTo>
                                      <a:pt x="106" y="373"/>
                                      <a:pt x="106" y="373"/>
                                      <a:pt x="106" y="373"/>
                                    </a:cubicBezTo>
                                    <a:cubicBezTo>
                                      <a:pt x="106" y="379"/>
                                      <a:pt x="111" y="384"/>
                                      <a:pt x="117" y="384"/>
                                    </a:cubicBezTo>
                                    <a:cubicBezTo>
                                      <a:pt x="330" y="384"/>
                                      <a:pt x="330" y="384"/>
                                      <a:pt x="330" y="384"/>
                                    </a:cubicBezTo>
                                    <a:cubicBezTo>
                                      <a:pt x="336" y="384"/>
                                      <a:pt x="341" y="379"/>
                                      <a:pt x="341" y="373"/>
                                    </a:cubicBezTo>
                                    <a:cubicBezTo>
                                      <a:pt x="341" y="301"/>
                                      <a:pt x="341" y="301"/>
                                      <a:pt x="341" y="301"/>
                                    </a:cubicBezTo>
                                    <a:cubicBezTo>
                                      <a:pt x="342" y="302"/>
                                      <a:pt x="343" y="303"/>
                                      <a:pt x="345" y="305"/>
                                    </a:cubicBezTo>
                                    <a:cubicBezTo>
                                      <a:pt x="357" y="318"/>
                                      <a:pt x="374" y="323"/>
                                      <a:pt x="389" y="317"/>
                                    </a:cubicBezTo>
                                    <a:cubicBezTo>
                                      <a:pt x="406" y="311"/>
                                      <a:pt x="416" y="294"/>
                                      <a:pt x="416" y="272"/>
                                    </a:cubicBezTo>
                                    <a:lnTo>
                                      <a:pt x="416" y="240"/>
                                    </a:lnTo>
                                    <a:close/>
                                  </a:path>
                                </a:pathLst>
                              </a:custGeom>
                              <a:solidFill>
                                <a:srgbClr val="C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71E0AD" id="Figura a mano libera 15" o:spid="_x0000_s1026" style="position:absolute;margin-left:-5.3pt;margin-top:4.55pt;width:22.7pt;height:2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12,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" path="m394,240v,32,,32,,32c394,285,390,294,382,297v-7,3,-15,,-21,-6c341,269,333,266,326,268v-4,2,-6,6,-6,10c320,362,320,362,320,362v-192,,-192,,-192,c128,170,128,170,128,170v51,,51,,51,c177,172,176,173,174,174v-13,12,-18,30,-12,45c168,235,185,245,208,245v32,,32,,32,c262,245,279,235,285,219v6,-15,1,-33,-12,-45c272,173,270,171,269,170v51,,51,,51,c320,233,320,233,320,233v,4,2,8,6,10c333,246,340,243,361,221v6,-7,14,-10,21,-7c390,217,394,226,394,240xm512,256v,141,-115,256,-256,256c114,512,,397,,256,,114,114,,256,,397,,512,114,512,256xm416,240v,-23,-10,-40,-27,-46c374,188,357,193,345,206v-2,2,-3,3,-4,4c341,160,341,160,341,160v,-6,-5,-11,-11,-11c246,149,246,149,246,149v-4,,-8,3,-9,7c234,163,236,170,259,190v6,6,9,14,6,21c262,219,253,224,240,224v-32,,-32,,-32,c194,224,185,219,182,211v-3,-7,,-15,7,-21c211,170,214,163,211,156v-2,-4,-6,-7,-10,-7c117,149,117,149,117,149v-6,,-11,5,-11,11c106,373,106,373,106,373v,6,5,11,11,11c330,384,330,384,330,384v6,,11,-5,11,-11c341,301,341,301,341,301v1,1,2,2,4,4c357,318,374,323,389,317v17,-6,27,-23,27,-45l416,240xe" fillcolor="#c00000" stroked="f">
                      <v:path arrowok="t" o:connecttype="custom" o:connectlocs="221848,135136;221848,153154;215091,167231;203267,163852;183560,150902;180181,156532;180181,203830;72073,203830;72073,95721;100789,95721;97974,97974;91217,123312;117118,137951;135136,137951;160474,123312;153717,97974;151465,95721;180181,95721;180181,131194;183560,136825;203267,124438;215091,120496;221848,135136;288290,144145;144145,288290;0,144145;144145,0;288290,144145;234236,135136;219033,109235;194258,115992;192006,118244;192006,90091;185812,83897;138514,83897;133447,87838;145834,106983;149213,118807;135136,126127;117118,126127;102478,118807;106420,106983;118807,87838;113176,83897;65879,83897;59685,90091;59685,210024;65879,216218;185812,216218;192006,210024;192006,169483;194258,171735;219033,178492;234236,153154;234236,135136" o:connectangles="0,0,0,0,0,0,0,0,0,0,0,0,0,0,0,0,0,0,0,0,0,0,0,0,0,0,0,0,0,0,0,0,0,0,0,0,0,0,0,0,0,0,0,0,0,0,0,0,0,0,0,0,0,0,0"/>
                      <o:lock v:ext="edit" aspectratio="t" verticies="t"/>
                    </v:shape>
                  </w:pict>
                </mc:Fallback>
              </mc:AlternateContent>
            </w:r>
          </w:p>
        </w:tc>
        <w:tc>
          <w:tcPr>
            <w:tcW w:w="4597" w:type="pct"/>
            <w:tcBorders>
              <w:top w:val="single" w:sz="4" w:space="0" w:color="C00000"/>
              <w:bottom w:val="single" w:sz="4" w:space="0" w:color="C00000"/>
            </w:tcBorders>
            <w:shd w:val="clear" w:color="auto" w:fill="auto"/>
            <w:vAlign w:val="center"/>
          </w:tcPr>
          <w:p w14:paraId="6FE038E7" w14:textId="77777777" w:rsidR="006D5195" w:rsidRPr="006D5195" w:rsidRDefault="006D5195" w:rsidP="005E0DC3">
            <w:pPr>
              <w:shd w:val="clear" w:color="auto" w:fill="FFFFFF"/>
              <w:spacing w:before="40" w:after="120" w:line="280" w:lineRule="exact"/>
              <w:jc w:val="center"/>
              <w:rPr>
                <w:rFonts w:ascii="Open Sans" w:hAnsi="Open Sans" w:cs="Open Sans"/>
                <w:b/>
                <w:color w:val="C00000"/>
                <w:sz w:val="20"/>
              </w:rPr>
            </w:pPr>
            <w:r w:rsidRPr="006D5195">
              <w:rPr>
                <w:rFonts w:ascii="Open Sans" w:hAnsi="Open Sans" w:cs="Open Sans"/>
                <w:b/>
                <w:color w:val="C00000"/>
                <w:sz w:val="20"/>
              </w:rPr>
              <w:t xml:space="preserve">II. Tipologie di dati personali </w:t>
            </w:r>
          </w:p>
          <w:p w14:paraId="07F3D621" w14:textId="77777777" w:rsidR="006D5195" w:rsidRPr="006D5195" w:rsidRDefault="006D5195" w:rsidP="005E0DC3">
            <w:pPr>
              <w:shd w:val="clear" w:color="auto" w:fill="FFFFFF"/>
              <w:spacing w:before="40" w:after="120" w:line="280" w:lineRule="exact"/>
              <w:ind w:left="94" w:right="27"/>
              <w:jc w:val="center"/>
              <w:rPr>
                <w:rFonts w:ascii="Open Sans" w:hAnsi="Open Sans" w:cs="Open Sans"/>
                <w:i/>
                <w:sz w:val="20"/>
              </w:rPr>
            </w:pPr>
            <w:r w:rsidRPr="006D5195">
              <w:rPr>
                <w:rFonts w:ascii="Open Sans" w:hAnsi="Open Sans" w:cs="Open Sans"/>
                <w:i/>
                <w:color w:val="C00000"/>
                <w:sz w:val="20"/>
              </w:rPr>
              <w:t>In questa sezione le indichiamo quali tipologie di dati trattiamo</w:t>
            </w:r>
          </w:p>
        </w:tc>
      </w:tr>
    </w:tbl>
    <w:p w14:paraId="7DC40EE6" w14:textId="77777777" w:rsidR="006D5195" w:rsidRPr="006D5195" w:rsidRDefault="006D5195" w:rsidP="006D5195">
      <w:pPr>
        <w:autoSpaceDE w:val="0"/>
        <w:autoSpaceDN w:val="0"/>
        <w:spacing w:after="120" w:line="280" w:lineRule="exact"/>
        <w:jc w:val="both"/>
        <w:rPr>
          <w:rFonts w:ascii="Open Sans" w:eastAsia="Calibri" w:hAnsi="Open Sans" w:cs="Open Sans"/>
          <w:color w:val="000000"/>
          <w:sz w:val="20"/>
        </w:rPr>
      </w:pPr>
      <w:r w:rsidRPr="006D5195">
        <w:rPr>
          <w:rFonts w:ascii="Open Sans" w:eastAsia="Calibri" w:hAnsi="Open Sans" w:cs="Open Sans"/>
          <w:color w:val="000000"/>
          <w:sz w:val="20"/>
        </w:rPr>
        <w:t>I dati personali oggetto di trattamento potranno essere i seguenti:</w:t>
      </w:r>
    </w:p>
    <w:p w14:paraId="657C7B9F" w14:textId="4F51B188" w:rsidR="00FE03F9" w:rsidRPr="00FE03F9" w:rsidRDefault="006D5195" w:rsidP="006D5195">
      <w:pPr>
        <w:numPr>
          <w:ilvl w:val="0"/>
          <w:numId w:val="39"/>
        </w:numPr>
        <w:autoSpaceDE w:val="0"/>
        <w:autoSpaceDN w:val="0"/>
        <w:spacing w:after="120" w:line="280" w:lineRule="exact"/>
        <w:jc w:val="both"/>
        <w:rPr>
          <w:rFonts w:ascii="Open Sans" w:eastAsia="Calibri" w:hAnsi="Open Sans" w:cs="Open Sans"/>
          <w:sz w:val="20"/>
        </w:rPr>
      </w:pPr>
      <w:r w:rsidRPr="006D5195">
        <w:rPr>
          <w:rFonts w:ascii="Open Sans" w:eastAsia="Calibri" w:hAnsi="Open Sans" w:cs="Open Sans"/>
          <w:color w:val="000000"/>
          <w:sz w:val="20"/>
        </w:rPr>
        <w:t>Dati Personali acquisiti direttamente</w:t>
      </w:r>
      <w:r w:rsidR="000755E1" w:rsidRPr="000755E1">
        <w:rPr>
          <w:rFonts w:ascii="Open Sans" w:eastAsia="Calibri" w:hAnsi="Open Sans" w:cs="Open Sans"/>
          <w:color w:val="000000"/>
          <w:sz w:val="20"/>
        </w:rPr>
        <w:t xml:space="preserve"> </w:t>
      </w:r>
      <w:r w:rsidR="000755E1">
        <w:rPr>
          <w:rFonts w:ascii="Open Sans" w:eastAsia="Calibri" w:hAnsi="Open Sans" w:cs="Open Sans"/>
          <w:color w:val="000000"/>
          <w:sz w:val="20"/>
        </w:rPr>
        <w:t>dall’interessato</w:t>
      </w:r>
      <w:r w:rsidRPr="006D5195">
        <w:rPr>
          <w:rFonts w:ascii="Open Sans" w:eastAsia="Calibri" w:hAnsi="Open Sans" w:cs="Open Sans"/>
          <w:color w:val="000000"/>
          <w:sz w:val="20"/>
        </w:rPr>
        <w:t xml:space="preserve">, ovvero </w:t>
      </w:r>
      <w:r w:rsidRPr="006D5195">
        <w:rPr>
          <w:rFonts w:ascii="Open Sans" w:eastAsia="Calibri" w:hAnsi="Open Sans" w:cs="Open Sans"/>
          <w:bCs/>
          <w:sz w:val="20"/>
        </w:rPr>
        <w:t xml:space="preserve">dati anagrafici, codice di identificazione fiscale, dati identificativi dei documenti di identità (n. patente/C.I./Passaporto), dati di contatto (PEC, e-mail, contatti telefonici), coordinate bancarie, </w:t>
      </w:r>
      <w:r w:rsidR="00967B7D" w:rsidRPr="00967B7D">
        <w:rPr>
          <w:rFonts w:ascii="Open Sans" w:eastAsia="Calibri" w:hAnsi="Open Sans" w:cs="Open Sans"/>
          <w:bCs/>
          <w:sz w:val="20"/>
        </w:rPr>
        <w:t>dati economico/finanziari, reddituali, targa veicolo</w:t>
      </w:r>
      <w:r w:rsidR="00967B7D">
        <w:rPr>
          <w:rFonts w:ascii="Open Sans" w:eastAsia="Calibri" w:hAnsi="Open Sans" w:cs="Open Sans"/>
          <w:bCs/>
          <w:sz w:val="20"/>
        </w:rPr>
        <w:t xml:space="preserve">, </w:t>
      </w:r>
      <w:r w:rsidRPr="006D5195">
        <w:rPr>
          <w:rFonts w:ascii="Open Sans" w:eastAsia="Calibri" w:hAnsi="Open Sans" w:cs="Open Sans"/>
          <w:bCs/>
          <w:sz w:val="20"/>
        </w:rPr>
        <w:t>dati fiscali e previdenziali riguardanti l’assolvimento degli o</w:t>
      </w:r>
      <w:r w:rsidR="00B83C88">
        <w:rPr>
          <w:rFonts w:ascii="Open Sans" w:eastAsia="Calibri" w:hAnsi="Open Sans" w:cs="Open Sans"/>
          <w:bCs/>
          <w:sz w:val="20"/>
        </w:rPr>
        <w:t>bblighi contributivi e fiscali</w:t>
      </w:r>
      <w:r w:rsidR="006147CE">
        <w:rPr>
          <w:rFonts w:ascii="Open Sans" w:eastAsia="Calibri" w:hAnsi="Open Sans" w:cs="Open Sans"/>
          <w:bCs/>
          <w:sz w:val="20"/>
        </w:rPr>
        <w:t>.</w:t>
      </w:r>
    </w:p>
    <w:p w14:paraId="4878DA86" w14:textId="26E571E2" w:rsidR="006D5195" w:rsidRPr="006D5195" w:rsidRDefault="006D5195" w:rsidP="006D5195">
      <w:pPr>
        <w:numPr>
          <w:ilvl w:val="0"/>
          <w:numId w:val="39"/>
        </w:numPr>
        <w:autoSpaceDE w:val="0"/>
        <w:autoSpaceDN w:val="0"/>
        <w:spacing w:after="120" w:line="280" w:lineRule="exact"/>
        <w:jc w:val="both"/>
        <w:rPr>
          <w:rFonts w:ascii="Open Sans" w:eastAsia="Calibri" w:hAnsi="Open Sans" w:cs="Open Sans"/>
          <w:bCs/>
          <w:sz w:val="20"/>
        </w:rPr>
      </w:pPr>
      <w:r w:rsidRPr="006D5195">
        <w:rPr>
          <w:rFonts w:ascii="Open Sans" w:eastAsia="Calibri" w:hAnsi="Open Sans" w:cs="Open Sans"/>
          <w:color w:val="000000"/>
          <w:sz w:val="20"/>
        </w:rPr>
        <w:t xml:space="preserve">Dati acquisiti </w:t>
      </w:r>
      <w:r w:rsidR="000755E1">
        <w:rPr>
          <w:rFonts w:ascii="Open Sans" w:eastAsia="Calibri" w:hAnsi="Open Sans" w:cs="Open Sans"/>
          <w:color w:val="000000"/>
          <w:sz w:val="20"/>
        </w:rPr>
        <w:t>direttamente dall’interessato o</w:t>
      </w:r>
      <w:r w:rsidR="000755E1" w:rsidRPr="006D5195">
        <w:rPr>
          <w:rFonts w:ascii="Open Sans" w:eastAsia="Calibri" w:hAnsi="Open Sans" w:cs="Open Sans"/>
          <w:color w:val="000000"/>
          <w:sz w:val="20"/>
        </w:rPr>
        <w:t xml:space="preserve"> </w:t>
      </w:r>
      <w:r w:rsidRPr="006D5195">
        <w:rPr>
          <w:rFonts w:ascii="Open Sans" w:eastAsia="Calibri" w:hAnsi="Open Sans" w:cs="Open Sans"/>
          <w:color w:val="000000"/>
          <w:sz w:val="20"/>
        </w:rPr>
        <w:t xml:space="preserve">presso </w:t>
      </w:r>
      <w:r w:rsidRPr="006D5195">
        <w:rPr>
          <w:rFonts w:ascii="Open Sans" w:eastAsia="Calibri" w:hAnsi="Open Sans" w:cs="Open Sans"/>
          <w:bCs/>
          <w:color w:val="000000"/>
          <w:sz w:val="20"/>
        </w:rPr>
        <w:t>Pubbliche Amministrazioni e Autorità Giudiziarie nell’ambito della procedura concorsuale</w:t>
      </w:r>
      <w:r w:rsidRPr="006D5195">
        <w:rPr>
          <w:rFonts w:ascii="Open Sans" w:eastAsia="Calibri" w:hAnsi="Open Sans" w:cs="Open Sans"/>
          <w:color w:val="000000"/>
          <w:sz w:val="20"/>
        </w:rPr>
        <w:t xml:space="preserve">, ovvero </w:t>
      </w:r>
      <w:r w:rsidRPr="006D5195">
        <w:rPr>
          <w:rFonts w:ascii="Open Sans" w:eastAsia="Calibri" w:hAnsi="Open Sans" w:cs="Open Sans"/>
          <w:bCs/>
          <w:sz w:val="20"/>
        </w:rPr>
        <w:t xml:space="preserve">dati </w:t>
      </w:r>
      <w:r w:rsidR="00D375D3">
        <w:rPr>
          <w:rFonts w:ascii="Open Sans" w:eastAsia="Calibri" w:hAnsi="Open Sans" w:cs="Open Sans"/>
          <w:bCs/>
          <w:sz w:val="20"/>
        </w:rPr>
        <w:t>presenti nell’attestazione SOA</w:t>
      </w:r>
      <w:r w:rsidR="00D375D3" w:rsidRPr="006D5195">
        <w:rPr>
          <w:rFonts w:ascii="Open Sans" w:eastAsia="Calibri" w:hAnsi="Open Sans" w:cs="Open Sans"/>
          <w:bCs/>
          <w:sz w:val="20"/>
        </w:rPr>
        <w:t xml:space="preserve"> </w:t>
      </w:r>
      <w:r w:rsidR="00D375D3">
        <w:rPr>
          <w:rFonts w:ascii="Open Sans" w:eastAsia="Calibri" w:hAnsi="Open Sans" w:cs="Open Sans"/>
          <w:bCs/>
          <w:sz w:val="20"/>
        </w:rPr>
        <w:t xml:space="preserve">e dati </w:t>
      </w:r>
      <w:r w:rsidRPr="006D5195">
        <w:rPr>
          <w:rFonts w:ascii="Open Sans" w:eastAsia="Calibri" w:hAnsi="Open Sans" w:cs="Open Sans"/>
          <w:bCs/>
          <w:sz w:val="20"/>
        </w:rPr>
        <w:t>giudiziari</w:t>
      </w:r>
      <w:r w:rsidR="00D375D3">
        <w:rPr>
          <w:rFonts w:ascii="Open Sans" w:eastAsia="Calibri" w:hAnsi="Open Sans" w:cs="Open Sans"/>
          <w:bCs/>
          <w:sz w:val="20"/>
        </w:rPr>
        <w:t xml:space="preserve"> tra cui</w:t>
      </w:r>
      <w:r w:rsidRPr="006D5195">
        <w:rPr>
          <w:rFonts w:ascii="Open Sans" w:eastAsia="Calibri" w:hAnsi="Open Sans" w:cs="Open Sans"/>
          <w:bCs/>
          <w:sz w:val="20"/>
        </w:rPr>
        <w:t xml:space="preserve"> dati in materia di casellario giudiziale, di anagrafe delle sanzioni amministrative dipendenti da reato e dei relativi carichi pendenti.</w:t>
      </w:r>
    </w:p>
    <w:tbl>
      <w:tblPr>
        <w:tblW w:w="5000" w:type="pct"/>
        <w:tblBorders>
          <w:top w:val="single" w:sz="4" w:space="0" w:color="auto"/>
          <w:bottom w:val="single" w:sz="4" w:space="0" w:color="auto"/>
        </w:tblBorders>
        <w:tblLook w:val="04A0" w:firstRow="1" w:lastRow="0" w:firstColumn="1" w:lastColumn="0" w:noHBand="0" w:noVBand="1"/>
      </w:tblPr>
      <w:tblGrid>
        <w:gridCol w:w="788"/>
        <w:gridCol w:w="8993"/>
      </w:tblGrid>
      <w:tr w:rsidR="006D5195" w:rsidRPr="006D5195" w14:paraId="74BD1DB7" w14:textId="77777777" w:rsidTr="00B8100E">
        <w:tc>
          <w:tcPr>
            <w:tcW w:w="403" w:type="pct"/>
            <w:tcBorders>
              <w:top w:val="single" w:sz="4" w:space="0" w:color="C00000"/>
              <w:bottom w:val="single" w:sz="4" w:space="0" w:color="C00000"/>
            </w:tcBorders>
            <w:shd w:val="clear" w:color="auto" w:fill="auto"/>
          </w:tcPr>
          <w:p w14:paraId="5F642935" w14:textId="77777777" w:rsidR="006D5195" w:rsidRPr="006D5195" w:rsidRDefault="006D5195" w:rsidP="006D5195">
            <w:pPr>
              <w:shd w:val="clear" w:color="auto" w:fill="FFFFFF"/>
              <w:spacing w:before="80" w:after="40" w:line="259" w:lineRule="auto"/>
              <w:ind w:left="-130"/>
              <w:contextualSpacing/>
              <w:jc w:val="right"/>
              <w:rPr>
                <w:rFonts w:ascii="Open Sans" w:eastAsia="Calibri" w:hAnsi="Open Sans" w:cs="Open Sans"/>
                <w:b/>
                <w:noProof/>
                <w:sz w:val="20"/>
                <w:lang w:eastAsia="en-US"/>
              </w:rPr>
            </w:pPr>
            <w:r w:rsidRPr="00D37E7E">
              <w:rPr>
                <w:rFonts w:ascii="Open Sans" w:eastAsia="Calibri" w:hAnsi="Open Sans" w:cs="Open Sans"/>
                <w:noProof/>
                <w:sz w:val="20"/>
              </w:rPr>
              <w:drawing>
                <wp:anchor distT="0" distB="0" distL="114300" distR="114300" simplePos="0" relativeHeight="251661312" behindDoc="0" locked="0" layoutInCell="1" allowOverlap="1" wp14:anchorId="2AECB7B9" wp14:editId="5650F47F">
                  <wp:simplePos x="0" y="0"/>
                  <wp:positionH relativeFrom="column">
                    <wp:posOffset>-32385</wp:posOffset>
                  </wp:positionH>
                  <wp:positionV relativeFrom="paragraph">
                    <wp:posOffset>67310</wp:posOffset>
                  </wp:positionV>
                  <wp:extent cx="288290" cy="288290"/>
                  <wp:effectExtent l="0" t="0" r="0"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7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8290" cy="2882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97" w:type="pct"/>
            <w:tcBorders>
              <w:top w:val="single" w:sz="4" w:space="0" w:color="C00000"/>
              <w:bottom w:val="single" w:sz="4" w:space="0" w:color="C00000"/>
            </w:tcBorders>
            <w:shd w:val="clear" w:color="auto" w:fill="auto"/>
            <w:vAlign w:val="center"/>
          </w:tcPr>
          <w:p w14:paraId="208DD0FD" w14:textId="77777777" w:rsidR="006D5195" w:rsidRPr="006D5195" w:rsidRDefault="006D5195" w:rsidP="006D5195">
            <w:pPr>
              <w:shd w:val="clear" w:color="auto" w:fill="FFFFFF"/>
              <w:spacing w:before="40" w:after="40" w:line="280" w:lineRule="exact"/>
              <w:jc w:val="center"/>
              <w:rPr>
                <w:rFonts w:ascii="Open Sans" w:hAnsi="Open Sans" w:cs="Open Sans"/>
                <w:b/>
                <w:color w:val="C00000"/>
                <w:sz w:val="20"/>
                <w:lang w:eastAsia="en-US"/>
              </w:rPr>
            </w:pPr>
            <w:r w:rsidRPr="006D5195">
              <w:rPr>
                <w:rFonts w:ascii="Open Sans" w:hAnsi="Open Sans" w:cs="Open Sans"/>
                <w:b/>
                <w:color w:val="C00000"/>
                <w:sz w:val="20"/>
                <w:lang w:eastAsia="en-US"/>
              </w:rPr>
              <w:t>III. Finalità del Trattamento</w:t>
            </w:r>
          </w:p>
          <w:p w14:paraId="7B97419D" w14:textId="77777777" w:rsidR="006D5195" w:rsidRPr="006D5195" w:rsidRDefault="006D5195" w:rsidP="006D5195">
            <w:pPr>
              <w:shd w:val="clear" w:color="auto" w:fill="FFFFFF"/>
              <w:spacing w:before="40" w:after="40" w:line="280" w:lineRule="exact"/>
              <w:jc w:val="center"/>
              <w:rPr>
                <w:rFonts w:ascii="Open Sans" w:hAnsi="Open Sans" w:cs="Open Sans"/>
                <w:i/>
                <w:sz w:val="20"/>
                <w:lang w:eastAsia="en-US"/>
              </w:rPr>
            </w:pPr>
            <w:r w:rsidRPr="006D5195">
              <w:rPr>
                <w:rFonts w:ascii="Open Sans" w:hAnsi="Open Sans" w:cs="Open Sans"/>
                <w:i/>
                <w:color w:val="C00000"/>
                <w:sz w:val="20"/>
                <w:lang w:eastAsia="en-US"/>
              </w:rPr>
              <w:t>In questa sezione le indichiamo lo scopo del trattamento effettuato sui suoi dati</w:t>
            </w:r>
          </w:p>
        </w:tc>
      </w:tr>
    </w:tbl>
    <w:p w14:paraId="1629F516" w14:textId="77777777" w:rsidR="006D5195" w:rsidRPr="006D5195" w:rsidRDefault="006D5195" w:rsidP="006D5195">
      <w:pPr>
        <w:autoSpaceDE w:val="0"/>
        <w:autoSpaceDN w:val="0"/>
        <w:spacing w:after="120" w:line="280" w:lineRule="exact"/>
        <w:jc w:val="both"/>
        <w:rPr>
          <w:rFonts w:ascii="Open Sans" w:eastAsia="Calibri" w:hAnsi="Open Sans" w:cs="Open Sans"/>
          <w:bCs/>
          <w:sz w:val="20"/>
        </w:rPr>
      </w:pPr>
      <w:r w:rsidRPr="006D5195">
        <w:rPr>
          <w:rFonts w:ascii="Open Sans" w:eastAsia="Calibri" w:hAnsi="Open Sans" w:cs="Open Sans"/>
          <w:bCs/>
          <w:sz w:val="20"/>
        </w:rPr>
        <w:t>I dati saranno trattati per le seguenti finalità:</w:t>
      </w:r>
    </w:p>
    <w:p w14:paraId="4ACBF120" w14:textId="77777777" w:rsidR="0052727E" w:rsidRDefault="00FE03F9">
      <w:pPr>
        <w:pStyle w:val="Paragrafoelenco"/>
        <w:numPr>
          <w:ilvl w:val="0"/>
          <w:numId w:val="43"/>
        </w:numPr>
        <w:ind w:left="709"/>
        <w:jc w:val="both"/>
        <w:rPr>
          <w:rFonts w:ascii="Open Sans" w:hAnsi="Open Sans" w:cs="Open Sans"/>
          <w:bCs/>
          <w:sz w:val="20"/>
        </w:rPr>
      </w:pPr>
      <w:r w:rsidRPr="0052727E">
        <w:rPr>
          <w:rFonts w:ascii="Open Sans" w:eastAsia="Calibri" w:hAnsi="Open Sans" w:cs="Open Sans"/>
          <w:bCs/>
          <w:sz w:val="20"/>
        </w:rPr>
        <w:t>E</w:t>
      </w:r>
      <w:r w:rsidR="006F4B62" w:rsidRPr="0052727E">
        <w:rPr>
          <w:rFonts w:ascii="Open Sans" w:eastAsia="Calibri" w:hAnsi="Open Sans" w:cs="Open Sans"/>
          <w:bCs/>
          <w:sz w:val="20"/>
        </w:rPr>
        <w:t>spletamento delle</w:t>
      </w:r>
      <w:r w:rsidR="00350FB5" w:rsidRPr="0052727E">
        <w:rPr>
          <w:rFonts w:ascii="Open Sans" w:eastAsia="Calibri" w:hAnsi="Open Sans" w:cs="Open Sans"/>
          <w:bCs/>
          <w:sz w:val="20"/>
        </w:rPr>
        <w:t xml:space="preserve"> procedura di gara</w:t>
      </w:r>
      <w:r w:rsidR="006F4B62" w:rsidRPr="0052727E">
        <w:rPr>
          <w:rFonts w:ascii="Open Sans" w:eastAsia="Calibri" w:hAnsi="Open Sans" w:cs="Open Sans"/>
          <w:bCs/>
          <w:sz w:val="20"/>
        </w:rPr>
        <w:t>. Il conferimento dei dati è requisito necessario pe</w:t>
      </w:r>
      <w:r w:rsidRPr="0052727E">
        <w:rPr>
          <w:rFonts w:ascii="Open Sans" w:eastAsia="Calibri" w:hAnsi="Open Sans" w:cs="Open Sans"/>
          <w:bCs/>
          <w:sz w:val="20"/>
        </w:rPr>
        <w:t>r la partecipazione alla gara stessa</w:t>
      </w:r>
      <w:r w:rsidR="005E0DC3" w:rsidRPr="0052727E">
        <w:rPr>
          <w:rFonts w:ascii="Open Sans" w:eastAsia="Calibri" w:hAnsi="Open Sans" w:cs="Open Sans"/>
          <w:bCs/>
          <w:sz w:val="20"/>
        </w:rPr>
        <w:t xml:space="preserve">, </w:t>
      </w:r>
      <w:r w:rsidR="005E0DC3" w:rsidRPr="0052727E">
        <w:rPr>
          <w:rFonts w:ascii="Open Sans" w:hAnsi="Open Sans" w:cs="Open Sans"/>
          <w:bCs/>
          <w:sz w:val="20"/>
          <w:szCs w:val="20"/>
        </w:rPr>
        <w:t>ed un eventuale rifiuto comporterà per Anas l’impossibilità di perfezionare la sua partecipazione</w:t>
      </w:r>
      <w:r w:rsidRPr="0052727E">
        <w:rPr>
          <w:rFonts w:ascii="Open Sans" w:eastAsia="Calibri" w:hAnsi="Open Sans" w:cs="Open Sans"/>
          <w:bCs/>
          <w:sz w:val="20"/>
        </w:rPr>
        <w:t>.</w:t>
      </w:r>
      <w:r w:rsidR="00374A50" w:rsidRPr="0052727E">
        <w:rPr>
          <w:rFonts w:ascii="Open Sans" w:eastAsia="Calibri" w:hAnsi="Open Sans" w:cs="Open Sans"/>
          <w:bCs/>
          <w:sz w:val="20"/>
        </w:rPr>
        <w:t xml:space="preserve"> </w:t>
      </w:r>
      <w:r w:rsidR="00374A50" w:rsidRPr="0052727E">
        <w:rPr>
          <w:rFonts w:ascii="Open Sans" w:hAnsi="Open Sans" w:cs="Open Sans"/>
          <w:bCs/>
          <w:sz w:val="20"/>
        </w:rPr>
        <w:t xml:space="preserve">La base giuridica del trattamento di dati è l’esecuzione di misure </w:t>
      </w:r>
      <w:proofErr w:type="spellStart"/>
      <w:r w:rsidR="00374A50" w:rsidRPr="0052727E">
        <w:rPr>
          <w:rFonts w:ascii="Open Sans" w:hAnsi="Open Sans" w:cs="Open Sans"/>
          <w:bCs/>
          <w:sz w:val="20"/>
        </w:rPr>
        <w:t>pre</w:t>
      </w:r>
      <w:proofErr w:type="spellEnd"/>
      <w:r w:rsidR="00374A50" w:rsidRPr="0052727E">
        <w:rPr>
          <w:rFonts w:ascii="Open Sans" w:hAnsi="Open Sans" w:cs="Open Sans"/>
          <w:bCs/>
          <w:sz w:val="20"/>
        </w:rPr>
        <w:t>-contrattuali, ai sensi dell’art. 6 par. 1) lett. b) del GDPR.</w:t>
      </w:r>
    </w:p>
    <w:p w14:paraId="0958932B" w14:textId="1A3BDB4D" w:rsidR="00AC6985" w:rsidRPr="00F129C4" w:rsidRDefault="0052727E" w:rsidP="00F129C4">
      <w:pPr>
        <w:pStyle w:val="Paragrafoelenco"/>
        <w:numPr>
          <w:ilvl w:val="0"/>
          <w:numId w:val="43"/>
        </w:numPr>
        <w:autoSpaceDE w:val="0"/>
        <w:autoSpaceDN w:val="0"/>
        <w:spacing w:after="120" w:line="280" w:lineRule="exact"/>
        <w:ind w:left="709"/>
        <w:jc w:val="both"/>
        <w:rPr>
          <w:rFonts w:ascii="Open Sans" w:hAnsi="Open Sans" w:cs="Open Sans"/>
          <w:bCs/>
          <w:sz w:val="20"/>
          <w:szCs w:val="20"/>
        </w:rPr>
      </w:pPr>
      <w:r w:rsidRPr="00F129C4">
        <w:rPr>
          <w:rFonts w:ascii="Open Sans" w:hAnsi="Open Sans" w:cs="Open Sans"/>
          <w:bCs/>
          <w:sz w:val="20"/>
        </w:rPr>
        <w:t>V</w:t>
      </w:r>
      <w:r w:rsidR="00FA5917" w:rsidRPr="00F129C4">
        <w:rPr>
          <w:rFonts w:ascii="Open Sans" w:hAnsi="Open Sans" w:cs="Open Sans"/>
          <w:bCs/>
          <w:sz w:val="20"/>
        </w:rPr>
        <w:t>alutazione di eventuali</w:t>
      </w:r>
      <w:r w:rsidRPr="00F129C4">
        <w:rPr>
          <w:rFonts w:ascii="Open Sans" w:hAnsi="Open Sans" w:cs="Open Sans"/>
          <w:bCs/>
          <w:sz w:val="20"/>
        </w:rPr>
        <w:t xml:space="preserve"> motiv</w:t>
      </w:r>
      <w:r w:rsidR="00FA5917" w:rsidRPr="00F129C4">
        <w:rPr>
          <w:rFonts w:ascii="Open Sans" w:hAnsi="Open Sans" w:cs="Open Sans"/>
          <w:bCs/>
          <w:sz w:val="20"/>
        </w:rPr>
        <w:t>i di esclusione degli operatori economici</w:t>
      </w:r>
      <w:r w:rsidRPr="00F129C4">
        <w:rPr>
          <w:rFonts w:ascii="Open Sans" w:hAnsi="Open Sans" w:cs="Open Sans"/>
          <w:bCs/>
          <w:sz w:val="20"/>
        </w:rPr>
        <w:t xml:space="preserve"> dalla partecipazione a</w:t>
      </w:r>
      <w:r w:rsidR="008C0D39" w:rsidRPr="00F129C4">
        <w:rPr>
          <w:rFonts w:ascii="Open Sans" w:hAnsi="Open Sans" w:cs="Open Sans"/>
          <w:bCs/>
          <w:sz w:val="20"/>
        </w:rPr>
        <w:t>d</w:t>
      </w:r>
      <w:r w:rsidRPr="00F129C4">
        <w:rPr>
          <w:rFonts w:ascii="Open Sans" w:hAnsi="Open Sans" w:cs="Open Sans"/>
          <w:bCs/>
          <w:sz w:val="20"/>
        </w:rPr>
        <w:t xml:space="preserve"> una procedura d’appalto. </w:t>
      </w:r>
      <w:r w:rsidR="000755E1" w:rsidRPr="00F129C4">
        <w:rPr>
          <w:rFonts w:ascii="Open Sans" w:hAnsi="Open Sans" w:cs="Open Sans"/>
          <w:bCs/>
          <w:sz w:val="20"/>
        </w:rPr>
        <w:t xml:space="preserve">La base giuridica del trattamento dei dati, ivi inclusi i dati di natura giudiziaria, è l’adempimento di un obbligo legale, ai sensi dell’art. 6 par. 1 </w:t>
      </w:r>
      <w:proofErr w:type="spellStart"/>
      <w:r w:rsidR="000755E1" w:rsidRPr="00F129C4">
        <w:rPr>
          <w:rFonts w:ascii="Open Sans" w:hAnsi="Open Sans" w:cs="Open Sans"/>
          <w:bCs/>
          <w:sz w:val="20"/>
        </w:rPr>
        <w:t>lett</w:t>
      </w:r>
      <w:proofErr w:type="spellEnd"/>
      <w:r w:rsidR="000755E1" w:rsidRPr="00F129C4">
        <w:rPr>
          <w:rFonts w:ascii="Open Sans" w:hAnsi="Open Sans" w:cs="Open Sans"/>
          <w:bCs/>
          <w:sz w:val="20"/>
        </w:rPr>
        <w:t xml:space="preserve">. c) del GDPR: D.lgs. 50/2016 e </w:t>
      </w:r>
      <w:proofErr w:type="spellStart"/>
      <w:r w:rsidR="000755E1" w:rsidRPr="00F129C4">
        <w:rPr>
          <w:rFonts w:ascii="Open Sans" w:hAnsi="Open Sans" w:cs="Open Sans"/>
          <w:bCs/>
          <w:sz w:val="20"/>
        </w:rPr>
        <w:t>s.m.i.</w:t>
      </w:r>
      <w:proofErr w:type="spellEnd"/>
      <w:r w:rsidR="000755E1" w:rsidRPr="00F129C4">
        <w:rPr>
          <w:rFonts w:ascii="Open Sans" w:hAnsi="Open Sans" w:cs="Open Sans"/>
          <w:bCs/>
          <w:sz w:val="20"/>
        </w:rPr>
        <w:t xml:space="preserve"> </w:t>
      </w:r>
      <w:r w:rsidR="00F129C4">
        <w:rPr>
          <w:rFonts w:ascii="Open Sans" w:hAnsi="Open Sans" w:cs="Open Sans"/>
          <w:bCs/>
          <w:sz w:val="20"/>
        </w:rPr>
        <w:t xml:space="preserve"> (Codice degli Appalti</w:t>
      </w:r>
      <w:r w:rsidR="000755E1" w:rsidRPr="00F129C4">
        <w:rPr>
          <w:rFonts w:ascii="Open Sans" w:hAnsi="Open Sans" w:cs="Open Sans"/>
          <w:bCs/>
          <w:sz w:val="20"/>
        </w:rPr>
        <w:t>)</w:t>
      </w:r>
      <w:r w:rsidR="00AC6985" w:rsidRPr="00F129C4">
        <w:rPr>
          <w:rFonts w:ascii="Open Sans" w:hAnsi="Open Sans" w:cs="Open Sans"/>
          <w:bCs/>
          <w:sz w:val="20"/>
        </w:rPr>
        <w:t xml:space="preserve"> e </w:t>
      </w:r>
      <w:proofErr w:type="spellStart"/>
      <w:r w:rsidR="00AC6985" w:rsidRPr="00F129C4">
        <w:rPr>
          <w:rFonts w:ascii="Open Sans" w:hAnsi="Open Sans" w:cs="Open Sans"/>
          <w:bCs/>
          <w:sz w:val="20"/>
        </w:rPr>
        <w:t>D.Lgs.</w:t>
      </w:r>
      <w:proofErr w:type="spellEnd"/>
      <w:r w:rsidR="00AC6985" w:rsidRPr="00F129C4">
        <w:rPr>
          <w:rFonts w:ascii="Open Sans" w:hAnsi="Open Sans" w:cs="Open Sans"/>
          <w:bCs/>
          <w:sz w:val="20"/>
        </w:rPr>
        <w:t xml:space="preserve"> 159/2011 e </w:t>
      </w:r>
      <w:proofErr w:type="spellStart"/>
      <w:r w:rsidR="00AC6985" w:rsidRPr="00F129C4">
        <w:rPr>
          <w:rFonts w:ascii="Open Sans" w:hAnsi="Open Sans" w:cs="Open Sans"/>
          <w:bCs/>
          <w:sz w:val="20"/>
        </w:rPr>
        <w:t>s.m.i.</w:t>
      </w:r>
      <w:proofErr w:type="spellEnd"/>
      <w:r w:rsidR="00AC6985" w:rsidRPr="00F129C4">
        <w:rPr>
          <w:rFonts w:ascii="Open Sans" w:hAnsi="Open Sans" w:cs="Open Sans"/>
          <w:bCs/>
          <w:sz w:val="20"/>
        </w:rPr>
        <w:t xml:space="preserve"> (Codice Antimafia).</w:t>
      </w:r>
    </w:p>
    <w:p w14:paraId="2C840BE0" w14:textId="77777777" w:rsidR="008C0D39" w:rsidRPr="00F65983" w:rsidRDefault="008C0D39" w:rsidP="00F65983">
      <w:pPr>
        <w:pStyle w:val="Paragrafoelenco"/>
        <w:ind w:left="709"/>
        <w:jc w:val="both"/>
        <w:rPr>
          <w:rFonts w:ascii="Open Sans" w:hAnsi="Open Sans" w:cs="Open Sans"/>
          <w:bCs/>
          <w:sz w:val="20"/>
        </w:rPr>
      </w:pPr>
    </w:p>
    <w:p w14:paraId="2295FEBC" w14:textId="77777777" w:rsidR="00374A50" w:rsidRDefault="00516B24" w:rsidP="00771701">
      <w:pPr>
        <w:pStyle w:val="Paragrafoelenco"/>
        <w:numPr>
          <w:ilvl w:val="0"/>
          <w:numId w:val="43"/>
        </w:numPr>
        <w:ind w:left="709"/>
        <w:jc w:val="both"/>
        <w:rPr>
          <w:rFonts w:ascii="Open Sans" w:hAnsi="Open Sans" w:cs="Open Sans"/>
          <w:bCs/>
          <w:sz w:val="20"/>
        </w:rPr>
      </w:pPr>
      <w:r w:rsidRPr="00516B24">
        <w:rPr>
          <w:rFonts w:ascii="Open Sans" w:eastAsia="Calibri" w:hAnsi="Open Sans" w:cs="Open Sans"/>
          <w:bCs/>
          <w:sz w:val="20"/>
        </w:rPr>
        <w:t>Gestione degli adempimenti relativi alla stipula ed all’esecuzione del contratto</w:t>
      </w:r>
      <w:r>
        <w:rPr>
          <w:rFonts w:ascii="Open Sans" w:eastAsia="Calibri" w:hAnsi="Open Sans" w:cs="Open Sans"/>
          <w:bCs/>
          <w:sz w:val="20"/>
        </w:rPr>
        <w:t xml:space="preserve">. </w:t>
      </w:r>
      <w:r w:rsidR="00FE03F9" w:rsidRPr="00FE03F9">
        <w:rPr>
          <w:rFonts w:ascii="Open Sans" w:hAnsi="Open Sans" w:cs="Open Sans"/>
          <w:bCs/>
          <w:sz w:val="20"/>
        </w:rPr>
        <w:t>Il conferimento dei dati personali è un requisito necessario per la conclusione del contratto ed un eventuale rifiuto comporterà per Anas l’impossibilità di procedere con l’affidamento dell’incarico.</w:t>
      </w:r>
      <w:r w:rsidR="00374A50" w:rsidRPr="00374A50">
        <w:rPr>
          <w:rFonts w:ascii="Open Sans" w:eastAsia="Calibri" w:hAnsi="Open Sans" w:cs="Open Sans"/>
          <w:bCs/>
          <w:sz w:val="20"/>
        </w:rPr>
        <w:t xml:space="preserve"> </w:t>
      </w:r>
      <w:r w:rsidR="00374A50">
        <w:rPr>
          <w:rFonts w:ascii="Open Sans" w:hAnsi="Open Sans" w:cs="Open Sans"/>
          <w:bCs/>
          <w:sz w:val="20"/>
        </w:rPr>
        <w:t>La base giuridica del</w:t>
      </w:r>
      <w:r w:rsidR="00374A50" w:rsidRPr="00374A50">
        <w:rPr>
          <w:rFonts w:ascii="Open Sans" w:hAnsi="Open Sans" w:cs="Open Sans"/>
          <w:bCs/>
          <w:sz w:val="20"/>
        </w:rPr>
        <w:t xml:space="preserve"> trattament</w:t>
      </w:r>
      <w:r w:rsidR="00374A50">
        <w:rPr>
          <w:rFonts w:ascii="Open Sans" w:hAnsi="Open Sans" w:cs="Open Sans"/>
          <w:bCs/>
          <w:sz w:val="20"/>
        </w:rPr>
        <w:t>o</w:t>
      </w:r>
      <w:r w:rsidR="00374A50" w:rsidRPr="00374A50">
        <w:rPr>
          <w:rFonts w:ascii="Open Sans" w:hAnsi="Open Sans" w:cs="Open Sans"/>
          <w:bCs/>
          <w:sz w:val="20"/>
        </w:rPr>
        <w:t xml:space="preserve"> di dati è l’esecuzione di misure contrattuali, ai sensi dell’art. 6 par. 1) lett. b) del GDPR.</w:t>
      </w:r>
    </w:p>
    <w:p w14:paraId="1BC7EBFA" w14:textId="30B0EDB3" w:rsidR="00224B36" w:rsidRPr="00374A50" w:rsidRDefault="00224B36" w:rsidP="00771701">
      <w:pPr>
        <w:pStyle w:val="Paragrafoelenco"/>
        <w:numPr>
          <w:ilvl w:val="0"/>
          <w:numId w:val="43"/>
        </w:numPr>
        <w:ind w:left="709"/>
        <w:jc w:val="both"/>
        <w:rPr>
          <w:rFonts w:ascii="Open Sans" w:hAnsi="Open Sans" w:cs="Open Sans"/>
          <w:bCs/>
          <w:sz w:val="20"/>
        </w:rPr>
      </w:pPr>
      <w:r>
        <w:rPr>
          <w:rFonts w:ascii="Open Sans" w:hAnsi="Open Sans" w:cs="Open Sans"/>
          <w:bCs/>
          <w:sz w:val="20"/>
        </w:rPr>
        <w:t xml:space="preserve">Pubblicazione nella “Sezione trasparente” del sito web del Titolare della documentazione relativa alla gara di appalto. La base giuridica del trattamento dei dati è l’art. 29 del Codice degli Appalti. </w:t>
      </w:r>
    </w:p>
    <w:tbl>
      <w:tblPr>
        <w:tblW w:w="5000" w:type="pct"/>
        <w:tblBorders>
          <w:top w:val="single" w:sz="4" w:space="0" w:color="auto"/>
          <w:bottom w:val="single" w:sz="4" w:space="0" w:color="auto"/>
        </w:tblBorders>
        <w:tblLook w:val="04A0" w:firstRow="1" w:lastRow="0" w:firstColumn="1" w:lastColumn="0" w:noHBand="0" w:noVBand="1"/>
      </w:tblPr>
      <w:tblGrid>
        <w:gridCol w:w="788"/>
        <w:gridCol w:w="8993"/>
      </w:tblGrid>
      <w:tr w:rsidR="006D5195" w:rsidRPr="006D5195" w14:paraId="6705B4EE" w14:textId="77777777" w:rsidTr="00B8100E">
        <w:trPr>
          <w:trHeight w:val="56"/>
        </w:trPr>
        <w:tc>
          <w:tcPr>
            <w:tcW w:w="403" w:type="pct"/>
            <w:tcBorders>
              <w:top w:val="single" w:sz="4" w:space="0" w:color="C00000"/>
              <w:bottom w:val="single" w:sz="4" w:space="0" w:color="C00000"/>
            </w:tcBorders>
            <w:shd w:val="clear" w:color="auto" w:fill="auto"/>
          </w:tcPr>
          <w:p w14:paraId="7524F806" w14:textId="77777777" w:rsidR="006D5195" w:rsidRPr="006D5195" w:rsidRDefault="00D37E7E" w:rsidP="006D5195">
            <w:pPr>
              <w:shd w:val="clear" w:color="auto" w:fill="FFFFFF"/>
              <w:spacing w:before="80" w:after="40" w:line="259" w:lineRule="auto"/>
              <w:ind w:left="-130"/>
              <w:contextualSpacing/>
              <w:jc w:val="right"/>
              <w:rPr>
                <w:rFonts w:ascii="Open Sans" w:hAnsi="Open Sans" w:cs="Open Sans"/>
                <w:b/>
                <w:noProof/>
                <w:sz w:val="20"/>
                <w:lang w:eastAsia="en-US"/>
              </w:rPr>
            </w:pPr>
            <w:r w:rsidRPr="00D37E7E">
              <w:rPr>
                <w:rFonts w:ascii="Open Sans" w:eastAsia="Calibri" w:hAnsi="Open Sans" w:cs="Open Sans"/>
                <w:noProof/>
                <w:sz w:val="20"/>
              </w:rPr>
              <mc:AlternateContent>
                <mc:Choice Requires="wps">
                  <w:drawing>
                    <wp:anchor distT="0" distB="0" distL="114300" distR="114300" simplePos="0" relativeHeight="251662336" behindDoc="0" locked="0" layoutInCell="1" allowOverlap="1" wp14:anchorId="7AC08021" wp14:editId="46006394">
                      <wp:simplePos x="0" y="0"/>
                      <wp:positionH relativeFrom="column">
                        <wp:posOffset>-4528</wp:posOffset>
                      </wp:positionH>
                      <wp:positionV relativeFrom="paragraph">
                        <wp:posOffset>55245</wp:posOffset>
                      </wp:positionV>
                      <wp:extent cx="279400" cy="280035"/>
                      <wp:effectExtent l="0" t="0" r="6350" b="5715"/>
                      <wp:wrapNone/>
                      <wp:docPr id="11" name="Figura a mano libera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79400" cy="280035"/>
                              </a:xfrm>
                              <a:custGeom>
                                <a:avLst/>
                                <a:gdLst>
                                  <a:gd name="T0" fmla="*/ 0 w 512"/>
                                  <a:gd name="T1" fmla="*/ 256 h 512"/>
                                  <a:gd name="T2" fmla="*/ 512 w 512"/>
                                  <a:gd name="T3" fmla="*/ 256 h 512"/>
                                  <a:gd name="T4" fmla="*/ 232 w 512"/>
                                  <a:gd name="T5" fmla="*/ 296 h 512"/>
                                  <a:gd name="T6" fmla="*/ 203 w 512"/>
                                  <a:gd name="T7" fmla="*/ 352 h 512"/>
                                  <a:gd name="T8" fmla="*/ 203 w 512"/>
                                  <a:gd name="T9" fmla="*/ 374 h 512"/>
                                  <a:gd name="T10" fmla="*/ 139 w 512"/>
                                  <a:gd name="T11" fmla="*/ 367 h 512"/>
                                  <a:gd name="T12" fmla="*/ 139 w 512"/>
                                  <a:gd name="T13" fmla="*/ 363 h 512"/>
                                  <a:gd name="T14" fmla="*/ 149 w 512"/>
                                  <a:gd name="T15" fmla="*/ 299 h 512"/>
                                  <a:gd name="T16" fmla="*/ 160 w 512"/>
                                  <a:gd name="T17" fmla="*/ 337 h 512"/>
                                  <a:gd name="T18" fmla="*/ 232 w 512"/>
                                  <a:gd name="T19" fmla="*/ 281 h 512"/>
                                  <a:gd name="T20" fmla="*/ 232 w 512"/>
                                  <a:gd name="T21" fmla="*/ 232 h 512"/>
                                  <a:gd name="T22" fmla="*/ 216 w 512"/>
                                  <a:gd name="T23" fmla="*/ 232 h 512"/>
                                  <a:gd name="T24" fmla="*/ 160 w 512"/>
                                  <a:gd name="T25" fmla="*/ 203 h 512"/>
                                  <a:gd name="T26" fmla="*/ 139 w 512"/>
                                  <a:gd name="T27" fmla="*/ 203 h 512"/>
                                  <a:gd name="T28" fmla="*/ 145 w 512"/>
                                  <a:gd name="T29" fmla="*/ 140 h 512"/>
                                  <a:gd name="T30" fmla="*/ 149 w 512"/>
                                  <a:gd name="T31" fmla="*/ 139 h 512"/>
                                  <a:gd name="T32" fmla="*/ 213 w 512"/>
                                  <a:gd name="T33" fmla="*/ 150 h 512"/>
                                  <a:gd name="T34" fmla="*/ 175 w 512"/>
                                  <a:gd name="T35" fmla="*/ 160 h 512"/>
                                  <a:gd name="T36" fmla="*/ 232 w 512"/>
                                  <a:gd name="T37" fmla="*/ 232 h 512"/>
                                  <a:gd name="T38" fmla="*/ 373 w 512"/>
                                  <a:gd name="T39" fmla="*/ 363 h 512"/>
                                  <a:gd name="T40" fmla="*/ 363 w 512"/>
                                  <a:gd name="T41" fmla="*/ 374 h 512"/>
                                  <a:gd name="T42" fmla="*/ 299 w 512"/>
                                  <a:gd name="T43" fmla="*/ 363 h 512"/>
                                  <a:gd name="T44" fmla="*/ 337 w 512"/>
                                  <a:gd name="T45" fmla="*/ 352 h 512"/>
                                  <a:gd name="T46" fmla="*/ 280 w 512"/>
                                  <a:gd name="T47" fmla="*/ 281 h 512"/>
                                  <a:gd name="T48" fmla="*/ 352 w 512"/>
                                  <a:gd name="T49" fmla="*/ 337 h 512"/>
                                  <a:gd name="T50" fmla="*/ 363 w 512"/>
                                  <a:gd name="T51" fmla="*/ 299 h 512"/>
                                  <a:gd name="T52" fmla="*/ 373 w 512"/>
                                  <a:gd name="T53" fmla="*/ 363 h 512"/>
                                  <a:gd name="T54" fmla="*/ 363 w 512"/>
                                  <a:gd name="T55" fmla="*/ 214 h 512"/>
                                  <a:gd name="T56" fmla="*/ 352 w 512"/>
                                  <a:gd name="T57" fmla="*/ 175 h 512"/>
                                  <a:gd name="T58" fmla="*/ 288 w 512"/>
                                  <a:gd name="T59" fmla="*/ 235 h 512"/>
                                  <a:gd name="T60" fmla="*/ 280 w 512"/>
                                  <a:gd name="T61" fmla="*/ 217 h 512"/>
                                  <a:gd name="T62" fmla="*/ 309 w 512"/>
                                  <a:gd name="T63" fmla="*/ 160 h 512"/>
                                  <a:gd name="T64" fmla="*/ 309 w 512"/>
                                  <a:gd name="T65" fmla="*/ 139 h 512"/>
                                  <a:gd name="T66" fmla="*/ 363 w 512"/>
                                  <a:gd name="T67" fmla="*/ 139 h 512"/>
                                  <a:gd name="T68" fmla="*/ 373 w 512"/>
                                  <a:gd name="T69" fmla="*/ 150 h 5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12" h="512">
                                    <a:moveTo>
                                      <a:pt x="256" y="0"/>
                                    </a:moveTo>
                                    <a:cubicBezTo>
                                      <a:pt x="115" y="0"/>
                                      <a:pt x="0" y="115"/>
                                      <a:pt x="0" y="256"/>
                                    </a:cubicBezTo>
                                    <a:cubicBezTo>
                                      <a:pt x="0" y="398"/>
                                      <a:pt x="115" y="512"/>
                                      <a:pt x="256" y="512"/>
                                    </a:cubicBezTo>
                                    <a:cubicBezTo>
                                      <a:pt x="397" y="512"/>
                                      <a:pt x="512" y="398"/>
                                      <a:pt x="512" y="256"/>
                                    </a:cubicBezTo>
                                    <a:cubicBezTo>
                                      <a:pt x="512" y="115"/>
                                      <a:pt x="397" y="0"/>
                                      <a:pt x="256" y="0"/>
                                    </a:cubicBezTo>
                                    <a:close/>
                                    <a:moveTo>
                                      <a:pt x="232" y="296"/>
                                    </a:moveTo>
                                    <a:cubicBezTo>
                                      <a:pt x="175" y="352"/>
                                      <a:pt x="175" y="352"/>
                                      <a:pt x="175" y="352"/>
                                    </a:cubicBezTo>
                                    <a:cubicBezTo>
                                      <a:pt x="203" y="352"/>
                                      <a:pt x="203" y="352"/>
                                      <a:pt x="203" y="352"/>
                                    </a:cubicBezTo>
                                    <a:cubicBezTo>
                                      <a:pt x="209" y="352"/>
                                      <a:pt x="213" y="357"/>
                                      <a:pt x="213" y="363"/>
                                    </a:cubicBezTo>
                                    <a:cubicBezTo>
                                      <a:pt x="213" y="369"/>
                                      <a:pt x="209" y="374"/>
                                      <a:pt x="203" y="374"/>
                                    </a:cubicBezTo>
                                    <a:cubicBezTo>
                                      <a:pt x="149" y="374"/>
                                      <a:pt x="149" y="374"/>
                                      <a:pt x="149" y="374"/>
                                    </a:cubicBezTo>
                                    <a:cubicBezTo>
                                      <a:pt x="145" y="374"/>
                                      <a:pt x="141" y="371"/>
                                      <a:pt x="139" y="367"/>
                                    </a:cubicBezTo>
                                    <a:cubicBezTo>
                                      <a:pt x="139" y="366"/>
                                      <a:pt x="139" y="365"/>
                                      <a:pt x="139" y="363"/>
                                    </a:cubicBezTo>
                                    <a:cubicBezTo>
                                      <a:pt x="139" y="363"/>
                                      <a:pt x="139" y="363"/>
                                      <a:pt x="139" y="363"/>
                                    </a:cubicBezTo>
                                    <a:cubicBezTo>
                                      <a:pt x="139" y="310"/>
                                      <a:pt x="139" y="310"/>
                                      <a:pt x="139" y="310"/>
                                    </a:cubicBezTo>
                                    <a:cubicBezTo>
                                      <a:pt x="139" y="304"/>
                                      <a:pt x="143" y="299"/>
                                      <a:pt x="149" y="299"/>
                                    </a:cubicBezTo>
                                    <a:cubicBezTo>
                                      <a:pt x="155" y="299"/>
                                      <a:pt x="160" y="304"/>
                                      <a:pt x="160" y="310"/>
                                    </a:cubicBezTo>
                                    <a:cubicBezTo>
                                      <a:pt x="160" y="337"/>
                                      <a:pt x="160" y="337"/>
                                      <a:pt x="160" y="337"/>
                                    </a:cubicBezTo>
                                    <a:cubicBezTo>
                                      <a:pt x="216" y="281"/>
                                      <a:pt x="216" y="281"/>
                                      <a:pt x="216" y="281"/>
                                    </a:cubicBezTo>
                                    <a:cubicBezTo>
                                      <a:pt x="221" y="277"/>
                                      <a:pt x="227" y="277"/>
                                      <a:pt x="232" y="281"/>
                                    </a:cubicBezTo>
                                    <a:cubicBezTo>
                                      <a:pt x="236" y="285"/>
                                      <a:pt x="236" y="292"/>
                                      <a:pt x="232" y="296"/>
                                    </a:cubicBezTo>
                                    <a:close/>
                                    <a:moveTo>
                                      <a:pt x="232" y="232"/>
                                    </a:moveTo>
                                    <a:cubicBezTo>
                                      <a:pt x="229" y="234"/>
                                      <a:pt x="227" y="235"/>
                                      <a:pt x="224" y="235"/>
                                    </a:cubicBezTo>
                                    <a:cubicBezTo>
                                      <a:pt x="221" y="235"/>
                                      <a:pt x="219" y="234"/>
                                      <a:pt x="216" y="232"/>
                                    </a:cubicBezTo>
                                    <a:cubicBezTo>
                                      <a:pt x="160" y="175"/>
                                      <a:pt x="160" y="175"/>
                                      <a:pt x="160" y="175"/>
                                    </a:cubicBezTo>
                                    <a:cubicBezTo>
                                      <a:pt x="160" y="203"/>
                                      <a:pt x="160" y="203"/>
                                      <a:pt x="160" y="203"/>
                                    </a:cubicBezTo>
                                    <a:cubicBezTo>
                                      <a:pt x="160" y="209"/>
                                      <a:pt x="155" y="214"/>
                                      <a:pt x="149" y="214"/>
                                    </a:cubicBezTo>
                                    <a:cubicBezTo>
                                      <a:pt x="143" y="214"/>
                                      <a:pt x="139" y="209"/>
                                      <a:pt x="139" y="203"/>
                                    </a:cubicBezTo>
                                    <a:cubicBezTo>
                                      <a:pt x="139" y="150"/>
                                      <a:pt x="139" y="150"/>
                                      <a:pt x="139" y="150"/>
                                    </a:cubicBezTo>
                                    <a:cubicBezTo>
                                      <a:pt x="139" y="145"/>
                                      <a:pt x="141" y="141"/>
                                      <a:pt x="145" y="140"/>
                                    </a:cubicBezTo>
                                    <a:cubicBezTo>
                                      <a:pt x="147" y="139"/>
                                      <a:pt x="148" y="139"/>
                                      <a:pt x="149" y="139"/>
                                    </a:cubicBezTo>
                                    <a:cubicBezTo>
                                      <a:pt x="149" y="139"/>
                                      <a:pt x="149" y="139"/>
                                      <a:pt x="149" y="139"/>
                                    </a:cubicBezTo>
                                    <a:cubicBezTo>
                                      <a:pt x="203" y="139"/>
                                      <a:pt x="203" y="139"/>
                                      <a:pt x="203" y="139"/>
                                    </a:cubicBezTo>
                                    <a:cubicBezTo>
                                      <a:pt x="209" y="139"/>
                                      <a:pt x="213" y="144"/>
                                      <a:pt x="213" y="150"/>
                                    </a:cubicBezTo>
                                    <a:cubicBezTo>
                                      <a:pt x="213" y="156"/>
                                      <a:pt x="209" y="160"/>
                                      <a:pt x="203" y="160"/>
                                    </a:cubicBezTo>
                                    <a:cubicBezTo>
                                      <a:pt x="175" y="160"/>
                                      <a:pt x="175" y="160"/>
                                      <a:pt x="175" y="160"/>
                                    </a:cubicBezTo>
                                    <a:cubicBezTo>
                                      <a:pt x="232" y="217"/>
                                      <a:pt x="232" y="217"/>
                                      <a:pt x="232" y="217"/>
                                    </a:cubicBezTo>
                                    <a:cubicBezTo>
                                      <a:pt x="236" y="221"/>
                                      <a:pt x="236" y="228"/>
                                      <a:pt x="232" y="232"/>
                                    </a:cubicBezTo>
                                    <a:close/>
                                    <a:moveTo>
                                      <a:pt x="373" y="363"/>
                                    </a:moveTo>
                                    <a:cubicBezTo>
                                      <a:pt x="373" y="363"/>
                                      <a:pt x="373" y="363"/>
                                      <a:pt x="373" y="363"/>
                                    </a:cubicBezTo>
                                    <a:cubicBezTo>
                                      <a:pt x="373" y="365"/>
                                      <a:pt x="373" y="366"/>
                                      <a:pt x="373" y="367"/>
                                    </a:cubicBezTo>
                                    <a:cubicBezTo>
                                      <a:pt x="371" y="371"/>
                                      <a:pt x="367" y="374"/>
                                      <a:pt x="363" y="374"/>
                                    </a:cubicBezTo>
                                    <a:cubicBezTo>
                                      <a:pt x="309" y="374"/>
                                      <a:pt x="309" y="374"/>
                                      <a:pt x="309" y="374"/>
                                    </a:cubicBezTo>
                                    <a:cubicBezTo>
                                      <a:pt x="303" y="374"/>
                                      <a:pt x="299" y="369"/>
                                      <a:pt x="299" y="363"/>
                                    </a:cubicBezTo>
                                    <a:cubicBezTo>
                                      <a:pt x="299" y="357"/>
                                      <a:pt x="303" y="352"/>
                                      <a:pt x="309" y="352"/>
                                    </a:cubicBezTo>
                                    <a:cubicBezTo>
                                      <a:pt x="337" y="352"/>
                                      <a:pt x="337" y="352"/>
                                      <a:pt x="337" y="352"/>
                                    </a:cubicBezTo>
                                    <a:cubicBezTo>
                                      <a:pt x="280" y="296"/>
                                      <a:pt x="280" y="296"/>
                                      <a:pt x="280" y="296"/>
                                    </a:cubicBezTo>
                                    <a:cubicBezTo>
                                      <a:pt x="276" y="292"/>
                                      <a:pt x="276" y="285"/>
                                      <a:pt x="280" y="281"/>
                                    </a:cubicBezTo>
                                    <a:cubicBezTo>
                                      <a:pt x="285" y="277"/>
                                      <a:pt x="291" y="277"/>
                                      <a:pt x="296" y="281"/>
                                    </a:cubicBezTo>
                                    <a:cubicBezTo>
                                      <a:pt x="352" y="337"/>
                                      <a:pt x="352" y="337"/>
                                      <a:pt x="352" y="337"/>
                                    </a:cubicBezTo>
                                    <a:cubicBezTo>
                                      <a:pt x="352" y="310"/>
                                      <a:pt x="352" y="310"/>
                                      <a:pt x="352" y="310"/>
                                    </a:cubicBezTo>
                                    <a:cubicBezTo>
                                      <a:pt x="352" y="304"/>
                                      <a:pt x="357" y="299"/>
                                      <a:pt x="363" y="299"/>
                                    </a:cubicBezTo>
                                    <a:cubicBezTo>
                                      <a:pt x="369" y="299"/>
                                      <a:pt x="373" y="304"/>
                                      <a:pt x="373" y="310"/>
                                    </a:cubicBezTo>
                                    <a:lnTo>
                                      <a:pt x="373" y="363"/>
                                    </a:lnTo>
                                    <a:close/>
                                    <a:moveTo>
                                      <a:pt x="373" y="203"/>
                                    </a:moveTo>
                                    <a:cubicBezTo>
                                      <a:pt x="373" y="209"/>
                                      <a:pt x="369" y="214"/>
                                      <a:pt x="363" y="214"/>
                                    </a:cubicBezTo>
                                    <a:cubicBezTo>
                                      <a:pt x="357" y="214"/>
                                      <a:pt x="352" y="209"/>
                                      <a:pt x="352" y="203"/>
                                    </a:cubicBezTo>
                                    <a:cubicBezTo>
                                      <a:pt x="352" y="175"/>
                                      <a:pt x="352" y="175"/>
                                      <a:pt x="352" y="175"/>
                                    </a:cubicBezTo>
                                    <a:cubicBezTo>
                                      <a:pt x="296" y="232"/>
                                      <a:pt x="296" y="232"/>
                                      <a:pt x="296" y="232"/>
                                    </a:cubicBezTo>
                                    <a:cubicBezTo>
                                      <a:pt x="293" y="234"/>
                                      <a:pt x="291" y="235"/>
                                      <a:pt x="288" y="235"/>
                                    </a:cubicBezTo>
                                    <a:cubicBezTo>
                                      <a:pt x="285" y="235"/>
                                      <a:pt x="283" y="234"/>
                                      <a:pt x="280" y="232"/>
                                    </a:cubicBezTo>
                                    <a:cubicBezTo>
                                      <a:pt x="276" y="228"/>
                                      <a:pt x="276" y="221"/>
                                      <a:pt x="280" y="217"/>
                                    </a:cubicBezTo>
                                    <a:cubicBezTo>
                                      <a:pt x="337" y="160"/>
                                      <a:pt x="337" y="160"/>
                                      <a:pt x="337" y="160"/>
                                    </a:cubicBezTo>
                                    <a:cubicBezTo>
                                      <a:pt x="309" y="160"/>
                                      <a:pt x="309" y="160"/>
                                      <a:pt x="309" y="160"/>
                                    </a:cubicBezTo>
                                    <a:cubicBezTo>
                                      <a:pt x="303" y="160"/>
                                      <a:pt x="299" y="156"/>
                                      <a:pt x="299" y="150"/>
                                    </a:cubicBezTo>
                                    <a:cubicBezTo>
                                      <a:pt x="299" y="144"/>
                                      <a:pt x="303" y="139"/>
                                      <a:pt x="309" y="139"/>
                                    </a:cubicBezTo>
                                    <a:cubicBezTo>
                                      <a:pt x="363" y="139"/>
                                      <a:pt x="363" y="139"/>
                                      <a:pt x="363" y="139"/>
                                    </a:cubicBezTo>
                                    <a:cubicBezTo>
                                      <a:pt x="363" y="139"/>
                                      <a:pt x="363" y="139"/>
                                      <a:pt x="363" y="139"/>
                                    </a:cubicBezTo>
                                    <a:cubicBezTo>
                                      <a:pt x="364" y="139"/>
                                      <a:pt x="365" y="139"/>
                                      <a:pt x="367" y="140"/>
                                    </a:cubicBezTo>
                                    <a:cubicBezTo>
                                      <a:pt x="371" y="141"/>
                                      <a:pt x="373" y="145"/>
                                      <a:pt x="373" y="150"/>
                                    </a:cubicBezTo>
                                    <a:lnTo>
                                      <a:pt x="373" y="203"/>
                                    </a:lnTo>
                                    <a:close/>
                                  </a:path>
                                </a:pathLst>
                              </a:custGeom>
                              <a:solidFill>
                                <a:srgbClr val="C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7213CE" id="Figura a mano libera 11" o:spid="_x0000_s1026" style="position:absolute;margin-left:-.35pt;margin-top:4.35pt;width:22pt;height:2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12,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" path="m256,c115,,,115,,256,,398,115,512,256,512v141,,256,-114,256,-256c512,115,397,,256,xm232,296v-57,56,-57,56,-57,56c203,352,203,352,203,352v6,,10,5,10,11c213,369,209,374,203,374v-54,,-54,,-54,c145,374,141,371,139,367v,-1,,-2,,-4c139,363,139,363,139,363v,-53,,-53,,-53c139,304,143,299,149,299v6,,11,5,11,11c160,337,160,337,160,337v56,-56,56,-56,56,-56c221,277,227,277,232,281v4,4,4,11,,15xm232,232v-3,2,-5,3,-8,3c221,235,219,234,216,232,160,175,160,175,160,175v,28,,28,,28c160,209,155,214,149,214v-6,,-10,-5,-10,-11c139,150,139,150,139,150v,-5,2,-9,6,-10c147,139,148,139,149,139v,,,,,c203,139,203,139,203,139v6,,10,5,10,11c213,156,209,160,203,160v-28,,-28,,-28,c232,217,232,217,232,217v4,4,4,11,,15xm373,363v,,,,,c373,365,373,366,373,367v-2,4,-6,7,-10,7c309,374,309,374,309,374v-6,,-10,-5,-10,-11c299,357,303,352,309,352v28,,28,,28,c280,296,280,296,280,296v-4,-4,-4,-11,,-15c285,277,291,277,296,281v56,56,56,56,56,56c352,310,352,310,352,310v,-6,5,-11,11,-11c369,299,373,304,373,310r,53xm373,203v,6,-4,11,-10,11c357,214,352,209,352,203v,-28,,-28,,-28c296,232,296,232,296,232v-3,2,-5,3,-8,3c285,235,283,234,280,232v-4,-4,-4,-11,,-15c337,160,337,160,337,160v-28,,-28,,-28,c303,160,299,156,299,150v,-6,4,-11,10,-11c363,139,363,139,363,139v,,,,,c364,139,365,139,367,140v4,1,6,5,6,10l373,203xe" fillcolor="#c00000" stroked="f">
                      <v:path arrowok="t" o:connecttype="custom" o:connectlocs="0,140018;279400,140018;126603,161895;110778,192524;110778,204557;75853,200728;75853,198540;81310,163536;87313,184320;126603,153691;126603,126891;117872,126891;87313,111030;75853,111030;79127,76572;81310,76025;116235,82042;95498,87511;126603,126891;203547,198540;198090,204557;163165,198540;183902,192524;152797,153691;192088,184320;198090,163536;203547,198540;198090,117046;192088,95715;157163,128532;152797,118687;168622,87511;168622,76025;198090,76025;203547,82042" o:connectangles="0,0,0,0,0,0,0,0,0,0,0,0,0,0,0,0,0,0,0,0,0,0,0,0,0,0,0,0,0,0,0,0,0,0,0"/>
                      <o:lock v:ext="edit" aspectratio="t" verticies="t"/>
                    </v:shape>
                  </w:pict>
                </mc:Fallback>
              </mc:AlternateContent>
            </w:r>
          </w:p>
        </w:tc>
        <w:tc>
          <w:tcPr>
            <w:tcW w:w="4597" w:type="pct"/>
            <w:tcBorders>
              <w:top w:val="single" w:sz="4" w:space="0" w:color="C00000"/>
              <w:bottom w:val="single" w:sz="4" w:space="0" w:color="C00000"/>
            </w:tcBorders>
            <w:shd w:val="clear" w:color="auto" w:fill="auto"/>
            <w:vAlign w:val="center"/>
          </w:tcPr>
          <w:p w14:paraId="264BF132" w14:textId="77777777" w:rsidR="006D5195" w:rsidRPr="006D5195" w:rsidRDefault="006D5195" w:rsidP="006D5195">
            <w:pPr>
              <w:shd w:val="clear" w:color="auto" w:fill="FFFFFF"/>
              <w:spacing w:before="40" w:after="40"/>
              <w:jc w:val="center"/>
              <w:rPr>
                <w:rFonts w:ascii="Open Sans" w:hAnsi="Open Sans" w:cs="Open Sans"/>
                <w:b/>
                <w:color w:val="C00000"/>
                <w:sz w:val="20"/>
              </w:rPr>
            </w:pPr>
            <w:r w:rsidRPr="006D5195">
              <w:rPr>
                <w:rFonts w:ascii="Open Sans" w:hAnsi="Open Sans" w:cs="Open Sans"/>
                <w:b/>
                <w:color w:val="C00000"/>
                <w:sz w:val="20"/>
              </w:rPr>
              <w:t xml:space="preserve">IV. Soggetti destinatari dei dati </w:t>
            </w:r>
          </w:p>
          <w:p w14:paraId="4A70DE1C" w14:textId="77777777" w:rsidR="006D5195" w:rsidRPr="006D5195" w:rsidRDefault="006D5195" w:rsidP="006D5195">
            <w:pPr>
              <w:shd w:val="clear" w:color="auto" w:fill="FFFFFF"/>
              <w:spacing w:before="40" w:after="40"/>
              <w:ind w:left="94"/>
              <w:jc w:val="center"/>
              <w:rPr>
                <w:rFonts w:ascii="Open Sans" w:hAnsi="Open Sans" w:cs="Open Sans"/>
                <w:i/>
                <w:sz w:val="20"/>
              </w:rPr>
            </w:pPr>
            <w:r w:rsidRPr="006D5195">
              <w:rPr>
                <w:rFonts w:ascii="Open Sans" w:hAnsi="Open Sans" w:cs="Open Sans"/>
                <w:i/>
                <w:color w:val="C00000"/>
                <w:sz w:val="20"/>
              </w:rPr>
              <w:t xml:space="preserve">In questa sezione le indichiamo chi tratterà i suoi dati e a chi verranno comunicati </w:t>
            </w:r>
          </w:p>
        </w:tc>
      </w:tr>
    </w:tbl>
    <w:p w14:paraId="60FB09B7" w14:textId="77777777" w:rsidR="006D5195" w:rsidRPr="006D5195" w:rsidRDefault="006D5195" w:rsidP="006D5195">
      <w:pPr>
        <w:autoSpaceDE w:val="0"/>
        <w:autoSpaceDN w:val="0"/>
        <w:spacing w:after="120" w:line="280" w:lineRule="exact"/>
        <w:jc w:val="both"/>
        <w:rPr>
          <w:rFonts w:ascii="Open Sans" w:eastAsia="Calibri" w:hAnsi="Open Sans" w:cs="Open Sans"/>
          <w:bCs/>
          <w:sz w:val="20"/>
        </w:rPr>
      </w:pPr>
      <w:r w:rsidRPr="006D5195">
        <w:rPr>
          <w:rFonts w:ascii="Open Sans" w:eastAsia="Calibri" w:hAnsi="Open Sans" w:cs="Open Sans"/>
          <w:bCs/>
          <w:sz w:val="20"/>
        </w:rPr>
        <w:t>I dati personali acquisiti per il perseguimento delle finalità sopra indicate saranno trattati dai seguenti soggetti:</w:t>
      </w:r>
    </w:p>
    <w:p w14:paraId="19B0A9F8" w14:textId="181A1030" w:rsidR="006D5195" w:rsidRPr="006D5195" w:rsidRDefault="006D5195" w:rsidP="006D5195">
      <w:pPr>
        <w:numPr>
          <w:ilvl w:val="0"/>
          <w:numId w:val="13"/>
        </w:numPr>
        <w:shd w:val="clear" w:color="auto" w:fill="FFFFFF"/>
        <w:spacing w:after="160" w:line="259" w:lineRule="auto"/>
        <w:contextualSpacing/>
        <w:jc w:val="both"/>
        <w:rPr>
          <w:rFonts w:ascii="Open Sans" w:eastAsia="Calibri" w:hAnsi="Open Sans" w:cs="Open Sans"/>
          <w:sz w:val="20"/>
          <w:lang w:eastAsia="en-US"/>
        </w:rPr>
      </w:pPr>
      <w:r w:rsidRPr="006D5195">
        <w:rPr>
          <w:rFonts w:ascii="Open Sans" w:eastAsia="Calibri" w:hAnsi="Open Sans" w:cs="Open Sans"/>
          <w:b/>
          <w:sz w:val="20"/>
          <w:lang w:eastAsia="en-US"/>
        </w:rPr>
        <w:t>Ambito riconducibile a</w:t>
      </w:r>
      <w:r w:rsidR="002426DD">
        <w:rPr>
          <w:rFonts w:ascii="Open Sans" w:eastAsia="Calibri" w:hAnsi="Open Sans" w:cs="Open Sans"/>
          <w:b/>
          <w:sz w:val="20"/>
          <w:lang w:eastAsia="en-US"/>
        </w:rPr>
        <w:t>d</w:t>
      </w:r>
      <w:r w:rsidRPr="006D5195">
        <w:rPr>
          <w:rFonts w:ascii="Open Sans" w:eastAsia="Calibri" w:hAnsi="Open Sans" w:cs="Open Sans"/>
          <w:b/>
          <w:sz w:val="20"/>
          <w:lang w:eastAsia="en-US"/>
        </w:rPr>
        <w:t xml:space="preserve"> Anas S.p.A.</w:t>
      </w:r>
      <w:r w:rsidRPr="006D5195">
        <w:rPr>
          <w:rFonts w:ascii="Open Sans" w:eastAsia="Calibri" w:hAnsi="Open Sans" w:cs="Open Sans"/>
          <w:sz w:val="20"/>
          <w:lang w:eastAsia="en-US"/>
        </w:rPr>
        <w:t>:</w:t>
      </w:r>
    </w:p>
    <w:p w14:paraId="7DF0CF14" w14:textId="77777777" w:rsidR="00E51929" w:rsidRDefault="006D5195" w:rsidP="006D5195">
      <w:pPr>
        <w:numPr>
          <w:ilvl w:val="0"/>
          <w:numId w:val="35"/>
        </w:numPr>
        <w:shd w:val="clear" w:color="auto" w:fill="FFFFFF"/>
        <w:spacing w:after="160" w:line="259" w:lineRule="auto"/>
        <w:contextualSpacing/>
        <w:jc w:val="both"/>
        <w:rPr>
          <w:rFonts w:ascii="Open Sans" w:eastAsia="Calibri" w:hAnsi="Open Sans" w:cs="Open Sans"/>
          <w:sz w:val="20"/>
          <w:lang w:eastAsia="en-US"/>
        </w:rPr>
      </w:pPr>
      <w:r w:rsidRPr="006D5195">
        <w:rPr>
          <w:rFonts w:ascii="Open Sans" w:eastAsia="Calibri" w:hAnsi="Open Sans" w:cs="Open Sans"/>
          <w:sz w:val="20"/>
          <w:lang w:eastAsia="en-US"/>
        </w:rPr>
        <w:t>Soggetti che operano alle dipendenze di Anas e ne abbiano necessità per la mansione svolta o per la posizione gerarchica ricoperta. Tali soggetti saranno opportunamente istruiti al fine di evitare la perdita, la distruzione, l’accesso ai dati da parte di soggetti non autorizzati o di effettuare trattamenti non consentiti dei dati stessi</w:t>
      </w:r>
      <w:r w:rsidR="00E51929">
        <w:rPr>
          <w:rFonts w:ascii="Open Sans" w:eastAsia="Calibri" w:hAnsi="Open Sans" w:cs="Open Sans"/>
          <w:sz w:val="20"/>
          <w:lang w:eastAsia="en-US"/>
        </w:rPr>
        <w:t>.</w:t>
      </w:r>
    </w:p>
    <w:p w14:paraId="737C85C2" w14:textId="51375E12" w:rsidR="00224B36" w:rsidRPr="00224B36" w:rsidRDefault="00224B36" w:rsidP="00F65983">
      <w:pPr>
        <w:pStyle w:val="Paragrafoelenco"/>
        <w:numPr>
          <w:ilvl w:val="0"/>
          <w:numId w:val="35"/>
        </w:numPr>
        <w:jc w:val="both"/>
        <w:rPr>
          <w:rFonts w:ascii="Open Sans" w:eastAsia="Calibri" w:hAnsi="Open Sans" w:cs="Open Sans"/>
          <w:sz w:val="20"/>
          <w:szCs w:val="20"/>
        </w:rPr>
      </w:pPr>
      <w:r w:rsidRPr="00224B36">
        <w:rPr>
          <w:rFonts w:ascii="Open Sans" w:eastAsia="Calibri" w:hAnsi="Open Sans" w:cs="Open Sans"/>
          <w:sz w:val="20"/>
          <w:szCs w:val="20"/>
        </w:rPr>
        <w:t xml:space="preserve">Soggetti che svolgono attività strumentali per conto di Anas S.p.A.: società </w:t>
      </w:r>
      <w:r w:rsidR="00B17C77">
        <w:rPr>
          <w:rFonts w:ascii="Open Sans" w:eastAsia="Calibri" w:hAnsi="Open Sans" w:cs="Open Sans"/>
          <w:sz w:val="20"/>
          <w:szCs w:val="20"/>
        </w:rPr>
        <w:t xml:space="preserve">che fornisce e gestisce la piattaforma per l’esecuzione delle gare telematiche e </w:t>
      </w:r>
      <w:r w:rsidR="00A83783">
        <w:rPr>
          <w:rFonts w:ascii="Open Sans" w:eastAsia="Calibri" w:hAnsi="Open Sans" w:cs="Open Sans"/>
          <w:sz w:val="20"/>
          <w:szCs w:val="20"/>
        </w:rPr>
        <w:t>la gestione dei fornitori e dei processi correlati, soci</w:t>
      </w:r>
      <w:r w:rsidR="00253AA1">
        <w:rPr>
          <w:rFonts w:ascii="Open Sans" w:eastAsia="Calibri" w:hAnsi="Open Sans" w:cs="Open Sans"/>
          <w:sz w:val="20"/>
          <w:szCs w:val="20"/>
        </w:rPr>
        <w:t>età che forniscono banche dati</w:t>
      </w:r>
      <w:r w:rsidR="00A83783">
        <w:rPr>
          <w:rFonts w:ascii="Open Sans" w:eastAsia="Calibri" w:hAnsi="Open Sans" w:cs="Open Sans"/>
          <w:sz w:val="20"/>
          <w:szCs w:val="20"/>
        </w:rPr>
        <w:t>. Tali</w:t>
      </w:r>
      <w:r w:rsidRPr="00224B36">
        <w:rPr>
          <w:rFonts w:ascii="Open Sans" w:eastAsia="Calibri" w:hAnsi="Open Sans" w:cs="Open Sans"/>
          <w:sz w:val="20"/>
          <w:szCs w:val="20"/>
        </w:rPr>
        <w:t xml:space="preserve"> società agisc</w:t>
      </w:r>
      <w:r w:rsidR="00A83783">
        <w:rPr>
          <w:rFonts w:ascii="Open Sans" w:eastAsia="Calibri" w:hAnsi="Open Sans" w:cs="Open Sans"/>
          <w:sz w:val="20"/>
          <w:szCs w:val="20"/>
        </w:rPr>
        <w:t>ono</w:t>
      </w:r>
      <w:r w:rsidRPr="00224B36">
        <w:rPr>
          <w:rFonts w:ascii="Open Sans" w:eastAsia="Calibri" w:hAnsi="Open Sans" w:cs="Open Sans"/>
          <w:sz w:val="20"/>
          <w:szCs w:val="20"/>
        </w:rPr>
        <w:t xml:space="preserve"> in qualità di Responsabile del Trat</w:t>
      </w:r>
      <w:r w:rsidR="00A83783">
        <w:rPr>
          <w:rFonts w:ascii="Open Sans" w:eastAsia="Calibri" w:hAnsi="Open Sans" w:cs="Open Sans"/>
          <w:sz w:val="20"/>
          <w:szCs w:val="20"/>
        </w:rPr>
        <w:t>tamento per conto di Anas S.p.A</w:t>
      </w:r>
      <w:r w:rsidRPr="00224B36">
        <w:rPr>
          <w:rFonts w:ascii="Open Sans" w:eastAsia="Calibri" w:hAnsi="Open Sans" w:cs="Open Sans"/>
          <w:sz w:val="20"/>
          <w:szCs w:val="20"/>
        </w:rPr>
        <w:t>.</w:t>
      </w:r>
    </w:p>
    <w:p w14:paraId="12FAA78A" w14:textId="20A5C81C" w:rsidR="006D5195" w:rsidRPr="006D5195" w:rsidRDefault="006D5195" w:rsidP="006D5195">
      <w:pPr>
        <w:numPr>
          <w:ilvl w:val="0"/>
          <w:numId w:val="13"/>
        </w:numPr>
        <w:autoSpaceDE w:val="0"/>
        <w:autoSpaceDN w:val="0"/>
        <w:spacing w:line="280" w:lineRule="exact"/>
        <w:ind w:hanging="357"/>
        <w:jc w:val="both"/>
        <w:rPr>
          <w:rFonts w:ascii="Open Sans" w:hAnsi="Open Sans" w:cs="Open Sans"/>
          <w:sz w:val="20"/>
        </w:rPr>
      </w:pPr>
      <w:r w:rsidRPr="006D5195">
        <w:rPr>
          <w:rFonts w:ascii="Open Sans" w:hAnsi="Open Sans" w:cs="Open Sans"/>
          <w:b/>
          <w:sz w:val="20"/>
        </w:rPr>
        <w:t>Ambito non riconducibile ad Anas S.p.A</w:t>
      </w:r>
      <w:r w:rsidRPr="006D5195">
        <w:rPr>
          <w:rFonts w:ascii="Open Sans" w:hAnsi="Open Sans" w:cs="Open Sans"/>
          <w:sz w:val="20"/>
        </w:rPr>
        <w:t xml:space="preserve">.: </w:t>
      </w:r>
    </w:p>
    <w:p w14:paraId="34FA2722" w14:textId="12FAA88D" w:rsidR="006D5195" w:rsidRPr="006D5195" w:rsidRDefault="006D5195" w:rsidP="006D5195">
      <w:pPr>
        <w:numPr>
          <w:ilvl w:val="0"/>
          <w:numId w:val="35"/>
        </w:numPr>
        <w:shd w:val="clear" w:color="auto" w:fill="FFFFFF"/>
        <w:spacing w:line="259" w:lineRule="auto"/>
        <w:ind w:hanging="357"/>
        <w:contextualSpacing/>
        <w:jc w:val="both"/>
        <w:rPr>
          <w:rFonts w:ascii="Open Sans" w:eastAsia="Calibri" w:hAnsi="Open Sans" w:cs="Open Sans"/>
          <w:sz w:val="20"/>
          <w:lang w:eastAsia="en-US"/>
        </w:rPr>
      </w:pPr>
      <w:r w:rsidRPr="006D5195">
        <w:rPr>
          <w:rFonts w:ascii="Open Sans" w:eastAsia="Calibri" w:hAnsi="Open Sans" w:cs="Open Sans"/>
          <w:sz w:val="20"/>
          <w:lang w:eastAsia="en-US"/>
        </w:rPr>
        <w:t>Soggetti che agiscono in qualità di Titolari Autonomi del Trattamento: Prefetture, ANAC, Autorità Giudiziarie, altre Pubbliche Amministrazioni</w:t>
      </w:r>
      <w:r w:rsidR="00FA5917">
        <w:rPr>
          <w:rFonts w:ascii="Open Sans" w:eastAsia="Calibri" w:hAnsi="Open Sans" w:cs="Open Sans"/>
          <w:sz w:val="20"/>
          <w:lang w:eastAsia="en-US"/>
        </w:rPr>
        <w:t>.</w:t>
      </w:r>
    </w:p>
    <w:p w14:paraId="7BBC208F" w14:textId="5643EE26" w:rsidR="006D5195" w:rsidRPr="006D5195" w:rsidRDefault="006D5195" w:rsidP="006D5195">
      <w:pPr>
        <w:autoSpaceDE w:val="0"/>
        <w:autoSpaceDN w:val="0"/>
        <w:spacing w:after="120" w:line="280" w:lineRule="exact"/>
        <w:jc w:val="both"/>
        <w:rPr>
          <w:rFonts w:ascii="Open Sans" w:eastAsia="Calibri" w:hAnsi="Open Sans" w:cs="Open Sans"/>
          <w:bCs/>
          <w:color w:val="002060"/>
          <w:sz w:val="20"/>
        </w:rPr>
      </w:pPr>
      <w:r w:rsidRPr="006D5195">
        <w:rPr>
          <w:rFonts w:ascii="Open Sans" w:eastAsia="Calibri" w:hAnsi="Open Sans" w:cs="Open Sans"/>
          <w:bCs/>
          <w:sz w:val="20"/>
        </w:rPr>
        <w:t xml:space="preserve">L’elenco aggiornato dei soggetti destinatari dei dati è disponibile richiedendolo all’indirizzo e-mail: </w:t>
      </w:r>
      <w:r w:rsidR="00507EF5" w:rsidRPr="00B85C0D">
        <w:rPr>
          <w:rFonts w:ascii="Open Sans" w:hAnsi="Open Sans" w:cs="Open Sans"/>
          <w:b/>
          <w:bCs/>
          <w:sz w:val="20"/>
        </w:rPr>
        <w:t>datamanager</w:t>
      </w:r>
      <w:r w:rsidR="00B85C0D" w:rsidRPr="00B85C0D">
        <w:rPr>
          <w:rFonts w:ascii="Open Sans" w:hAnsi="Open Sans" w:cs="Open Sans"/>
          <w:b/>
          <w:bCs/>
          <w:sz w:val="20"/>
        </w:rPr>
        <w:t>stpiemonte-vda</w:t>
      </w:r>
      <w:r w:rsidR="00507EF5" w:rsidRPr="00B85C0D">
        <w:rPr>
          <w:rFonts w:ascii="Open Sans" w:hAnsi="Open Sans" w:cs="Open Sans"/>
          <w:b/>
          <w:bCs/>
          <w:sz w:val="20"/>
        </w:rPr>
        <w:t>@stradeanas.it</w:t>
      </w:r>
      <w:r w:rsidR="00253AA1" w:rsidRPr="00B85C0D">
        <w:rPr>
          <w:rFonts w:ascii="Open Sans" w:hAnsi="Open Sans" w:cs="Open Sans"/>
          <w:b/>
          <w:bCs/>
          <w:sz w:val="20"/>
        </w:rPr>
        <w:t>.</w:t>
      </w:r>
    </w:p>
    <w:tbl>
      <w:tblPr>
        <w:tblW w:w="5000" w:type="pct"/>
        <w:tblBorders>
          <w:top w:val="single" w:sz="4" w:space="0" w:color="auto"/>
          <w:bottom w:val="single" w:sz="4" w:space="0" w:color="auto"/>
        </w:tblBorders>
        <w:tblLook w:val="04A0" w:firstRow="1" w:lastRow="0" w:firstColumn="1" w:lastColumn="0" w:noHBand="0" w:noVBand="1"/>
      </w:tblPr>
      <w:tblGrid>
        <w:gridCol w:w="1289"/>
        <w:gridCol w:w="8492"/>
      </w:tblGrid>
      <w:tr w:rsidR="006D5195" w:rsidRPr="006D5195" w14:paraId="43D60025" w14:textId="77777777" w:rsidTr="00B8100E">
        <w:trPr>
          <w:trHeight w:val="56"/>
        </w:trPr>
        <w:tc>
          <w:tcPr>
            <w:tcW w:w="659" w:type="pct"/>
            <w:tcBorders>
              <w:top w:val="single" w:sz="4" w:space="0" w:color="C00000"/>
              <w:bottom w:val="single" w:sz="4" w:space="0" w:color="C00000"/>
            </w:tcBorders>
            <w:shd w:val="clear" w:color="auto" w:fill="auto"/>
            <w:vAlign w:val="center"/>
          </w:tcPr>
          <w:p w14:paraId="7B3A0CA6" w14:textId="77777777" w:rsidR="006D5195" w:rsidRPr="006D5195" w:rsidRDefault="006D5195" w:rsidP="006D5195">
            <w:pPr>
              <w:shd w:val="clear" w:color="auto" w:fill="FFFFFF"/>
              <w:spacing w:before="80" w:after="40"/>
              <w:jc w:val="center"/>
              <w:rPr>
                <w:rFonts w:ascii="Open Sans" w:hAnsi="Open Sans" w:cs="Open Sans"/>
                <w:b/>
                <w:noProof/>
                <w:sz w:val="20"/>
              </w:rPr>
            </w:pPr>
            <w:r w:rsidRPr="00D37E7E">
              <w:rPr>
                <w:rFonts w:ascii="Open Sans" w:hAnsi="Open Sans" w:cs="Open Sans"/>
                <w:noProof/>
                <w:sz w:val="20"/>
              </w:rPr>
              <mc:AlternateContent>
                <mc:Choice Requires="wps">
                  <w:drawing>
                    <wp:anchor distT="0" distB="0" distL="114300" distR="114300" simplePos="0" relativeHeight="251663360" behindDoc="0" locked="0" layoutInCell="1" allowOverlap="1" wp14:anchorId="17F90CB2" wp14:editId="4868B9AB">
                      <wp:simplePos x="0" y="0"/>
                      <wp:positionH relativeFrom="column">
                        <wp:posOffset>-20320</wp:posOffset>
                      </wp:positionH>
                      <wp:positionV relativeFrom="paragraph">
                        <wp:posOffset>-24765</wp:posOffset>
                      </wp:positionV>
                      <wp:extent cx="287655" cy="287655"/>
                      <wp:effectExtent l="0" t="0" r="0" b="0"/>
                      <wp:wrapNone/>
                      <wp:docPr id="684" name="Figura a mano libera 6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87655" cy="287655"/>
                              </a:xfrm>
                              <a:custGeom>
                                <a:avLst/>
                                <a:gdLst>
                                  <a:gd name="T0" fmla="*/ 181 w 512"/>
                                  <a:gd name="T1" fmla="*/ 373 h 512"/>
                                  <a:gd name="T2" fmla="*/ 330 w 512"/>
                                  <a:gd name="T3" fmla="*/ 373 h 512"/>
                                  <a:gd name="T4" fmla="*/ 330 w 512"/>
                                  <a:gd name="T5" fmla="*/ 266 h 512"/>
                                  <a:gd name="T6" fmla="*/ 181 w 512"/>
                                  <a:gd name="T7" fmla="*/ 266 h 512"/>
                                  <a:gd name="T8" fmla="*/ 181 w 512"/>
                                  <a:gd name="T9" fmla="*/ 373 h 512"/>
                                  <a:gd name="T10" fmla="*/ 213 w 512"/>
                                  <a:gd name="T11" fmla="*/ 288 h 512"/>
                                  <a:gd name="T12" fmla="*/ 298 w 512"/>
                                  <a:gd name="T13" fmla="*/ 288 h 512"/>
                                  <a:gd name="T14" fmla="*/ 309 w 512"/>
                                  <a:gd name="T15" fmla="*/ 298 h 512"/>
                                  <a:gd name="T16" fmla="*/ 298 w 512"/>
                                  <a:gd name="T17" fmla="*/ 309 h 512"/>
                                  <a:gd name="T18" fmla="*/ 213 w 512"/>
                                  <a:gd name="T19" fmla="*/ 309 h 512"/>
                                  <a:gd name="T20" fmla="*/ 202 w 512"/>
                                  <a:gd name="T21" fmla="*/ 298 h 512"/>
                                  <a:gd name="T22" fmla="*/ 213 w 512"/>
                                  <a:gd name="T23" fmla="*/ 288 h 512"/>
                                  <a:gd name="T24" fmla="*/ 213 w 512"/>
                                  <a:gd name="T25" fmla="*/ 330 h 512"/>
                                  <a:gd name="T26" fmla="*/ 298 w 512"/>
                                  <a:gd name="T27" fmla="*/ 330 h 512"/>
                                  <a:gd name="T28" fmla="*/ 309 w 512"/>
                                  <a:gd name="T29" fmla="*/ 341 h 512"/>
                                  <a:gd name="T30" fmla="*/ 298 w 512"/>
                                  <a:gd name="T31" fmla="*/ 352 h 512"/>
                                  <a:gd name="T32" fmla="*/ 213 w 512"/>
                                  <a:gd name="T33" fmla="*/ 352 h 512"/>
                                  <a:gd name="T34" fmla="*/ 202 w 512"/>
                                  <a:gd name="T35" fmla="*/ 341 h 512"/>
                                  <a:gd name="T36" fmla="*/ 213 w 512"/>
                                  <a:gd name="T37" fmla="*/ 330 h 512"/>
                                  <a:gd name="T38" fmla="*/ 337 w 512"/>
                                  <a:gd name="T39" fmla="*/ 138 h 512"/>
                                  <a:gd name="T40" fmla="*/ 373 w 512"/>
                                  <a:gd name="T41" fmla="*/ 175 h 512"/>
                                  <a:gd name="T42" fmla="*/ 373 w 512"/>
                                  <a:gd name="T43" fmla="*/ 373 h 512"/>
                                  <a:gd name="T44" fmla="*/ 352 w 512"/>
                                  <a:gd name="T45" fmla="*/ 373 h 512"/>
                                  <a:gd name="T46" fmla="*/ 352 w 512"/>
                                  <a:gd name="T47" fmla="*/ 256 h 512"/>
                                  <a:gd name="T48" fmla="*/ 341 w 512"/>
                                  <a:gd name="T49" fmla="*/ 245 h 512"/>
                                  <a:gd name="T50" fmla="*/ 170 w 512"/>
                                  <a:gd name="T51" fmla="*/ 245 h 512"/>
                                  <a:gd name="T52" fmla="*/ 160 w 512"/>
                                  <a:gd name="T53" fmla="*/ 256 h 512"/>
                                  <a:gd name="T54" fmla="*/ 160 w 512"/>
                                  <a:gd name="T55" fmla="*/ 373 h 512"/>
                                  <a:gd name="T56" fmla="*/ 138 w 512"/>
                                  <a:gd name="T57" fmla="*/ 373 h 512"/>
                                  <a:gd name="T58" fmla="*/ 138 w 512"/>
                                  <a:gd name="T59" fmla="*/ 138 h 512"/>
                                  <a:gd name="T60" fmla="*/ 181 w 512"/>
                                  <a:gd name="T61" fmla="*/ 138 h 512"/>
                                  <a:gd name="T62" fmla="*/ 181 w 512"/>
                                  <a:gd name="T63" fmla="*/ 213 h 512"/>
                                  <a:gd name="T64" fmla="*/ 192 w 512"/>
                                  <a:gd name="T65" fmla="*/ 224 h 512"/>
                                  <a:gd name="T66" fmla="*/ 320 w 512"/>
                                  <a:gd name="T67" fmla="*/ 224 h 512"/>
                                  <a:gd name="T68" fmla="*/ 330 w 512"/>
                                  <a:gd name="T69" fmla="*/ 213 h 512"/>
                                  <a:gd name="T70" fmla="*/ 330 w 512"/>
                                  <a:gd name="T71" fmla="*/ 138 h 512"/>
                                  <a:gd name="T72" fmla="*/ 337 w 512"/>
                                  <a:gd name="T73" fmla="*/ 138 h 512"/>
                                  <a:gd name="T74" fmla="*/ 256 w 512"/>
                                  <a:gd name="T75" fmla="*/ 0 h 512"/>
                                  <a:gd name="T76" fmla="*/ 0 w 512"/>
                                  <a:gd name="T77" fmla="*/ 256 h 512"/>
                                  <a:gd name="T78" fmla="*/ 256 w 512"/>
                                  <a:gd name="T79" fmla="*/ 512 h 512"/>
                                  <a:gd name="T80" fmla="*/ 512 w 512"/>
                                  <a:gd name="T81" fmla="*/ 256 h 512"/>
                                  <a:gd name="T82" fmla="*/ 256 w 512"/>
                                  <a:gd name="T83" fmla="*/ 0 h 512"/>
                                  <a:gd name="T84" fmla="*/ 394 w 512"/>
                                  <a:gd name="T85" fmla="*/ 384 h 512"/>
                                  <a:gd name="T86" fmla="*/ 384 w 512"/>
                                  <a:gd name="T87" fmla="*/ 394 h 512"/>
                                  <a:gd name="T88" fmla="*/ 128 w 512"/>
                                  <a:gd name="T89" fmla="*/ 394 h 512"/>
                                  <a:gd name="T90" fmla="*/ 117 w 512"/>
                                  <a:gd name="T91" fmla="*/ 384 h 512"/>
                                  <a:gd name="T92" fmla="*/ 117 w 512"/>
                                  <a:gd name="T93" fmla="*/ 128 h 512"/>
                                  <a:gd name="T94" fmla="*/ 128 w 512"/>
                                  <a:gd name="T95" fmla="*/ 117 h 512"/>
                                  <a:gd name="T96" fmla="*/ 341 w 512"/>
                                  <a:gd name="T97" fmla="*/ 117 h 512"/>
                                  <a:gd name="T98" fmla="*/ 349 w 512"/>
                                  <a:gd name="T99" fmla="*/ 120 h 512"/>
                                  <a:gd name="T100" fmla="*/ 391 w 512"/>
                                  <a:gd name="T101" fmla="*/ 163 h 512"/>
                                  <a:gd name="T102" fmla="*/ 394 w 512"/>
                                  <a:gd name="T103" fmla="*/ 170 h 512"/>
                                  <a:gd name="T104" fmla="*/ 394 w 512"/>
                                  <a:gd name="T105" fmla="*/ 384 h 512"/>
                                  <a:gd name="T106" fmla="*/ 309 w 512"/>
                                  <a:gd name="T107" fmla="*/ 202 h 512"/>
                                  <a:gd name="T108" fmla="*/ 202 w 512"/>
                                  <a:gd name="T109" fmla="*/ 202 h 512"/>
                                  <a:gd name="T110" fmla="*/ 202 w 512"/>
                                  <a:gd name="T111" fmla="*/ 138 h 512"/>
                                  <a:gd name="T112" fmla="*/ 309 w 512"/>
                                  <a:gd name="T113" fmla="*/ 138 h 512"/>
                                  <a:gd name="T114" fmla="*/ 309 w 512"/>
                                  <a:gd name="T115" fmla="*/ 202 h 5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512" h="512">
                                    <a:moveTo>
                                      <a:pt x="181" y="373"/>
                                    </a:moveTo>
                                    <a:cubicBezTo>
                                      <a:pt x="330" y="373"/>
                                      <a:pt x="330" y="373"/>
                                      <a:pt x="330" y="373"/>
                                    </a:cubicBezTo>
                                    <a:cubicBezTo>
                                      <a:pt x="330" y="266"/>
                                      <a:pt x="330" y="266"/>
                                      <a:pt x="330" y="266"/>
                                    </a:cubicBezTo>
                                    <a:cubicBezTo>
                                      <a:pt x="181" y="266"/>
                                      <a:pt x="181" y="266"/>
                                      <a:pt x="181" y="266"/>
                                    </a:cubicBezTo>
                                    <a:lnTo>
                                      <a:pt x="181" y="373"/>
                                    </a:lnTo>
                                    <a:close/>
                                    <a:moveTo>
                                      <a:pt x="213" y="288"/>
                                    </a:moveTo>
                                    <a:cubicBezTo>
                                      <a:pt x="298" y="288"/>
                                      <a:pt x="298" y="288"/>
                                      <a:pt x="298" y="288"/>
                                    </a:cubicBezTo>
                                    <a:cubicBezTo>
                                      <a:pt x="304" y="288"/>
                                      <a:pt x="309" y="292"/>
                                      <a:pt x="309" y="298"/>
                                    </a:cubicBezTo>
                                    <a:cubicBezTo>
                                      <a:pt x="309" y="304"/>
                                      <a:pt x="304" y="309"/>
                                      <a:pt x="298" y="309"/>
                                    </a:cubicBezTo>
                                    <a:cubicBezTo>
                                      <a:pt x="213" y="309"/>
                                      <a:pt x="213" y="309"/>
                                      <a:pt x="213" y="309"/>
                                    </a:cubicBezTo>
                                    <a:cubicBezTo>
                                      <a:pt x="207" y="309"/>
                                      <a:pt x="202" y="304"/>
                                      <a:pt x="202" y="298"/>
                                    </a:cubicBezTo>
                                    <a:cubicBezTo>
                                      <a:pt x="202" y="292"/>
                                      <a:pt x="207" y="288"/>
                                      <a:pt x="213" y="288"/>
                                    </a:cubicBezTo>
                                    <a:close/>
                                    <a:moveTo>
                                      <a:pt x="213" y="330"/>
                                    </a:moveTo>
                                    <a:cubicBezTo>
                                      <a:pt x="298" y="330"/>
                                      <a:pt x="298" y="330"/>
                                      <a:pt x="298" y="330"/>
                                    </a:cubicBezTo>
                                    <a:cubicBezTo>
                                      <a:pt x="304" y="330"/>
                                      <a:pt x="309" y="335"/>
                                      <a:pt x="309" y="341"/>
                                    </a:cubicBezTo>
                                    <a:cubicBezTo>
                                      <a:pt x="309" y="347"/>
                                      <a:pt x="304" y="352"/>
                                      <a:pt x="298" y="352"/>
                                    </a:cubicBezTo>
                                    <a:cubicBezTo>
                                      <a:pt x="213" y="352"/>
                                      <a:pt x="213" y="352"/>
                                      <a:pt x="213" y="352"/>
                                    </a:cubicBezTo>
                                    <a:cubicBezTo>
                                      <a:pt x="207" y="352"/>
                                      <a:pt x="202" y="347"/>
                                      <a:pt x="202" y="341"/>
                                    </a:cubicBezTo>
                                    <a:cubicBezTo>
                                      <a:pt x="202" y="335"/>
                                      <a:pt x="207" y="330"/>
                                      <a:pt x="213" y="330"/>
                                    </a:cubicBezTo>
                                    <a:close/>
                                    <a:moveTo>
                                      <a:pt x="337" y="138"/>
                                    </a:moveTo>
                                    <a:cubicBezTo>
                                      <a:pt x="373" y="175"/>
                                      <a:pt x="373" y="175"/>
                                      <a:pt x="373" y="175"/>
                                    </a:cubicBezTo>
                                    <a:cubicBezTo>
                                      <a:pt x="373" y="373"/>
                                      <a:pt x="373" y="373"/>
                                      <a:pt x="373" y="373"/>
                                    </a:cubicBezTo>
                                    <a:cubicBezTo>
                                      <a:pt x="352" y="373"/>
                                      <a:pt x="352" y="373"/>
                                      <a:pt x="352" y="373"/>
                                    </a:cubicBezTo>
                                    <a:cubicBezTo>
                                      <a:pt x="352" y="256"/>
                                      <a:pt x="352" y="256"/>
                                      <a:pt x="352" y="256"/>
                                    </a:cubicBezTo>
                                    <a:cubicBezTo>
                                      <a:pt x="352" y="250"/>
                                      <a:pt x="347" y="245"/>
                                      <a:pt x="341" y="245"/>
                                    </a:cubicBezTo>
                                    <a:cubicBezTo>
                                      <a:pt x="170" y="245"/>
                                      <a:pt x="170" y="245"/>
                                      <a:pt x="170" y="245"/>
                                    </a:cubicBezTo>
                                    <a:cubicBezTo>
                                      <a:pt x="164" y="245"/>
                                      <a:pt x="160" y="250"/>
                                      <a:pt x="160" y="256"/>
                                    </a:cubicBezTo>
                                    <a:cubicBezTo>
                                      <a:pt x="160" y="373"/>
                                      <a:pt x="160" y="373"/>
                                      <a:pt x="160" y="373"/>
                                    </a:cubicBezTo>
                                    <a:cubicBezTo>
                                      <a:pt x="138" y="373"/>
                                      <a:pt x="138" y="373"/>
                                      <a:pt x="138" y="373"/>
                                    </a:cubicBezTo>
                                    <a:cubicBezTo>
                                      <a:pt x="138" y="138"/>
                                      <a:pt x="138" y="138"/>
                                      <a:pt x="138" y="138"/>
                                    </a:cubicBezTo>
                                    <a:cubicBezTo>
                                      <a:pt x="181" y="138"/>
                                      <a:pt x="181" y="138"/>
                                      <a:pt x="181" y="138"/>
                                    </a:cubicBezTo>
                                    <a:cubicBezTo>
                                      <a:pt x="181" y="213"/>
                                      <a:pt x="181" y="213"/>
                                      <a:pt x="181" y="213"/>
                                    </a:cubicBezTo>
                                    <a:cubicBezTo>
                                      <a:pt x="181" y="219"/>
                                      <a:pt x="186" y="224"/>
                                      <a:pt x="192" y="224"/>
                                    </a:cubicBezTo>
                                    <a:cubicBezTo>
                                      <a:pt x="320" y="224"/>
                                      <a:pt x="320" y="224"/>
                                      <a:pt x="320" y="224"/>
                                    </a:cubicBezTo>
                                    <a:cubicBezTo>
                                      <a:pt x="326" y="224"/>
                                      <a:pt x="330" y="219"/>
                                      <a:pt x="330" y="213"/>
                                    </a:cubicBezTo>
                                    <a:cubicBezTo>
                                      <a:pt x="330" y="138"/>
                                      <a:pt x="330" y="138"/>
                                      <a:pt x="330" y="138"/>
                                    </a:cubicBezTo>
                                    <a:lnTo>
                                      <a:pt x="337" y="138"/>
                                    </a:lnTo>
                                    <a:close/>
                                    <a:moveTo>
                                      <a:pt x="256" y="0"/>
                                    </a:moveTo>
                                    <a:cubicBezTo>
                                      <a:pt x="114" y="0"/>
                                      <a:pt x="0" y="114"/>
                                      <a:pt x="0" y="256"/>
                                    </a:cubicBezTo>
                                    <a:cubicBezTo>
                                      <a:pt x="0" y="397"/>
                                      <a:pt x="114" y="512"/>
                                      <a:pt x="256" y="512"/>
                                    </a:cubicBezTo>
                                    <a:cubicBezTo>
                                      <a:pt x="397" y="512"/>
                                      <a:pt x="512" y="397"/>
                                      <a:pt x="512" y="256"/>
                                    </a:cubicBezTo>
                                    <a:cubicBezTo>
                                      <a:pt x="512" y="114"/>
                                      <a:pt x="397" y="0"/>
                                      <a:pt x="256" y="0"/>
                                    </a:cubicBezTo>
                                    <a:close/>
                                    <a:moveTo>
                                      <a:pt x="394" y="384"/>
                                    </a:moveTo>
                                    <a:cubicBezTo>
                                      <a:pt x="394" y="390"/>
                                      <a:pt x="390" y="394"/>
                                      <a:pt x="384" y="394"/>
                                    </a:cubicBezTo>
                                    <a:cubicBezTo>
                                      <a:pt x="128" y="394"/>
                                      <a:pt x="128" y="394"/>
                                      <a:pt x="128" y="394"/>
                                    </a:cubicBezTo>
                                    <a:cubicBezTo>
                                      <a:pt x="122" y="394"/>
                                      <a:pt x="117" y="390"/>
                                      <a:pt x="117" y="384"/>
                                    </a:cubicBezTo>
                                    <a:cubicBezTo>
                                      <a:pt x="117" y="128"/>
                                      <a:pt x="117" y="128"/>
                                      <a:pt x="117" y="128"/>
                                    </a:cubicBezTo>
                                    <a:cubicBezTo>
                                      <a:pt x="117" y="122"/>
                                      <a:pt x="122" y="117"/>
                                      <a:pt x="128" y="117"/>
                                    </a:cubicBezTo>
                                    <a:cubicBezTo>
                                      <a:pt x="341" y="117"/>
                                      <a:pt x="341" y="117"/>
                                      <a:pt x="341" y="117"/>
                                    </a:cubicBezTo>
                                    <a:cubicBezTo>
                                      <a:pt x="344" y="117"/>
                                      <a:pt x="347" y="118"/>
                                      <a:pt x="349" y="120"/>
                                    </a:cubicBezTo>
                                    <a:cubicBezTo>
                                      <a:pt x="391" y="163"/>
                                      <a:pt x="391" y="163"/>
                                      <a:pt x="391" y="163"/>
                                    </a:cubicBezTo>
                                    <a:cubicBezTo>
                                      <a:pt x="393" y="165"/>
                                      <a:pt x="394" y="167"/>
                                      <a:pt x="394" y="170"/>
                                    </a:cubicBezTo>
                                    <a:lnTo>
                                      <a:pt x="394" y="384"/>
                                    </a:lnTo>
                                    <a:close/>
                                    <a:moveTo>
                                      <a:pt x="309" y="202"/>
                                    </a:moveTo>
                                    <a:cubicBezTo>
                                      <a:pt x="202" y="202"/>
                                      <a:pt x="202" y="202"/>
                                      <a:pt x="202" y="202"/>
                                    </a:cubicBezTo>
                                    <a:cubicBezTo>
                                      <a:pt x="202" y="138"/>
                                      <a:pt x="202" y="138"/>
                                      <a:pt x="202" y="138"/>
                                    </a:cubicBezTo>
                                    <a:cubicBezTo>
                                      <a:pt x="309" y="138"/>
                                      <a:pt x="309" y="138"/>
                                      <a:pt x="309" y="138"/>
                                    </a:cubicBezTo>
                                    <a:lnTo>
                                      <a:pt x="309" y="202"/>
                                    </a:lnTo>
                                    <a:close/>
                                  </a:path>
                                </a:pathLst>
                              </a:custGeom>
                              <a:solidFill>
                                <a:srgbClr val="C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955932" id="Figura a mano libera 684" o:spid="_x0000_s1026" style="position:absolute;margin-left:-1.6pt;margin-top:-1.95pt;width:22.65pt;height:22.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12,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" path="m181,373v149,,149,,149,c330,266,330,266,330,266v-149,,-149,,-149,l181,373xm213,288v85,,85,,85,c304,288,309,292,309,298v,6,-5,11,-11,11c213,309,213,309,213,309v-6,,-11,-5,-11,-11c202,292,207,288,213,288xm213,330v85,,85,,85,c304,330,309,335,309,341v,6,-5,11,-11,11c213,352,213,352,213,352v-6,,-11,-5,-11,-11c202,335,207,330,213,330xm337,138v36,37,36,37,36,37c373,373,373,373,373,373v-21,,-21,,-21,c352,256,352,256,352,256v,-6,-5,-11,-11,-11c170,245,170,245,170,245v-6,,-10,5,-10,11c160,373,160,373,160,373v-22,,-22,,-22,c138,138,138,138,138,138v43,,43,,43,c181,213,181,213,181,213v,6,5,11,11,11c320,224,320,224,320,224v6,,10,-5,10,-11c330,138,330,138,330,138r7,xm256,c114,,,114,,256,,397,114,512,256,512v141,,256,-115,256,-256c512,114,397,,256,xm394,384v,6,-4,10,-10,10c128,394,128,394,128,394v-6,,-11,-4,-11,-10c117,128,117,128,117,128v,-6,5,-11,11,-11c341,117,341,117,341,117v3,,6,1,8,3c391,163,391,163,391,163v2,2,3,4,3,7l394,384xm309,202v-107,,-107,,-107,c202,138,202,138,202,138v107,,107,,107,l309,202xe" fillcolor="#c00000" stroked="f">
                      <v:path arrowok="t" o:connecttype="custom" o:connectlocs="101691,209561;185403,209561;185403,149446;101691,149446;101691,209561;119669,161806;167424,161806;173604,167424;167424,173604;119669,173604;113489,167424;119669,161806;119669,185403;167424,185403;173604,191583;167424,197763;119669,197763;113489,191583;119669,185403;189335,77532;209561,98320;209561,209561;197763,209561;197763,143828;191583,137647;95510,137647;89892,143828;89892,209561;77532,209561;77532,77532;101691,77532;101691,119669;107871,125849;179784,125849;185403,119669;185403,77532;189335,77532;143828,0;0,143828;143828,287655;287655,143828;143828,0;221360,215741;215741,221360;71914,221360;65734,215741;65734,71914;71914,65734;191583,65734;196077,67419;219674,91578;221360,95510;221360,215741;173604,113489;113489,113489;113489,77532;173604,77532;173604,113489" o:connectangles="0,0,0,0,0,0,0,0,0,0,0,0,0,0,0,0,0,0,0,0,0,0,0,0,0,0,0,0,0,0,0,0,0,0,0,0,0,0,0,0,0,0,0,0,0,0,0,0,0,0,0,0,0,0,0,0,0,0"/>
                      <o:lock v:ext="edit" aspectratio="t" verticies="t"/>
                    </v:shape>
                  </w:pict>
                </mc:Fallback>
              </mc:AlternateContent>
            </w:r>
          </w:p>
        </w:tc>
        <w:tc>
          <w:tcPr>
            <w:tcW w:w="4341" w:type="pct"/>
            <w:tcBorders>
              <w:top w:val="single" w:sz="4" w:space="0" w:color="C00000"/>
              <w:bottom w:val="single" w:sz="4" w:space="0" w:color="C00000"/>
            </w:tcBorders>
            <w:shd w:val="clear" w:color="auto" w:fill="auto"/>
            <w:vAlign w:val="center"/>
          </w:tcPr>
          <w:p w14:paraId="7D04427F" w14:textId="7F6DF1EC" w:rsidR="006D5195" w:rsidRPr="006D5195" w:rsidRDefault="006D5195" w:rsidP="006D5195">
            <w:pPr>
              <w:shd w:val="clear" w:color="auto" w:fill="FFFFFF"/>
              <w:spacing w:before="40" w:after="40"/>
              <w:jc w:val="center"/>
              <w:rPr>
                <w:rFonts w:ascii="Open Sans" w:hAnsi="Open Sans" w:cs="Open Sans"/>
                <w:b/>
                <w:color w:val="C00000"/>
                <w:sz w:val="20"/>
              </w:rPr>
            </w:pPr>
            <w:r w:rsidRPr="006D5195">
              <w:rPr>
                <w:rFonts w:ascii="Open Sans" w:hAnsi="Open Sans" w:cs="Open Sans"/>
                <w:b/>
                <w:color w:val="C00000"/>
                <w:sz w:val="20"/>
              </w:rPr>
              <w:t>V. Conservazione dei dati</w:t>
            </w:r>
          </w:p>
          <w:p w14:paraId="27780EA1" w14:textId="77777777" w:rsidR="006D5195" w:rsidRPr="006D5195" w:rsidRDefault="006D5195" w:rsidP="006D5195">
            <w:pPr>
              <w:shd w:val="clear" w:color="auto" w:fill="FFFFFF"/>
              <w:spacing w:before="40" w:after="40"/>
              <w:jc w:val="center"/>
              <w:rPr>
                <w:rFonts w:ascii="Open Sans" w:hAnsi="Open Sans" w:cs="Open Sans"/>
                <w:i/>
                <w:sz w:val="20"/>
              </w:rPr>
            </w:pPr>
            <w:r w:rsidRPr="006D5195">
              <w:rPr>
                <w:rFonts w:ascii="Open Sans" w:hAnsi="Open Sans" w:cs="Open Sans"/>
                <w:i/>
                <w:color w:val="C00000"/>
                <w:sz w:val="20"/>
              </w:rPr>
              <w:t>In questa sezione le indichiamo per quanto tempo conserveremo i suoi dati</w:t>
            </w:r>
          </w:p>
        </w:tc>
      </w:tr>
    </w:tbl>
    <w:p w14:paraId="03D05420" w14:textId="77777777" w:rsidR="006D5195" w:rsidRPr="006D5195" w:rsidRDefault="006D5195" w:rsidP="006D5195">
      <w:pPr>
        <w:autoSpaceDE w:val="0"/>
        <w:autoSpaceDN w:val="0"/>
        <w:spacing w:after="120" w:line="280" w:lineRule="exact"/>
        <w:jc w:val="both"/>
        <w:rPr>
          <w:rFonts w:ascii="Open Sans" w:eastAsia="Calibri" w:hAnsi="Open Sans" w:cs="Open Sans"/>
          <w:bCs/>
          <w:sz w:val="20"/>
        </w:rPr>
      </w:pPr>
      <w:r w:rsidRPr="006D5195">
        <w:rPr>
          <w:rFonts w:ascii="Open Sans" w:eastAsia="Calibri" w:hAnsi="Open Sans" w:cs="Open Sans"/>
          <w:bCs/>
          <w:sz w:val="20"/>
        </w:rPr>
        <w:t>I dati personali verranno conservati:</w:t>
      </w:r>
    </w:p>
    <w:p w14:paraId="229BEFE4" w14:textId="097D073F" w:rsidR="006C6AF5" w:rsidRPr="006D5195" w:rsidRDefault="006C6AF5" w:rsidP="006D5195">
      <w:pPr>
        <w:numPr>
          <w:ilvl w:val="0"/>
          <w:numId w:val="38"/>
        </w:numPr>
        <w:autoSpaceDE w:val="0"/>
        <w:autoSpaceDN w:val="0"/>
        <w:spacing w:after="120" w:line="280" w:lineRule="exact"/>
        <w:jc w:val="both"/>
        <w:rPr>
          <w:rFonts w:ascii="Open Sans" w:eastAsia="Calibri" w:hAnsi="Open Sans" w:cs="Open Sans"/>
          <w:bCs/>
          <w:sz w:val="20"/>
        </w:rPr>
      </w:pPr>
      <w:proofErr w:type="gramStart"/>
      <w:r>
        <w:rPr>
          <w:rFonts w:ascii="Open Sans" w:eastAsia="Calibri" w:hAnsi="Open Sans" w:cs="Open Sans"/>
          <w:bCs/>
          <w:sz w:val="20"/>
        </w:rPr>
        <w:t>tempo</w:t>
      </w:r>
      <w:proofErr w:type="gramEnd"/>
      <w:r>
        <w:rPr>
          <w:rFonts w:ascii="Open Sans" w:eastAsia="Calibri" w:hAnsi="Open Sans" w:cs="Open Sans"/>
          <w:bCs/>
          <w:sz w:val="20"/>
        </w:rPr>
        <w:t xml:space="preserve"> i</w:t>
      </w:r>
      <w:r w:rsidR="00E51929" w:rsidRPr="00E51929">
        <w:rPr>
          <w:rFonts w:ascii="Open Sans" w:eastAsia="Calibri" w:hAnsi="Open Sans" w:cs="Open Sans"/>
          <w:bCs/>
          <w:sz w:val="20"/>
        </w:rPr>
        <w:t>llimitato</w:t>
      </w:r>
      <w:r w:rsidR="00E51929">
        <w:rPr>
          <w:rFonts w:ascii="Open Sans" w:eastAsia="Calibri" w:hAnsi="Open Sans" w:cs="Open Sans"/>
          <w:bCs/>
          <w:sz w:val="20"/>
        </w:rPr>
        <w:t xml:space="preserve"> </w:t>
      </w:r>
      <w:r w:rsidR="00E51929" w:rsidRPr="00E51929">
        <w:rPr>
          <w:rFonts w:ascii="Open Sans" w:eastAsia="Calibri" w:hAnsi="Open Sans" w:cs="Open Sans"/>
          <w:bCs/>
          <w:sz w:val="20"/>
        </w:rPr>
        <w:t>per motivi di interesse pubblico per le procedure concorsuali inerenti la progettazione/realizzazione/manutenzione delle opere infrastrutturali e forniture di servizi connessi;</w:t>
      </w:r>
      <w:r w:rsidR="00E51929" w:rsidRPr="00E51929" w:rsidDel="00E51929">
        <w:rPr>
          <w:rFonts w:ascii="Open Sans" w:eastAsia="Calibri" w:hAnsi="Open Sans" w:cs="Open Sans"/>
          <w:bCs/>
          <w:sz w:val="20"/>
        </w:rPr>
        <w:t xml:space="preserve"> </w:t>
      </w:r>
    </w:p>
    <w:p w14:paraId="24B4CF98" w14:textId="58A3A5D4" w:rsidR="006C6AF5" w:rsidRPr="006C6AF5" w:rsidRDefault="00D37E7E" w:rsidP="00F65983">
      <w:pPr>
        <w:numPr>
          <w:ilvl w:val="0"/>
          <w:numId w:val="38"/>
        </w:numPr>
        <w:autoSpaceDE w:val="0"/>
        <w:autoSpaceDN w:val="0"/>
        <w:spacing w:after="120" w:line="280" w:lineRule="exact"/>
        <w:jc w:val="both"/>
        <w:rPr>
          <w:rFonts w:ascii="Open Sans" w:eastAsia="Calibri" w:hAnsi="Open Sans" w:cs="Open Sans"/>
          <w:bCs/>
          <w:color w:val="000000"/>
          <w:sz w:val="20"/>
        </w:rPr>
      </w:pPr>
      <w:r w:rsidRPr="006C6AF5">
        <w:rPr>
          <w:rFonts w:ascii="Open Sans" w:eastAsia="Calibri" w:hAnsi="Open Sans" w:cs="Open Sans"/>
          <w:bCs/>
          <w:sz w:val="20"/>
        </w:rPr>
        <w:t xml:space="preserve">per un periodo di tempo di </w:t>
      </w:r>
      <w:r w:rsidR="006D5195" w:rsidRPr="006C6AF5">
        <w:rPr>
          <w:rFonts w:ascii="Open Sans" w:eastAsia="Calibri" w:hAnsi="Open Sans" w:cs="Open Sans"/>
          <w:bCs/>
          <w:sz w:val="20"/>
        </w:rPr>
        <w:t>10 anni dalla scadenza del contratto</w:t>
      </w:r>
      <w:r w:rsidRPr="006C6AF5">
        <w:rPr>
          <w:rFonts w:ascii="Open Sans" w:eastAsia="Calibri" w:hAnsi="Open Sans" w:cs="Open Sans"/>
          <w:bCs/>
          <w:sz w:val="20"/>
        </w:rPr>
        <w:t>,</w:t>
      </w:r>
      <w:r w:rsidR="006D5195" w:rsidRPr="006C6AF5">
        <w:rPr>
          <w:rFonts w:ascii="Open Sans" w:eastAsia="Calibri" w:hAnsi="Open Sans" w:cs="Open Sans"/>
          <w:bCs/>
          <w:color w:val="FF0000"/>
          <w:sz w:val="20"/>
        </w:rPr>
        <w:t xml:space="preserve"> </w:t>
      </w:r>
      <w:r w:rsidR="006D5195" w:rsidRPr="006C6AF5">
        <w:rPr>
          <w:rFonts w:ascii="Open Sans" w:eastAsia="Calibri" w:hAnsi="Open Sans" w:cs="Open Sans"/>
          <w:bCs/>
          <w:color w:val="000000"/>
          <w:sz w:val="20"/>
        </w:rPr>
        <w:t>per le forniture di servizi non rientranti ne</w:t>
      </w:r>
      <w:r w:rsidRPr="006C6AF5">
        <w:rPr>
          <w:rFonts w:ascii="Open Sans" w:eastAsia="Calibri" w:hAnsi="Open Sans" w:cs="Open Sans"/>
          <w:bCs/>
          <w:color w:val="000000"/>
          <w:sz w:val="20"/>
        </w:rPr>
        <w:t>lle categorie sopra individuate, per i dati di natura civilistica, contabile e fiscale come previsti dalle leggi in vigore</w:t>
      </w:r>
      <w:r w:rsidR="006C6AF5" w:rsidRPr="006C6AF5">
        <w:rPr>
          <w:rFonts w:ascii="Open Sans" w:eastAsia="Calibri" w:hAnsi="Open Sans" w:cs="Open Sans"/>
          <w:bCs/>
          <w:color w:val="000000"/>
          <w:sz w:val="20"/>
        </w:rPr>
        <w:t xml:space="preserve"> (</w:t>
      </w:r>
      <w:r w:rsidR="006C6AF5" w:rsidRPr="006C6AF5">
        <w:rPr>
          <w:rFonts w:ascii="Calibri" w:hAnsi="Calibri" w:cs="Calibri"/>
          <w:sz w:val="22"/>
          <w:szCs w:val="22"/>
        </w:rPr>
        <w:t>art. 2220 c.c.)</w:t>
      </w:r>
      <w:r w:rsidRPr="006C6AF5">
        <w:rPr>
          <w:rFonts w:ascii="Open Sans" w:eastAsia="Calibri" w:hAnsi="Open Sans" w:cs="Open Sans"/>
          <w:bCs/>
          <w:color w:val="000000"/>
          <w:sz w:val="20"/>
        </w:rPr>
        <w:t>. I Suoi dati personali potranno essere trattati per un periodo di tempo superiore ove intervenga un atto interruttivo e/o sospensivo della prescrizione che giustifichi il prolungamento della conservazione del dato</w:t>
      </w:r>
      <w:r w:rsidR="006C6AF5" w:rsidRPr="006C6AF5">
        <w:rPr>
          <w:rFonts w:ascii="Open Sans" w:eastAsia="Calibri" w:hAnsi="Open Sans" w:cs="Open Sans"/>
          <w:bCs/>
          <w:color w:val="000000"/>
          <w:sz w:val="20"/>
        </w:rPr>
        <w:t>;</w:t>
      </w:r>
    </w:p>
    <w:p w14:paraId="5420BF7D" w14:textId="77777777" w:rsidR="00253AA1" w:rsidRDefault="00253AA1" w:rsidP="00F65983">
      <w:pPr>
        <w:autoSpaceDE w:val="0"/>
        <w:autoSpaceDN w:val="0"/>
        <w:spacing w:after="120" w:line="280" w:lineRule="exact"/>
        <w:ind w:left="720"/>
        <w:jc w:val="both"/>
        <w:rPr>
          <w:rFonts w:ascii="Open Sans" w:eastAsia="Calibri" w:hAnsi="Open Sans" w:cs="Open Sans"/>
          <w:bCs/>
          <w:color w:val="000000"/>
          <w:sz w:val="20"/>
        </w:rPr>
      </w:pPr>
    </w:p>
    <w:p w14:paraId="075F0E48" w14:textId="77777777" w:rsidR="00253AA1" w:rsidRDefault="00253AA1" w:rsidP="00F65983">
      <w:pPr>
        <w:autoSpaceDE w:val="0"/>
        <w:autoSpaceDN w:val="0"/>
        <w:spacing w:after="120" w:line="280" w:lineRule="exact"/>
        <w:ind w:left="720"/>
        <w:jc w:val="both"/>
        <w:rPr>
          <w:rFonts w:ascii="Open Sans" w:eastAsia="Calibri" w:hAnsi="Open Sans" w:cs="Open Sans"/>
          <w:bCs/>
          <w:color w:val="000000"/>
          <w:sz w:val="20"/>
        </w:rPr>
      </w:pPr>
    </w:p>
    <w:p w14:paraId="02F58173" w14:textId="1C8BAF97" w:rsidR="006D5195" w:rsidRPr="005D6C6B" w:rsidRDefault="006C6AF5">
      <w:pPr>
        <w:numPr>
          <w:ilvl w:val="0"/>
          <w:numId w:val="38"/>
        </w:numPr>
        <w:autoSpaceDE w:val="0"/>
        <w:autoSpaceDN w:val="0"/>
        <w:spacing w:after="120" w:line="280" w:lineRule="exact"/>
        <w:jc w:val="both"/>
        <w:rPr>
          <w:rFonts w:ascii="Open Sans" w:eastAsia="Calibri" w:hAnsi="Open Sans" w:cs="Open Sans"/>
          <w:bCs/>
          <w:color w:val="000000"/>
          <w:sz w:val="20"/>
        </w:rPr>
      </w:pPr>
      <w:r w:rsidRPr="005D6C6B">
        <w:rPr>
          <w:rFonts w:ascii="Open Sans" w:eastAsia="Calibri" w:hAnsi="Open Sans" w:cs="Open Sans"/>
          <w:bCs/>
          <w:color w:val="000000"/>
          <w:sz w:val="20"/>
        </w:rPr>
        <w:t xml:space="preserve">per tutta la documentazione di gara, ad eccezione di quella relativa all'aggiudicatario, 10 anni dalla data di aggiudicazione per i dati di natura civilistica come previsti dalle leggi in vigore (artt. 2220 e </w:t>
      </w:r>
      <w:r w:rsidRPr="00F65983">
        <w:rPr>
          <w:rFonts w:ascii="Open Sans" w:eastAsia="Calibri" w:hAnsi="Open Sans" w:cs="Open Sans"/>
          <w:bCs/>
          <w:color w:val="000000"/>
          <w:sz w:val="20"/>
        </w:rPr>
        <w:br/>
        <w:t>2946 c.c.)</w:t>
      </w:r>
      <w:r w:rsidRPr="005D6C6B">
        <w:rPr>
          <w:rFonts w:ascii="Open Sans" w:eastAsia="Calibri" w:hAnsi="Open Sans" w:cs="Open Sans"/>
          <w:bCs/>
          <w:color w:val="000000"/>
          <w:sz w:val="20"/>
        </w:rPr>
        <w:t>. I Suoi dati personali potranno essere trattati per un periodo di tempo superiore ove intervenga un atto interruttivo e/o sospensivo della prescrizione che giustifichi il prolungamento della conservazione del dato.</w:t>
      </w:r>
    </w:p>
    <w:tbl>
      <w:tblPr>
        <w:tblStyle w:val="Grigliatabella"/>
        <w:tblW w:w="5000" w:type="pct"/>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9"/>
        <w:gridCol w:w="8492"/>
      </w:tblGrid>
      <w:tr w:rsidR="00B250A2" w:rsidRPr="00D37E7E" w14:paraId="45C20134" w14:textId="77777777" w:rsidTr="00B8100E">
        <w:trPr>
          <w:trHeight w:val="56"/>
        </w:trPr>
        <w:tc>
          <w:tcPr>
            <w:tcW w:w="659" w:type="pct"/>
            <w:tcBorders>
              <w:top w:val="single" w:sz="4" w:space="0" w:color="C00000"/>
              <w:bottom w:val="single" w:sz="4" w:space="0" w:color="C00000"/>
            </w:tcBorders>
            <w:vAlign w:val="center"/>
          </w:tcPr>
          <w:p w14:paraId="1F73B793" w14:textId="77777777" w:rsidR="00B250A2" w:rsidRPr="00D37E7E" w:rsidRDefault="00B250A2" w:rsidP="00B250A2">
            <w:pPr>
              <w:pStyle w:val="Paragrafoelenco"/>
              <w:shd w:val="clear" w:color="auto" w:fill="FFFFFF"/>
              <w:spacing w:before="80" w:after="40"/>
              <w:rPr>
                <w:rFonts w:ascii="Open Sans" w:hAnsi="Open Sans" w:cs="Open Sans"/>
                <w:b/>
                <w:noProof/>
                <w:sz w:val="20"/>
                <w:szCs w:val="20"/>
              </w:rPr>
            </w:pPr>
            <w:r w:rsidRPr="00D37E7E">
              <w:rPr>
                <w:rFonts w:ascii="Open Sans" w:hAnsi="Open Sans" w:cs="Open Sans"/>
                <w:noProof/>
                <w:sz w:val="20"/>
                <w:szCs w:val="20"/>
                <w:lang w:eastAsia="it-IT"/>
              </w:rPr>
              <mc:AlternateContent>
                <mc:Choice Requires="wps">
                  <w:drawing>
                    <wp:anchor distT="0" distB="0" distL="114300" distR="114300" simplePos="0" relativeHeight="251665408" behindDoc="0" locked="0" layoutInCell="1" allowOverlap="1" wp14:anchorId="74A7A704" wp14:editId="5EBF32BF">
                      <wp:simplePos x="0" y="0"/>
                      <wp:positionH relativeFrom="column">
                        <wp:posOffset>0</wp:posOffset>
                      </wp:positionH>
                      <wp:positionV relativeFrom="paragraph">
                        <wp:posOffset>-8255</wp:posOffset>
                      </wp:positionV>
                      <wp:extent cx="287655" cy="287655"/>
                      <wp:effectExtent l="0" t="0" r="0" b="0"/>
                      <wp:wrapNone/>
                      <wp:docPr id="14" name="Freeform 1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wps:cNvSpPr>
                            <wps:spPr bwMode="auto">
                              <a:xfrm>
                                <a:off x="0" y="0"/>
                                <a:ext cx="287655" cy="287655"/>
                              </a:xfrm>
                              <a:custGeom>
                                <a:avLst/>
                                <a:gdLst>
                                  <a:gd name="T0" fmla="*/ 0 w 512"/>
                                  <a:gd name="T1" fmla="*/ 256 h 512"/>
                                  <a:gd name="T2" fmla="*/ 512 w 512"/>
                                  <a:gd name="T3" fmla="*/ 256 h 512"/>
                                  <a:gd name="T4" fmla="*/ 416 w 512"/>
                                  <a:gd name="T5" fmla="*/ 330 h 512"/>
                                  <a:gd name="T6" fmla="*/ 394 w 512"/>
                                  <a:gd name="T7" fmla="*/ 341 h 512"/>
                                  <a:gd name="T8" fmla="*/ 384 w 512"/>
                                  <a:gd name="T9" fmla="*/ 320 h 512"/>
                                  <a:gd name="T10" fmla="*/ 371 w 512"/>
                                  <a:gd name="T11" fmla="*/ 334 h 512"/>
                                  <a:gd name="T12" fmla="*/ 338 w 512"/>
                                  <a:gd name="T13" fmla="*/ 359 h 512"/>
                                  <a:gd name="T14" fmla="*/ 318 w 512"/>
                                  <a:gd name="T15" fmla="*/ 376 h 512"/>
                                  <a:gd name="T16" fmla="*/ 277 w 512"/>
                                  <a:gd name="T17" fmla="*/ 370 h 512"/>
                                  <a:gd name="T18" fmla="*/ 250 w 512"/>
                                  <a:gd name="T19" fmla="*/ 384 h 512"/>
                                  <a:gd name="T20" fmla="*/ 217 w 512"/>
                                  <a:gd name="T21" fmla="*/ 381 h 512"/>
                                  <a:gd name="T22" fmla="*/ 172 w 512"/>
                                  <a:gd name="T23" fmla="*/ 368 h 512"/>
                                  <a:gd name="T24" fmla="*/ 128 w 512"/>
                                  <a:gd name="T25" fmla="*/ 320 h 512"/>
                                  <a:gd name="T26" fmla="*/ 117 w 512"/>
                                  <a:gd name="T27" fmla="*/ 341 h 512"/>
                                  <a:gd name="T28" fmla="*/ 96 w 512"/>
                                  <a:gd name="T29" fmla="*/ 330 h 512"/>
                                  <a:gd name="T30" fmla="*/ 106 w 512"/>
                                  <a:gd name="T31" fmla="*/ 170 h 512"/>
                                  <a:gd name="T32" fmla="*/ 106 w 512"/>
                                  <a:gd name="T33" fmla="*/ 149 h 512"/>
                                  <a:gd name="T34" fmla="*/ 128 w 512"/>
                                  <a:gd name="T35" fmla="*/ 160 h 512"/>
                                  <a:gd name="T36" fmla="*/ 224 w 512"/>
                                  <a:gd name="T37" fmla="*/ 181 h 512"/>
                                  <a:gd name="T38" fmla="*/ 261 w 512"/>
                                  <a:gd name="T39" fmla="*/ 161 h 512"/>
                                  <a:gd name="T40" fmla="*/ 343 w 512"/>
                                  <a:gd name="T41" fmla="*/ 181 h 512"/>
                                  <a:gd name="T42" fmla="*/ 384 w 512"/>
                                  <a:gd name="T43" fmla="*/ 160 h 512"/>
                                  <a:gd name="T44" fmla="*/ 405 w 512"/>
                                  <a:gd name="T45" fmla="*/ 149 h 512"/>
                                  <a:gd name="T46" fmla="*/ 405 w 512"/>
                                  <a:gd name="T47" fmla="*/ 170 h 512"/>
                                  <a:gd name="T48" fmla="*/ 416 w 512"/>
                                  <a:gd name="T49" fmla="*/ 330 h 512"/>
                                  <a:gd name="T50" fmla="*/ 350 w 512"/>
                                  <a:gd name="T51" fmla="*/ 328 h 512"/>
                                  <a:gd name="T52" fmla="*/ 335 w 512"/>
                                  <a:gd name="T53" fmla="*/ 337 h 512"/>
                                  <a:gd name="T54" fmla="*/ 328 w 512"/>
                                  <a:gd name="T55" fmla="*/ 332 h 512"/>
                                  <a:gd name="T56" fmla="*/ 294 w 512"/>
                                  <a:gd name="T57" fmla="*/ 274 h 512"/>
                                  <a:gd name="T58" fmla="*/ 275 w 512"/>
                                  <a:gd name="T59" fmla="*/ 284 h 512"/>
                                  <a:gd name="T60" fmla="*/ 310 w 512"/>
                                  <a:gd name="T61" fmla="*/ 343 h 512"/>
                                  <a:gd name="T62" fmla="*/ 290 w 512"/>
                                  <a:gd name="T63" fmla="*/ 353 h 512"/>
                                  <a:gd name="T64" fmla="*/ 243 w 512"/>
                                  <a:gd name="T65" fmla="*/ 296 h 512"/>
                                  <a:gd name="T66" fmla="*/ 260 w 512"/>
                                  <a:gd name="T67" fmla="*/ 345 h 512"/>
                                  <a:gd name="T68" fmla="*/ 256 w 512"/>
                                  <a:gd name="T69" fmla="*/ 361 h 512"/>
                                  <a:gd name="T70" fmla="*/ 239 w 512"/>
                                  <a:gd name="T71" fmla="*/ 357 h 512"/>
                                  <a:gd name="T72" fmla="*/ 228 w 512"/>
                                  <a:gd name="T73" fmla="*/ 337 h 512"/>
                                  <a:gd name="T74" fmla="*/ 220 w 512"/>
                                  <a:gd name="T75" fmla="*/ 325 h 512"/>
                                  <a:gd name="T76" fmla="*/ 202 w 512"/>
                                  <a:gd name="T77" fmla="*/ 337 h 512"/>
                                  <a:gd name="T78" fmla="*/ 207 w 512"/>
                                  <a:gd name="T79" fmla="*/ 363 h 512"/>
                                  <a:gd name="T80" fmla="*/ 158 w 512"/>
                                  <a:gd name="T81" fmla="*/ 304 h 512"/>
                                  <a:gd name="T82" fmla="*/ 128 w 512"/>
                                  <a:gd name="T83" fmla="*/ 298 h 512"/>
                                  <a:gd name="T84" fmla="*/ 184 w 512"/>
                                  <a:gd name="T85" fmla="*/ 202 h 512"/>
                                  <a:gd name="T86" fmla="*/ 160 w 512"/>
                                  <a:gd name="T87" fmla="*/ 234 h 512"/>
                                  <a:gd name="T88" fmla="*/ 193 w 512"/>
                                  <a:gd name="T89" fmla="*/ 266 h 512"/>
                                  <a:gd name="T90" fmla="*/ 349 w 512"/>
                                  <a:gd name="T91" fmla="*/ 319 h 512"/>
                                  <a:gd name="T92" fmla="*/ 384 w 512"/>
                                  <a:gd name="T93" fmla="*/ 202 h 512"/>
                                  <a:gd name="T94" fmla="*/ 362 w 512"/>
                                  <a:gd name="T95" fmla="*/ 298 h 512"/>
                                  <a:gd name="T96" fmla="*/ 322 w 512"/>
                                  <a:gd name="T97" fmla="*/ 230 h 512"/>
                                  <a:gd name="T98" fmla="*/ 190 w 512"/>
                                  <a:gd name="T99" fmla="*/ 245 h 512"/>
                                  <a:gd name="T100" fmla="*/ 181 w 512"/>
                                  <a:gd name="T101" fmla="*/ 234 h 512"/>
                                  <a:gd name="T102" fmla="*/ 268 w 512"/>
                                  <a:gd name="T103" fmla="*/ 182 h 512"/>
                                  <a:gd name="T104" fmla="*/ 341 w 512"/>
                                  <a:gd name="T105" fmla="*/ 202 h 5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12" h="512">
                                    <a:moveTo>
                                      <a:pt x="256" y="0"/>
                                    </a:moveTo>
                                    <a:cubicBezTo>
                                      <a:pt x="114" y="0"/>
                                      <a:pt x="0" y="114"/>
                                      <a:pt x="0" y="256"/>
                                    </a:cubicBezTo>
                                    <a:cubicBezTo>
                                      <a:pt x="0" y="397"/>
                                      <a:pt x="114" y="512"/>
                                      <a:pt x="256" y="512"/>
                                    </a:cubicBezTo>
                                    <a:cubicBezTo>
                                      <a:pt x="397" y="512"/>
                                      <a:pt x="512" y="397"/>
                                      <a:pt x="512" y="256"/>
                                    </a:cubicBezTo>
                                    <a:cubicBezTo>
                                      <a:pt x="512" y="114"/>
                                      <a:pt x="397" y="0"/>
                                      <a:pt x="256" y="0"/>
                                    </a:cubicBezTo>
                                    <a:close/>
                                    <a:moveTo>
                                      <a:pt x="416" y="330"/>
                                    </a:moveTo>
                                    <a:cubicBezTo>
                                      <a:pt x="416" y="336"/>
                                      <a:pt x="411" y="341"/>
                                      <a:pt x="405" y="341"/>
                                    </a:cubicBezTo>
                                    <a:cubicBezTo>
                                      <a:pt x="394" y="341"/>
                                      <a:pt x="394" y="341"/>
                                      <a:pt x="394" y="341"/>
                                    </a:cubicBezTo>
                                    <a:cubicBezTo>
                                      <a:pt x="388" y="341"/>
                                      <a:pt x="384" y="336"/>
                                      <a:pt x="384" y="330"/>
                                    </a:cubicBezTo>
                                    <a:cubicBezTo>
                                      <a:pt x="384" y="320"/>
                                      <a:pt x="384" y="320"/>
                                      <a:pt x="384" y="320"/>
                                    </a:cubicBezTo>
                                    <a:cubicBezTo>
                                      <a:pt x="371" y="320"/>
                                      <a:pt x="371" y="320"/>
                                      <a:pt x="371" y="320"/>
                                    </a:cubicBezTo>
                                    <a:cubicBezTo>
                                      <a:pt x="372" y="324"/>
                                      <a:pt x="372" y="329"/>
                                      <a:pt x="371" y="334"/>
                                    </a:cubicBezTo>
                                    <a:cubicBezTo>
                                      <a:pt x="368" y="342"/>
                                      <a:pt x="363" y="350"/>
                                      <a:pt x="355" y="354"/>
                                    </a:cubicBezTo>
                                    <a:cubicBezTo>
                                      <a:pt x="350" y="357"/>
                                      <a:pt x="344" y="359"/>
                                      <a:pt x="338" y="359"/>
                                    </a:cubicBezTo>
                                    <a:cubicBezTo>
                                      <a:pt x="336" y="359"/>
                                      <a:pt x="334" y="358"/>
                                      <a:pt x="332" y="358"/>
                                    </a:cubicBezTo>
                                    <a:cubicBezTo>
                                      <a:pt x="330" y="365"/>
                                      <a:pt x="325" y="372"/>
                                      <a:pt x="318" y="376"/>
                                    </a:cubicBezTo>
                                    <a:cubicBezTo>
                                      <a:pt x="313" y="380"/>
                                      <a:pt x="307" y="381"/>
                                      <a:pt x="301" y="381"/>
                                    </a:cubicBezTo>
                                    <a:cubicBezTo>
                                      <a:pt x="292" y="381"/>
                                      <a:pt x="283" y="377"/>
                                      <a:pt x="277" y="370"/>
                                    </a:cubicBezTo>
                                    <a:cubicBezTo>
                                      <a:pt x="274" y="374"/>
                                      <a:pt x="271" y="377"/>
                                      <a:pt x="267" y="379"/>
                                    </a:cubicBezTo>
                                    <a:cubicBezTo>
                                      <a:pt x="261" y="382"/>
                                      <a:pt x="256" y="384"/>
                                      <a:pt x="250" y="384"/>
                                    </a:cubicBezTo>
                                    <a:cubicBezTo>
                                      <a:pt x="241" y="384"/>
                                      <a:pt x="232" y="380"/>
                                      <a:pt x="226" y="374"/>
                                    </a:cubicBezTo>
                                    <a:cubicBezTo>
                                      <a:pt x="224" y="376"/>
                                      <a:pt x="221" y="379"/>
                                      <a:pt x="217" y="381"/>
                                    </a:cubicBezTo>
                                    <a:cubicBezTo>
                                      <a:pt x="212" y="384"/>
                                      <a:pt x="207" y="385"/>
                                      <a:pt x="202" y="385"/>
                                    </a:cubicBezTo>
                                    <a:cubicBezTo>
                                      <a:pt x="190" y="385"/>
                                      <a:pt x="178" y="379"/>
                                      <a:pt x="172" y="368"/>
                                    </a:cubicBezTo>
                                    <a:cubicBezTo>
                                      <a:pt x="143" y="320"/>
                                      <a:pt x="143" y="320"/>
                                      <a:pt x="143" y="320"/>
                                    </a:cubicBezTo>
                                    <a:cubicBezTo>
                                      <a:pt x="128" y="320"/>
                                      <a:pt x="128" y="320"/>
                                      <a:pt x="128" y="320"/>
                                    </a:cubicBezTo>
                                    <a:cubicBezTo>
                                      <a:pt x="128" y="330"/>
                                      <a:pt x="128" y="330"/>
                                      <a:pt x="128" y="330"/>
                                    </a:cubicBezTo>
                                    <a:cubicBezTo>
                                      <a:pt x="128" y="336"/>
                                      <a:pt x="123" y="341"/>
                                      <a:pt x="117" y="341"/>
                                    </a:cubicBezTo>
                                    <a:cubicBezTo>
                                      <a:pt x="106" y="341"/>
                                      <a:pt x="106" y="341"/>
                                      <a:pt x="106" y="341"/>
                                    </a:cubicBezTo>
                                    <a:cubicBezTo>
                                      <a:pt x="100" y="341"/>
                                      <a:pt x="96" y="336"/>
                                      <a:pt x="96" y="330"/>
                                    </a:cubicBezTo>
                                    <a:cubicBezTo>
                                      <a:pt x="96" y="324"/>
                                      <a:pt x="100" y="320"/>
                                      <a:pt x="106" y="320"/>
                                    </a:cubicBezTo>
                                    <a:cubicBezTo>
                                      <a:pt x="106" y="170"/>
                                      <a:pt x="106" y="170"/>
                                      <a:pt x="106" y="170"/>
                                    </a:cubicBezTo>
                                    <a:cubicBezTo>
                                      <a:pt x="100" y="170"/>
                                      <a:pt x="96" y="166"/>
                                      <a:pt x="96" y="160"/>
                                    </a:cubicBezTo>
                                    <a:cubicBezTo>
                                      <a:pt x="96" y="154"/>
                                      <a:pt x="100" y="149"/>
                                      <a:pt x="106" y="149"/>
                                    </a:cubicBezTo>
                                    <a:cubicBezTo>
                                      <a:pt x="117" y="149"/>
                                      <a:pt x="117" y="149"/>
                                      <a:pt x="117" y="149"/>
                                    </a:cubicBezTo>
                                    <a:cubicBezTo>
                                      <a:pt x="123" y="149"/>
                                      <a:pt x="128" y="154"/>
                                      <a:pt x="128" y="160"/>
                                    </a:cubicBezTo>
                                    <a:cubicBezTo>
                                      <a:pt x="128" y="181"/>
                                      <a:pt x="128" y="181"/>
                                      <a:pt x="128" y="181"/>
                                    </a:cubicBezTo>
                                    <a:cubicBezTo>
                                      <a:pt x="224" y="181"/>
                                      <a:pt x="224" y="181"/>
                                      <a:pt x="224" y="181"/>
                                    </a:cubicBezTo>
                                    <a:cubicBezTo>
                                      <a:pt x="224" y="181"/>
                                      <a:pt x="224" y="181"/>
                                      <a:pt x="224" y="181"/>
                                    </a:cubicBezTo>
                                    <a:cubicBezTo>
                                      <a:pt x="261" y="161"/>
                                      <a:pt x="261" y="161"/>
                                      <a:pt x="261" y="161"/>
                                    </a:cubicBezTo>
                                    <a:cubicBezTo>
                                      <a:pt x="264" y="160"/>
                                      <a:pt x="267" y="159"/>
                                      <a:pt x="269" y="160"/>
                                    </a:cubicBezTo>
                                    <a:cubicBezTo>
                                      <a:pt x="343" y="181"/>
                                      <a:pt x="343" y="181"/>
                                      <a:pt x="343" y="181"/>
                                    </a:cubicBezTo>
                                    <a:cubicBezTo>
                                      <a:pt x="384" y="181"/>
                                      <a:pt x="384" y="181"/>
                                      <a:pt x="384" y="181"/>
                                    </a:cubicBezTo>
                                    <a:cubicBezTo>
                                      <a:pt x="384" y="160"/>
                                      <a:pt x="384" y="160"/>
                                      <a:pt x="384" y="160"/>
                                    </a:cubicBezTo>
                                    <a:cubicBezTo>
                                      <a:pt x="384" y="154"/>
                                      <a:pt x="388" y="149"/>
                                      <a:pt x="394" y="149"/>
                                    </a:cubicBezTo>
                                    <a:cubicBezTo>
                                      <a:pt x="405" y="149"/>
                                      <a:pt x="405" y="149"/>
                                      <a:pt x="405" y="149"/>
                                    </a:cubicBezTo>
                                    <a:cubicBezTo>
                                      <a:pt x="411" y="149"/>
                                      <a:pt x="416" y="154"/>
                                      <a:pt x="416" y="160"/>
                                    </a:cubicBezTo>
                                    <a:cubicBezTo>
                                      <a:pt x="416" y="166"/>
                                      <a:pt x="411" y="170"/>
                                      <a:pt x="405" y="170"/>
                                    </a:cubicBezTo>
                                    <a:cubicBezTo>
                                      <a:pt x="405" y="320"/>
                                      <a:pt x="405" y="320"/>
                                      <a:pt x="405" y="320"/>
                                    </a:cubicBezTo>
                                    <a:cubicBezTo>
                                      <a:pt x="411" y="320"/>
                                      <a:pt x="416" y="324"/>
                                      <a:pt x="416" y="330"/>
                                    </a:cubicBezTo>
                                    <a:close/>
                                    <a:moveTo>
                                      <a:pt x="349" y="319"/>
                                    </a:moveTo>
                                    <a:cubicBezTo>
                                      <a:pt x="350" y="322"/>
                                      <a:pt x="351" y="325"/>
                                      <a:pt x="350" y="328"/>
                                    </a:cubicBezTo>
                                    <a:cubicBezTo>
                                      <a:pt x="349" y="332"/>
                                      <a:pt x="347" y="334"/>
                                      <a:pt x="344" y="336"/>
                                    </a:cubicBezTo>
                                    <a:cubicBezTo>
                                      <a:pt x="342" y="337"/>
                                      <a:pt x="338" y="338"/>
                                      <a:pt x="335" y="337"/>
                                    </a:cubicBezTo>
                                    <a:cubicBezTo>
                                      <a:pt x="332" y="336"/>
                                      <a:pt x="330" y="334"/>
                                      <a:pt x="328" y="332"/>
                                    </a:cubicBezTo>
                                    <a:cubicBezTo>
                                      <a:pt x="328" y="332"/>
                                      <a:pt x="328" y="332"/>
                                      <a:pt x="328" y="332"/>
                                    </a:cubicBezTo>
                                    <a:cubicBezTo>
                                      <a:pt x="328" y="332"/>
                                      <a:pt x="328" y="332"/>
                                      <a:pt x="328" y="331"/>
                                    </a:cubicBezTo>
                                    <a:cubicBezTo>
                                      <a:pt x="294" y="274"/>
                                      <a:pt x="294" y="274"/>
                                      <a:pt x="294" y="274"/>
                                    </a:cubicBezTo>
                                    <a:cubicBezTo>
                                      <a:pt x="291" y="268"/>
                                      <a:pt x="284" y="267"/>
                                      <a:pt x="279" y="270"/>
                                    </a:cubicBezTo>
                                    <a:cubicBezTo>
                                      <a:pt x="274" y="273"/>
                                      <a:pt x="272" y="279"/>
                                      <a:pt x="275" y="284"/>
                                    </a:cubicBezTo>
                                    <a:cubicBezTo>
                                      <a:pt x="310" y="343"/>
                                      <a:pt x="310" y="343"/>
                                      <a:pt x="310" y="343"/>
                                    </a:cubicBezTo>
                                    <a:cubicBezTo>
                                      <a:pt x="310" y="343"/>
                                      <a:pt x="310" y="343"/>
                                      <a:pt x="310" y="343"/>
                                    </a:cubicBezTo>
                                    <a:cubicBezTo>
                                      <a:pt x="313" y="348"/>
                                      <a:pt x="313" y="355"/>
                                      <a:pt x="307" y="358"/>
                                    </a:cubicBezTo>
                                    <a:cubicBezTo>
                                      <a:pt x="301" y="361"/>
                                      <a:pt x="294" y="359"/>
                                      <a:pt x="290" y="353"/>
                                    </a:cubicBezTo>
                                    <a:cubicBezTo>
                                      <a:pt x="258" y="300"/>
                                      <a:pt x="258" y="300"/>
                                      <a:pt x="258" y="300"/>
                                    </a:cubicBezTo>
                                    <a:cubicBezTo>
                                      <a:pt x="255" y="295"/>
                                      <a:pt x="249" y="293"/>
                                      <a:pt x="243" y="296"/>
                                    </a:cubicBezTo>
                                    <a:cubicBezTo>
                                      <a:pt x="238" y="299"/>
                                      <a:pt x="237" y="306"/>
                                      <a:pt x="240" y="311"/>
                                    </a:cubicBezTo>
                                    <a:cubicBezTo>
                                      <a:pt x="260" y="345"/>
                                      <a:pt x="260" y="345"/>
                                      <a:pt x="260" y="345"/>
                                    </a:cubicBezTo>
                                    <a:cubicBezTo>
                                      <a:pt x="262" y="347"/>
                                      <a:pt x="262" y="350"/>
                                      <a:pt x="261" y="353"/>
                                    </a:cubicBezTo>
                                    <a:cubicBezTo>
                                      <a:pt x="261" y="356"/>
                                      <a:pt x="259" y="359"/>
                                      <a:pt x="256" y="361"/>
                                    </a:cubicBezTo>
                                    <a:cubicBezTo>
                                      <a:pt x="250" y="364"/>
                                      <a:pt x="243" y="362"/>
                                      <a:pt x="239" y="357"/>
                                    </a:cubicBezTo>
                                    <a:cubicBezTo>
                                      <a:pt x="239" y="357"/>
                                      <a:pt x="239" y="357"/>
                                      <a:pt x="239" y="357"/>
                                    </a:cubicBezTo>
                                    <a:cubicBezTo>
                                      <a:pt x="228" y="337"/>
                                      <a:pt x="228" y="337"/>
                                      <a:pt x="228" y="337"/>
                                    </a:cubicBezTo>
                                    <a:cubicBezTo>
                                      <a:pt x="228" y="337"/>
                                      <a:pt x="228" y="337"/>
                                      <a:pt x="228" y="337"/>
                                    </a:cubicBezTo>
                                    <a:cubicBezTo>
                                      <a:pt x="228" y="337"/>
                                      <a:pt x="228" y="337"/>
                                      <a:pt x="228" y="337"/>
                                    </a:cubicBezTo>
                                    <a:cubicBezTo>
                                      <a:pt x="220" y="325"/>
                                      <a:pt x="220" y="325"/>
                                      <a:pt x="220" y="325"/>
                                    </a:cubicBezTo>
                                    <a:cubicBezTo>
                                      <a:pt x="217" y="320"/>
                                      <a:pt x="210" y="319"/>
                                      <a:pt x="206" y="322"/>
                                    </a:cubicBezTo>
                                    <a:cubicBezTo>
                                      <a:pt x="201" y="325"/>
                                      <a:pt x="199" y="332"/>
                                      <a:pt x="202" y="337"/>
                                    </a:cubicBezTo>
                                    <a:cubicBezTo>
                                      <a:pt x="210" y="348"/>
                                      <a:pt x="210" y="348"/>
                                      <a:pt x="210" y="348"/>
                                    </a:cubicBezTo>
                                    <a:cubicBezTo>
                                      <a:pt x="211" y="350"/>
                                      <a:pt x="214" y="358"/>
                                      <a:pt x="207" y="363"/>
                                    </a:cubicBezTo>
                                    <a:cubicBezTo>
                                      <a:pt x="201" y="366"/>
                                      <a:pt x="193" y="362"/>
                                      <a:pt x="190" y="357"/>
                                    </a:cubicBezTo>
                                    <a:cubicBezTo>
                                      <a:pt x="158" y="304"/>
                                      <a:pt x="158" y="304"/>
                                      <a:pt x="158" y="304"/>
                                    </a:cubicBezTo>
                                    <a:cubicBezTo>
                                      <a:pt x="156" y="300"/>
                                      <a:pt x="153" y="298"/>
                                      <a:pt x="149" y="298"/>
                                    </a:cubicBezTo>
                                    <a:cubicBezTo>
                                      <a:pt x="128" y="298"/>
                                      <a:pt x="128" y="298"/>
                                      <a:pt x="128" y="298"/>
                                    </a:cubicBezTo>
                                    <a:cubicBezTo>
                                      <a:pt x="128" y="202"/>
                                      <a:pt x="128" y="202"/>
                                      <a:pt x="128" y="202"/>
                                    </a:cubicBezTo>
                                    <a:cubicBezTo>
                                      <a:pt x="184" y="202"/>
                                      <a:pt x="184" y="202"/>
                                      <a:pt x="184" y="202"/>
                                    </a:cubicBezTo>
                                    <a:cubicBezTo>
                                      <a:pt x="176" y="207"/>
                                      <a:pt x="176" y="207"/>
                                      <a:pt x="176" y="207"/>
                                    </a:cubicBezTo>
                                    <a:cubicBezTo>
                                      <a:pt x="166" y="213"/>
                                      <a:pt x="160" y="223"/>
                                      <a:pt x="160" y="234"/>
                                    </a:cubicBezTo>
                                    <a:cubicBezTo>
                                      <a:pt x="160" y="244"/>
                                      <a:pt x="164" y="254"/>
                                      <a:pt x="170" y="260"/>
                                    </a:cubicBezTo>
                                    <a:cubicBezTo>
                                      <a:pt x="177" y="265"/>
                                      <a:pt x="185" y="267"/>
                                      <a:pt x="193" y="266"/>
                                    </a:cubicBezTo>
                                    <a:cubicBezTo>
                                      <a:pt x="307" y="247"/>
                                      <a:pt x="307" y="247"/>
                                      <a:pt x="307" y="247"/>
                                    </a:cubicBezTo>
                                    <a:lnTo>
                                      <a:pt x="349" y="319"/>
                                    </a:lnTo>
                                    <a:close/>
                                    <a:moveTo>
                                      <a:pt x="341" y="202"/>
                                    </a:moveTo>
                                    <a:cubicBezTo>
                                      <a:pt x="384" y="202"/>
                                      <a:pt x="384" y="202"/>
                                      <a:pt x="384" y="202"/>
                                    </a:cubicBezTo>
                                    <a:cubicBezTo>
                                      <a:pt x="384" y="298"/>
                                      <a:pt x="384" y="298"/>
                                      <a:pt x="384" y="298"/>
                                    </a:cubicBezTo>
                                    <a:cubicBezTo>
                                      <a:pt x="362" y="298"/>
                                      <a:pt x="362" y="298"/>
                                      <a:pt x="362" y="298"/>
                                    </a:cubicBezTo>
                                    <a:cubicBezTo>
                                      <a:pt x="362" y="298"/>
                                      <a:pt x="362" y="299"/>
                                      <a:pt x="361" y="299"/>
                                    </a:cubicBezTo>
                                    <a:cubicBezTo>
                                      <a:pt x="322" y="230"/>
                                      <a:pt x="322" y="230"/>
                                      <a:pt x="322" y="230"/>
                                    </a:cubicBezTo>
                                    <a:cubicBezTo>
                                      <a:pt x="320" y="226"/>
                                      <a:pt x="316" y="224"/>
                                      <a:pt x="311" y="225"/>
                                    </a:cubicBezTo>
                                    <a:cubicBezTo>
                                      <a:pt x="190" y="245"/>
                                      <a:pt x="190" y="245"/>
                                      <a:pt x="190" y="245"/>
                                    </a:cubicBezTo>
                                    <a:cubicBezTo>
                                      <a:pt x="187" y="246"/>
                                      <a:pt x="185" y="245"/>
                                      <a:pt x="184" y="244"/>
                                    </a:cubicBezTo>
                                    <a:cubicBezTo>
                                      <a:pt x="182" y="242"/>
                                      <a:pt x="181" y="238"/>
                                      <a:pt x="181" y="234"/>
                                    </a:cubicBezTo>
                                    <a:cubicBezTo>
                                      <a:pt x="181" y="229"/>
                                      <a:pt x="184" y="227"/>
                                      <a:pt x="186" y="226"/>
                                    </a:cubicBezTo>
                                    <a:cubicBezTo>
                                      <a:pt x="268" y="182"/>
                                      <a:pt x="268" y="182"/>
                                      <a:pt x="268" y="182"/>
                                    </a:cubicBezTo>
                                    <a:cubicBezTo>
                                      <a:pt x="338" y="202"/>
                                      <a:pt x="338" y="202"/>
                                      <a:pt x="338" y="202"/>
                                    </a:cubicBezTo>
                                    <a:cubicBezTo>
                                      <a:pt x="339" y="202"/>
                                      <a:pt x="340" y="202"/>
                                      <a:pt x="341" y="202"/>
                                    </a:cubicBezTo>
                                    <a:close/>
                                  </a:path>
                                </a:pathLst>
                              </a:custGeom>
                              <a:solidFill>
                                <a:srgbClr val="C00000"/>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4B47EF" id="Freeform 189" o:spid="_x0000_s1026" style="position:absolute;margin-left:0;margin-top:-.65pt;width:22.65pt;height:2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512,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" path="m256,c114,,,114,,256,,397,114,512,256,512v141,,256,-115,256,-256c512,114,397,,256,xm416,330v,6,-5,11,-11,11c394,341,394,341,394,341v-6,,-10,-5,-10,-11c384,320,384,320,384,320v-13,,-13,,-13,c372,324,372,329,371,334v-3,8,-8,16,-16,20c350,357,344,359,338,359v-2,,-4,-1,-6,-1c330,365,325,372,318,376v-5,4,-11,5,-17,5c292,381,283,377,277,370v-3,4,-6,7,-10,9c261,382,256,384,250,384v-9,,-18,-4,-24,-10c224,376,221,379,217,381v-5,3,-10,4,-15,4c190,385,178,379,172,368,143,320,143,320,143,320v-15,,-15,,-15,c128,330,128,330,128,330v,6,-5,11,-11,11c106,341,106,341,106,341v-6,,-10,-5,-10,-11c96,324,100,320,106,320v,-150,,-150,,-150c100,170,96,166,96,160v,-6,4,-11,10,-11c117,149,117,149,117,149v6,,11,5,11,11c128,181,128,181,128,181v96,,96,,96,c224,181,224,181,224,181v37,-20,37,-20,37,-20c264,160,267,159,269,160v74,21,74,21,74,21c384,181,384,181,384,181v,-21,,-21,,-21c384,154,388,149,394,149v11,,11,,11,c411,149,416,154,416,160v,6,-5,10,-11,10c405,320,405,320,405,320v6,,11,4,11,10xm349,319v1,3,2,6,1,9c349,332,347,334,344,336v-2,1,-6,2,-9,1c332,336,330,334,328,332v,,,,,c328,332,328,332,328,331,294,274,294,274,294,274v-3,-6,-10,-7,-15,-4c274,273,272,279,275,284v35,59,35,59,35,59c310,343,310,343,310,343v3,5,3,12,-3,15c301,361,294,359,290,353,258,300,258,300,258,300v-3,-5,-9,-7,-15,-4c238,299,237,306,240,311v20,34,20,34,20,34c262,347,262,350,261,353v,3,-2,6,-5,8c250,364,243,362,239,357v,,,,,c228,337,228,337,228,337v,,,,,c228,337,228,337,228,337v-8,-12,-8,-12,-8,-12c217,320,210,319,206,322v-5,3,-7,10,-4,15c210,348,210,348,210,348v1,2,4,10,-3,15c201,366,193,362,190,357,158,304,158,304,158,304v-2,-4,-5,-6,-9,-6c128,298,128,298,128,298v,-96,,-96,,-96c184,202,184,202,184,202v-8,5,-8,5,-8,5c166,213,160,223,160,234v,10,4,20,10,26c177,265,185,267,193,266,307,247,307,247,307,247r42,72xm341,202v43,,43,,43,c384,298,384,298,384,298v-22,,-22,,-22,c362,298,362,299,361,299,322,230,322,230,322,230v-2,-4,-6,-6,-11,-5c190,245,190,245,190,245v-3,1,-5,,-6,-1c182,242,181,238,181,234v,-5,3,-7,5,-8c268,182,268,182,268,182v70,20,70,20,70,20c339,202,340,202,341,202xe" fillcolor="#c00000" stroked="f">
                      <v:path arrowok="t" o:connecttype="custom" o:connectlocs="0,143828;287655,143828;233720,185403;221360,191583;215741,179784;208438,187650;189897,201696;178661,211247;155626,207876;140457,215741;121916,214056;96634,206752;71914,179784;65734,191583;53935,185403;59554,95510;59554,83712;71914,89892;125849,101691;146637,90454;192706,101691;215741,89892;227540,83712;227540,95510;233720,185403;196639,184279;188212,189335;184279,186526;165177,153940;154502,159559;174166,192706;162930,198325;136524,166301;146075,193830;143828,202819;134276,200572;128096,189335;123602,182594;113489,189335;116298,203943;88769,170795;71914,167424;103376,113489;89892,131467;108432,149446;196077,179223;215741,113489;203381,167424;180908,129220;106747,137647;101691,131467;150569,102252;191583,113489" o:connectangles="0,0,0,0,0,0,0,0,0,0,0,0,0,0,0,0,0,0,0,0,0,0,0,0,0,0,0,0,0,0,0,0,0,0,0,0,0,0,0,0,0,0,0,0,0,0,0,0,0,0,0,0,0"/>
                      <o:lock v:ext="edit" aspectratio="t" verticies="t"/>
                    </v:shape>
                  </w:pict>
                </mc:Fallback>
              </mc:AlternateContent>
            </w:r>
          </w:p>
        </w:tc>
        <w:tc>
          <w:tcPr>
            <w:tcW w:w="4341" w:type="pct"/>
            <w:tcBorders>
              <w:top w:val="single" w:sz="4" w:space="0" w:color="C00000"/>
              <w:bottom w:val="single" w:sz="4" w:space="0" w:color="C00000"/>
            </w:tcBorders>
            <w:vAlign w:val="center"/>
          </w:tcPr>
          <w:p w14:paraId="35564EFB" w14:textId="37E6F73A" w:rsidR="00B250A2" w:rsidRPr="00D37E7E" w:rsidRDefault="00B250A2" w:rsidP="00B8100E">
            <w:pPr>
              <w:shd w:val="clear" w:color="auto" w:fill="FFFFFF"/>
              <w:spacing w:before="40" w:after="40"/>
              <w:jc w:val="center"/>
              <w:rPr>
                <w:rFonts w:ascii="Open Sans" w:hAnsi="Open Sans" w:cs="Open Sans"/>
                <w:b/>
                <w:color w:val="C00000"/>
                <w:sz w:val="20"/>
              </w:rPr>
            </w:pPr>
            <w:r w:rsidRPr="00D37E7E">
              <w:rPr>
                <w:rFonts w:ascii="Open Sans" w:hAnsi="Open Sans" w:cs="Open Sans"/>
                <w:b/>
                <w:color w:val="C00000"/>
                <w:sz w:val="20"/>
              </w:rPr>
              <w:t>VI. Diritti degli Interessati</w:t>
            </w:r>
          </w:p>
          <w:p w14:paraId="4B20D617" w14:textId="77777777" w:rsidR="00B250A2" w:rsidRPr="00D37E7E" w:rsidRDefault="00B250A2" w:rsidP="00B8100E">
            <w:pPr>
              <w:shd w:val="clear" w:color="auto" w:fill="FFFFFF"/>
              <w:spacing w:before="40" w:after="40"/>
              <w:jc w:val="center"/>
              <w:rPr>
                <w:rFonts w:ascii="Open Sans" w:hAnsi="Open Sans" w:cs="Open Sans"/>
                <w:i/>
                <w:sz w:val="20"/>
              </w:rPr>
            </w:pPr>
            <w:r w:rsidRPr="00D37E7E">
              <w:rPr>
                <w:rFonts w:ascii="Open Sans" w:hAnsi="Open Sans" w:cs="Open Sans"/>
                <w:i/>
                <w:color w:val="C00000"/>
                <w:sz w:val="20"/>
              </w:rPr>
              <w:t>In questa sezione le indichiamo quali diritti le garantiamo</w:t>
            </w:r>
          </w:p>
        </w:tc>
      </w:tr>
    </w:tbl>
    <w:p w14:paraId="3EB5015B" w14:textId="77777777" w:rsidR="005D0BDD" w:rsidRDefault="005D0BDD" w:rsidP="00B250A2">
      <w:pPr>
        <w:shd w:val="clear" w:color="auto" w:fill="FFFFFF"/>
        <w:jc w:val="both"/>
        <w:rPr>
          <w:rFonts w:ascii="Open Sans" w:hAnsi="Open Sans" w:cs="Open Sans"/>
          <w:sz w:val="20"/>
        </w:rPr>
      </w:pPr>
    </w:p>
    <w:p w14:paraId="4101D541" w14:textId="77777777" w:rsidR="00507EF5" w:rsidRDefault="00507EF5" w:rsidP="00B250A2">
      <w:pPr>
        <w:shd w:val="clear" w:color="auto" w:fill="FFFFFF"/>
        <w:jc w:val="both"/>
        <w:rPr>
          <w:rFonts w:ascii="Open Sans" w:hAnsi="Open Sans" w:cs="Open Sans"/>
          <w:sz w:val="20"/>
        </w:rPr>
      </w:pPr>
      <w:r>
        <w:rPr>
          <w:rFonts w:ascii="Open Sans" w:hAnsi="Open Sans" w:cs="Open Sans"/>
          <w:sz w:val="20"/>
        </w:rPr>
        <w:t>I</w:t>
      </w:r>
      <w:r w:rsidR="00B250A2" w:rsidRPr="00D37E7E">
        <w:rPr>
          <w:rFonts w:ascii="Open Sans" w:hAnsi="Open Sans" w:cs="Open Sans"/>
          <w:sz w:val="20"/>
        </w:rPr>
        <w:t xml:space="preserve">l </w:t>
      </w:r>
      <w:r>
        <w:rPr>
          <w:rFonts w:ascii="Open Sans" w:hAnsi="Open Sans" w:cs="Open Sans"/>
          <w:sz w:val="20"/>
        </w:rPr>
        <w:t xml:space="preserve">GDPR </w:t>
      </w:r>
      <w:r w:rsidR="00B250A2" w:rsidRPr="00D37E7E">
        <w:rPr>
          <w:rFonts w:ascii="Open Sans" w:hAnsi="Open Sans" w:cs="Open Sans"/>
          <w:sz w:val="20"/>
        </w:rPr>
        <w:t xml:space="preserve">(artt. da 15 a 23) conferisce agli interessati l’esercizio di specifici diritti. </w:t>
      </w:r>
    </w:p>
    <w:p w14:paraId="2188C099" w14:textId="75744106" w:rsidR="00B250A2" w:rsidRPr="00D37E7E" w:rsidRDefault="00B250A2" w:rsidP="00B250A2">
      <w:pPr>
        <w:shd w:val="clear" w:color="auto" w:fill="FFFFFF"/>
        <w:jc w:val="both"/>
        <w:rPr>
          <w:rFonts w:ascii="Open Sans" w:hAnsi="Open Sans" w:cs="Open Sans"/>
          <w:sz w:val="20"/>
        </w:rPr>
      </w:pPr>
      <w:r w:rsidRPr="00D37E7E">
        <w:rPr>
          <w:rFonts w:ascii="Open Sans" w:hAnsi="Open Sans" w:cs="Open Sans"/>
          <w:sz w:val="20"/>
        </w:rPr>
        <w:t>In particolare, in relazione al trattamento dei Suoi dati personali, ha diritto di chiedere ad Anas S.p.A. l’accesso, la rettifica, la cancellazione (fatte salve le deroghe previste dall’art. 17, paragrafo 3, lett. b) per i</w:t>
      </w:r>
      <w:r w:rsidR="006C6AF5">
        <w:rPr>
          <w:rFonts w:ascii="Open Sans" w:hAnsi="Open Sans" w:cs="Open Sans"/>
          <w:sz w:val="20"/>
        </w:rPr>
        <w:t xml:space="preserve"> </w:t>
      </w:r>
      <w:r w:rsidRPr="00D37E7E">
        <w:rPr>
          <w:rFonts w:ascii="Open Sans" w:hAnsi="Open Sans" w:cs="Open Sans"/>
          <w:sz w:val="20"/>
        </w:rPr>
        <w:t>trattamenti effettuati in adempimento di un obbligo legale o per l’esecuzione di un compito svolto nel pubblico interesse), la limitazione, l’opposizione e la portabilità; inoltre, può proporre reclamo all’Autorità di Controllo, che in Italia è il Garante per la Protezione dei Dati Personali.</w:t>
      </w:r>
    </w:p>
    <w:p w14:paraId="16517478" w14:textId="26E4BE0A" w:rsidR="00B250A2" w:rsidRPr="00B85C0D" w:rsidRDefault="00B250A2" w:rsidP="00B250A2">
      <w:pPr>
        <w:shd w:val="clear" w:color="auto" w:fill="FFFFFF"/>
        <w:jc w:val="both"/>
        <w:rPr>
          <w:rFonts w:ascii="Open Sans" w:hAnsi="Open Sans" w:cs="Open Sans"/>
          <w:bCs/>
          <w:sz w:val="20"/>
        </w:rPr>
      </w:pPr>
      <w:r w:rsidRPr="00D37E7E">
        <w:rPr>
          <w:rFonts w:ascii="Open Sans" w:hAnsi="Open Sans" w:cs="Open Sans"/>
          <w:sz w:val="20"/>
        </w:rPr>
        <w:t xml:space="preserve">In qualsiasi momento, potrà chiedere di esercitare i suoi diritti ad Anas S.p.A. contattabile all’indirizzo </w:t>
      </w:r>
      <w:bookmarkStart w:id="0" w:name="_GoBack"/>
      <w:r w:rsidR="00B85C0D" w:rsidRPr="00B85C0D">
        <w:rPr>
          <w:rFonts w:ascii="Open Sans" w:hAnsi="Open Sans" w:cs="Open Sans"/>
          <w:b/>
          <w:bCs/>
          <w:sz w:val="20"/>
        </w:rPr>
        <w:fldChar w:fldCharType="begin"/>
      </w:r>
      <w:r w:rsidR="00B85C0D" w:rsidRPr="00B85C0D">
        <w:rPr>
          <w:rFonts w:ascii="Open Sans" w:hAnsi="Open Sans" w:cs="Open Sans"/>
          <w:b/>
          <w:bCs/>
          <w:sz w:val="20"/>
        </w:rPr>
        <w:instrText xml:space="preserve"> HYPERLINK "mailto:datamanagerstpiemonte-vda@stradeanas.it" </w:instrText>
      </w:r>
      <w:r w:rsidR="00B85C0D" w:rsidRPr="00B85C0D">
        <w:rPr>
          <w:rFonts w:ascii="Open Sans" w:hAnsi="Open Sans" w:cs="Open Sans"/>
          <w:b/>
          <w:bCs/>
          <w:sz w:val="20"/>
        </w:rPr>
        <w:fldChar w:fldCharType="separate"/>
      </w:r>
      <w:r w:rsidR="00B85C0D" w:rsidRPr="00B85C0D">
        <w:rPr>
          <w:rStyle w:val="Collegamentoipertestuale"/>
          <w:rFonts w:ascii="Open Sans" w:hAnsi="Open Sans" w:cs="Open Sans"/>
          <w:color w:val="auto"/>
          <w:sz w:val="20"/>
        </w:rPr>
        <w:t>datamanagerstpiemonte-vda@stradeanas.it</w:t>
      </w:r>
      <w:r w:rsidR="00B85C0D" w:rsidRPr="00B85C0D">
        <w:rPr>
          <w:rFonts w:ascii="Open Sans" w:hAnsi="Open Sans" w:cs="Open Sans"/>
          <w:b/>
          <w:bCs/>
          <w:sz w:val="20"/>
        </w:rPr>
        <w:fldChar w:fldCharType="end"/>
      </w:r>
      <w:bookmarkEnd w:id="0"/>
      <w:r w:rsidR="00B85C0D">
        <w:rPr>
          <w:rFonts w:ascii="Open Sans" w:hAnsi="Open Sans" w:cs="Open Sans"/>
          <w:b/>
          <w:bCs/>
          <w:sz w:val="20"/>
        </w:rPr>
        <w:t xml:space="preserve"> </w:t>
      </w:r>
      <w:r w:rsidRPr="00D37E7E">
        <w:rPr>
          <w:rFonts w:ascii="Open Sans" w:hAnsi="Open Sans" w:cs="Open Sans"/>
          <w:sz w:val="20"/>
        </w:rPr>
        <w:t xml:space="preserve">ovvero rivolgendosi al </w:t>
      </w:r>
      <w:r w:rsidRPr="00D37E7E">
        <w:rPr>
          <w:rFonts w:ascii="Open Sans" w:hAnsi="Open Sans" w:cs="Open Sans"/>
          <w:b/>
          <w:sz w:val="20"/>
        </w:rPr>
        <w:t xml:space="preserve">Data </w:t>
      </w:r>
      <w:proofErr w:type="spellStart"/>
      <w:r w:rsidRPr="00D37E7E">
        <w:rPr>
          <w:rFonts w:ascii="Open Sans" w:hAnsi="Open Sans" w:cs="Open Sans"/>
          <w:b/>
          <w:sz w:val="20"/>
        </w:rPr>
        <w:t>Protection</w:t>
      </w:r>
      <w:proofErr w:type="spellEnd"/>
      <w:r w:rsidRPr="00D37E7E">
        <w:rPr>
          <w:rFonts w:ascii="Open Sans" w:hAnsi="Open Sans" w:cs="Open Sans"/>
          <w:b/>
          <w:sz w:val="20"/>
        </w:rPr>
        <w:t xml:space="preserve"> </w:t>
      </w:r>
      <w:proofErr w:type="spellStart"/>
      <w:r w:rsidRPr="00D37E7E">
        <w:rPr>
          <w:rFonts w:ascii="Open Sans" w:hAnsi="Open Sans" w:cs="Open Sans"/>
          <w:b/>
          <w:sz w:val="20"/>
        </w:rPr>
        <w:t>Officer</w:t>
      </w:r>
      <w:proofErr w:type="spellEnd"/>
      <w:r w:rsidRPr="00D37E7E">
        <w:rPr>
          <w:rFonts w:ascii="Open Sans" w:hAnsi="Open Sans" w:cs="Open Sans"/>
          <w:sz w:val="20"/>
        </w:rPr>
        <w:t xml:space="preserve"> contattabile all’indirizzo </w:t>
      </w:r>
      <w:r w:rsidRPr="00D37E7E">
        <w:rPr>
          <w:rFonts w:ascii="Open Sans" w:hAnsi="Open Sans" w:cs="Open Sans"/>
          <w:b/>
          <w:bCs/>
          <w:sz w:val="20"/>
        </w:rPr>
        <w:t>protezionedati@stradeanas.it</w:t>
      </w:r>
      <w:r w:rsidRPr="00D37E7E">
        <w:rPr>
          <w:rFonts w:ascii="Open Sans" w:hAnsi="Open Sans" w:cs="Open Sans"/>
          <w:sz w:val="20"/>
        </w:rPr>
        <w:t>.</w:t>
      </w:r>
    </w:p>
    <w:p w14:paraId="4DEDCCA0" w14:textId="77777777" w:rsidR="006D5195" w:rsidRPr="006D5195" w:rsidRDefault="006D5195" w:rsidP="006D5195">
      <w:pPr>
        <w:spacing w:line="280" w:lineRule="exact"/>
        <w:jc w:val="both"/>
        <w:rPr>
          <w:rFonts w:ascii="Open Sans" w:eastAsia="Calibri" w:hAnsi="Open Sans" w:cs="Open Sans"/>
          <w:sz w:val="20"/>
          <w:lang w:eastAsia="en-US"/>
        </w:rPr>
      </w:pPr>
    </w:p>
    <w:p w14:paraId="36CFF655" w14:textId="77777777" w:rsidR="00BC7F61" w:rsidRPr="00D37E7E" w:rsidRDefault="00BC7F61" w:rsidP="00BC7F61">
      <w:pPr>
        <w:pStyle w:val="Paragrafoelenco"/>
        <w:jc w:val="both"/>
        <w:rPr>
          <w:rFonts w:ascii="Open Sans" w:hAnsi="Open Sans" w:cs="Open Sans"/>
          <w:sz w:val="20"/>
          <w:szCs w:val="20"/>
        </w:rPr>
      </w:pPr>
    </w:p>
    <w:sectPr w:rsidR="00BC7F61" w:rsidRPr="00D37E7E" w:rsidSect="00BC7F61">
      <w:headerReference w:type="default" r:id="rId10"/>
      <w:footerReference w:type="default" r:id="rId11"/>
      <w:headerReference w:type="first" r:id="rId12"/>
      <w:footerReference w:type="first" r:id="rId13"/>
      <w:type w:val="continuous"/>
      <w:pgSz w:w="11906" w:h="16838" w:code="9"/>
      <w:pgMar w:top="1985" w:right="991" w:bottom="2552" w:left="1134" w:header="454" w:footer="283"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52D767" w14:textId="77777777" w:rsidR="00972623" w:rsidRDefault="00972623">
      <w:r>
        <w:separator/>
      </w:r>
    </w:p>
  </w:endnote>
  <w:endnote w:type="continuationSeparator" w:id="0">
    <w:p w14:paraId="34B9B7FD" w14:textId="77777777" w:rsidR="00972623" w:rsidRDefault="00972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utura">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Futura Lt BT">
    <w:altName w:val="Century Gothic"/>
    <w:panose1 w:val="00000000000000000000"/>
    <w:charset w:val="00"/>
    <w:family w:val="swiss"/>
    <w:notTrueType/>
    <w:pitch w:val="variable"/>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w:eastAsia="Times New Roman" w:hAnsi="Times"/>
        <w:color w:val="auto"/>
        <w:sz w:val="24"/>
        <w:szCs w:val="20"/>
        <w:lang w:eastAsia="it-IT"/>
      </w:rPr>
      <w:id w:val="760571575"/>
      <w:docPartObj>
        <w:docPartGallery w:val="Page Numbers (Bottom of Page)"/>
        <w:docPartUnique/>
      </w:docPartObj>
    </w:sdtPr>
    <w:sdtEndPr/>
    <w:sdtContent>
      <w:p w14:paraId="0307C7F1" w14:textId="77777777" w:rsidR="00680299" w:rsidRPr="00B04F43" w:rsidRDefault="00680299" w:rsidP="00C174E7">
        <w:pPr>
          <w:pStyle w:val="Indirizzi"/>
          <w:ind w:right="-7"/>
          <w:rPr>
            <w:b/>
          </w:rPr>
        </w:pPr>
        <w:r w:rsidRPr="00B04F43">
          <w:rPr>
            <w:b/>
            <w:noProof/>
            <w:lang w:eastAsia="it-IT"/>
          </w:rPr>
          <w:drawing>
            <wp:anchor distT="0" distB="0" distL="114300" distR="114300" simplePos="0" relativeHeight="251667456" behindDoc="1" locked="0" layoutInCell="1" allowOverlap="1" wp14:anchorId="02D4DB23" wp14:editId="3AE78B02">
              <wp:simplePos x="0" y="0"/>
              <wp:positionH relativeFrom="column">
                <wp:posOffset>5223510</wp:posOffset>
              </wp:positionH>
              <wp:positionV relativeFrom="page">
                <wp:posOffset>9777730</wp:posOffset>
              </wp:positionV>
              <wp:extent cx="641350" cy="635635"/>
              <wp:effectExtent l="0" t="0" r="6350" b="0"/>
              <wp:wrapNone/>
              <wp:docPr id="3" name="Immagine 3" descr="Mario 2:Users:mario:Lavori:Anas:Manuale:Cartella B_stampati_corrispondenza:esecutivi:carta_intestate:immagini per office:TUV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ario 2:Users:mario:Lavori:Anas:Manuale:Cartella B_stampati_corrispondenza:esecutivi:carta_intestate:immagini per office:TUV_logo.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641350" cy="635635"/>
                      </a:xfrm>
                      <a:prstGeom prst="rect">
                        <a:avLst/>
                      </a:prstGeom>
                      <a:noFill/>
                      <a:ln>
                        <a:noFill/>
                      </a:ln>
                    </pic:spPr>
                  </pic:pic>
                </a:graphicData>
              </a:graphic>
            </wp:anchor>
          </w:drawing>
        </w:r>
        <w:r w:rsidRPr="00B04F43">
          <w:rPr>
            <w:b/>
          </w:rPr>
          <w:t>Anas S.p.A. - Gruppo Ferrovie dello Stato Italiane</w:t>
        </w:r>
      </w:p>
      <w:p w14:paraId="5C8E24F1" w14:textId="77777777" w:rsidR="00680299" w:rsidRDefault="00680299" w:rsidP="00C174E7">
        <w:pPr>
          <w:pStyle w:val="CoordinamentiAree"/>
          <w:jc w:val="both"/>
        </w:pPr>
        <w:r>
          <w:t>Società con socio unico soggetta all’attività di direzione e coordinamento di Ferrovie dello Stato Italiane S.p.A. e concessionaria ai sensi del D.L. 138/2002 (convertito con L. 178/2002)</w:t>
        </w:r>
      </w:p>
      <w:p w14:paraId="542C1AD4" w14:textId="77777777" w:rsidR="00680299" w:rsidRDefault="00680299" w:rsidP="00C174E7">
        <w:pPr>
          <w:pStyle w:val="Indirizzi"/>
        </w:pPr>
        <w:r>
          <w:t>Sede Legale: Via Monzambano, 10 - 00185 Roma</w:t>
        </w:r>
      </w:p>
      <w:p w14:paraId="3B0E095D" w14:textId="77777777" w:rsidR="00680299" w:rsidRDefault="00680299" w:rsidP="00C174E7">
        <w:pPr>
          <w:pStyle w:val="Indirizzi"/>
        </w:pPr>
        <w:r>
          <w:t>T [+39] 06 44461 - F [+39] 06 4456224 - F [+39] 06 4454956 - [+39] 06 4454948 - [+39] 06 44700852</w:t>
        </w:r>
      </w:p>
      <w:p w14:paraId="248A002A" w14:textId="77777777" w:rsidR="00680299" w:rsidRDefault="00680299" w:rsidP="00C174E7">
        <w:pPr>
          <w:pStyle w:val="Indirizzi"/>
        </w:pPr>
        <w:proofErr w:type="spellStart"/>
        <w:r>
          <w:t>Pec</w:t>
        </w:r>
        <w:proofErr w:type="spellEnd"/>
        <w:r>
          <w:t xml:space="preserve"> anas@postacert.stradeanas.it - www.stradeanas.it</w:t>
        </w:r>
      </w:p>
      <w:p w14:paraId="5D351AC1" w14:textId="77777777" w:rsidR="00680299" w:rsidRDefault="0099149D" w:rsidP="00C174E7">
        <w:pPr>
          <w:pStyle w:val="Indirizzi"/>
        </w:pPr>
        <w:r>
          <w:rPr>
            <w:noProof/>
            <w:lang w:eastAsia="it-IT"/>
          </w:rPr>
          <mc:AlternateContent>
            <mc:Choice Requires="wps">
              <w:drawing>
                <wp:anchor distT="0" distB="0" distL="114300" distR="114300" simplePos="0" relativeHeight="251670528" behindDoc="0" locked="0" layoutInCell="0" allowOverlap="1" wp14:anchorId="5FCC9588" wp14:editId="46917007">
                  <wp:simplePos x="0" y="0"/>
                  <wp:positionH relativeFrom="page">
                    <wp:posOffset>0</wp:posOffset>
                  </wp:positionH>
                  <wp:positionV relativeFrom="page">
                    <wp:posOffset>10175240</wp:posOffset>
                  </wp:positionV>
                  <wp:extent cx="7560310" cy="325755"/>
                  <wp:effectExtent l="0" t="0" r="0" b="0"/>
                  <wp:wrapNone/>
                  <wp:docPr id="7" name="MSIPCM8d894e56b6f1121e7749e609" descr="{&quot;HashCode&quot;:-2139274821,&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325755"/>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8DDC136" w14:textId="77777777" w:rsidR="0099149D" w:rsidRPr="00845EB8" w:rsidRDefault="0099149D" w:rsidP="0099149D">
                              <w:pPr>
                                <w:jc w:val="center"/>
                                <w:rPr>
                                  <w:rFonts w:ascii="Open Sans" w:hAnsi="Open Sans" w:cs="Open Sans"/>
                                  <w:color w:val="000000"/>
                                  <w:sz w:val="16"/>
                                  <w:szCs w:val="16"/>
                                </w:rPr>
                              </w:pPr>
                            </w:p>
                            <w:p w14:paraId="1E4A3652" w14:textId="2F384E45" w:rsidR="0099149D" w:rsidRPr="00845EB8" w:rsidRDefault="0099149D" w:rsidP="0099149D">
                              <w:pPr>
                                <w:jc w:val="center"/>
                                <w:rPr>
                                  <w:rFonts w:ascii="Open Sans" w:hAnsi="Open Sans" w:cs="Open Sans"/>
                                  <w:color w:val="000000"/>
                                  <w:sz w:val="20"/>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5FCC9588" id="_x0000_t202" coordsize="21600,21600" o:spt="202" path="m,l,21600r21600,l21600,xe">
                  <v:stroke joinstyle="miter"/>
                  <v:path gradientshapeok="t" o:connecttype="rect"/>
                </v:shapetype>
                <v:shape id="MSIPCM8d894e56b6f1121e7749e609" o:spid="_x0000_s1026" type="#_x0000_t202" alt="{&quot;HashCode&quot;:-2139274821,&quot;Height&quot;:841.0,&quot;Width&quot;:595.0,&quot;Placement&quot;:&quot;Footer&quot;,&quot;Index&quot;:&quot;Primary&quot;,&quot;Section&quot;:1,&quot;Top&quot;:0.0,&quot;Left&quot;:0.0}" style="position:absolute;margin-left:0;margin-top:801.2pt;width:595.3pt;height:25.65pt;z-index:25167052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" o:allowincell="f" filled="f" stroked="f" strokeweight=".5pt">
                  <v:textbox inset=",0,,0">
                    <w:txbxContent>
                      <w:p w14:paraId="68DDC136" w14:textId="77777777" w:rsidR="0099149D" w:rsidRPr="00845EB8" w:rsidRDefault="0099149D" w:rsidP="0099149D">
                        <w:pPr>
                          <w:jc w:val="center"/>
                          <w:rPr>
                            <w:rFonts w:ascii="Open Sans" w:hAnsi="Open Sans" w:cs="Open Sans"/>
                            <w:color w:val="000000"/>
                            <w:sz w:val="16"/>
                            <w:szCs w:val="16"/>
                          </w:rPr>
                        </w:pPr>
                      </w:p>
                      <w:p w14:paraId="1E4A3652" w14:textId="2F384E45" w:rsidR="0099149D" w:rsidRPr="00845EB8" w:rsidRDefault="0099149D" w:rsidP="0099149D">
                        <w:pPr>
                          <w:jc w:val="center"/>
                          <w:rPr>
                            <w:rFonts w:ascii="Open Sans" w:hAnsi="Open Sans" w:cs="Open Sans"/>
                            <w:color w:val="000000"/>
                            <w:sz w:val="20"/>
                          </w:rPr>
                        </w:pPr>
                      </w:p>
                    </w:txbxContent>
                  </v:textbox>
                  <w10:wrap anchorx="page" anchory="page"/>
                </v:shape>
              </w:pict>
            </mc:Fallback>
          </mc:AlternateContent>
        </w:r>
        <w:r w:rsidR="00680299">
          <w:t xml:space="preserve">Cap. </w:t>
        </w:r>
        <w:proofErr w:type="spellStart"/>
        <w:r w:rsidR="00680299">
          <w:t>Soc</w:t>
        </w:r>
        <w:proofErr w:type="spellEnd"/>
        <w:r w:rsidR="00680299">
          <w:t>. Euro 2.269.892.000,</w:t>
        </w:r>
        <w:proofErr w:type="gramStart"/>
        <w:r w:rsidR="00680299">
          <w:t xml:space="preserve">00  </w:t>
        </w:r>
        <w:proofErr w:type="spellStart"/>
        <w:r w:rsidR="00680299">
          <w:t>Iscr</w:t>
        </w:r>
        <w:proofErr w:type="spellEnd"/>
        <w:r w:rsidR="00680299">
          <w:t>.</w:t>
        </w:r>
        <w:proofErr w:type="gramEnd"/>
        <w:r w:rsidR="00680299">
          <w:t xml:space="preserve"> R.E.A. 1024951  P.IVA 02133681003  C.F. 80208450587</w:t>
        </w:r>
      </w:p>
      <w:p w14:paraId="5950539A" w14:textId="77777777" w:rsidR="00680299" w:rsidRDefault="00680299">
        <w:pPr>
          <w:pStyle w:val="Pidipagina"/>
          <w:jc w:val="center"/>
        </w:pPr>
        <w:r>
          <w:fldChar w:fldCharType="begin"/>
        </w:r>
        <w:r>
          <w:instrText>PAGE   \* MERGEFORMAT</w:instrText>
        </w:r>
        <w:r>
          <w:fldChar w:fldCharType="separate"/>
        </w:r>
        <w:r w:rsidR="00B85C0D">
          <w:rPr>
            <w:noProof/>
          </w:rPr>
          <w:t>1</w:t>
        </w:r>
        <w:r>
          <w:rPr>
            <w:noProof/>
          </w:rPr>
          <w:fldChar w:fldCharType="end"/>
        </w:r>
      </w:p>
    </w:sdtContent>
  </w:sdt>
  <w:p w14:paraId="79A40D97" w14:textId="77777777" w:rsidR="00680299" w:rsidRDefault="0068029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823628" w14:textId="77777777" w:rsidR="00680299" w:rsidRPr="00871352" w:rsidRDefault="00680299" w:rsidP="00975D44">
    <w:pPr>
      <w:pStyle w:val="Pidipagina"/>
      <w:ind w:left="-567"/>
      <w:rPr>
        <w:rFonts w:ascii="Garamond" w:hAnsi="Garamond"/>
        <w:color w:val="006666"/>
        <w:sz w:val="14"/>
        <w:szCs w:val="14"/>
      </w:rPr>
    </w:pPr>
    <w:r>
      <w:rPr>
        <w:rFonts w:ascii="Garamond" w:hAnsi="Garamond"/>
        <w:color w:val="006666"/>
        <w:sz w:val="14"/>
        <w:szCs w:val="14"/>
      </w:rPr>
      <w:t>Piazza della Croce Rossa, 1</w:t>
    </w:r>
    <w:r w:rsidRPr="00871352">
      <w:rPr>
        <w:rFonts w:ascii="Garamond" w:hAnsi="Garamond"/>
        <w:color w:val="006666"/>
        <w:sz w:val="14"/>
        <w:szCs w:val="14"/>
      </w:rPr>
      <w:t xml:space="preserve"> - 00161 Roma</w:t>
    </w:r>
  </w:p>
  <w:p w14:paraId="0364587A" w14:textId="77777777" w:rsidR="00680299" w:rsidRPr="00871352" w:rsidRDefault="00680299" w:rsidP="00975D44">
    <w:pPr>
      <w:pStyle w:val="Pidipagina"/>
      <w:tabs>
        <w:tab w:val="clear" w:pos="4819"/>
        <w:tab w:val="clear" w:pos="9638"/>
        <w:tab w:val="left" w:pos="3565"/>
      </w:tabs>
      <w:spacing w:before="60"/>
      <w:ind w:left="-567"/>
      <w:rPr>
        <w:rFonts w:ascii="Garamond" w:hAnsi="Garamond"/>
        <w:color w:val="006666"/>
        <w:sz w:val="14"/>
        <w:szCs w:val="14"/>
      </w:rPr>
    </w:pPr>
    <w:r>
      <w:rPr>
        <w:rFonts w:ascii="Garamond" w:hAnsi="Garamond"/>
        <w:color w:val="006666"/>
        <w:sz w:val="14"/>
        <w:szCs w:val="14"/>
      </w:rPr>
      <w:t>Trenitalia</w:t>
    </w:r>
    <w:r w:rsidRPr="00871352">
      <w:rPr>
        <w:rFonts w:ascii="Garamond" w:hAnsi="Garamond"/>
        <w:color w:val="006666"/>
        <w:sz w:val="14"/>
        <w:szCs w:val="14"/>
      </w:rPr>
      <w:t xml:space="preserve"> S.p.A. - Gruppo Ferrovie dello Stato </w:t>
    </w:r>
    <w:r>
      <w:rPr>
        <w:rFonts w:ascii="Garamond" w:hAnsi="Garamond"/>
        <w:color w:val="006666"/>
        <w:sz w:val="14"/>
        <w:szCs w:val="14"/>
      </w:rPr>
      <w:t>Italiane</w:t>
    </w:r>
    <w:r>
      <w:rPr>
        <w:rFonts w:ascii="Garamond" w:hAnsi="Garamond"/>
        <w:color w:val="006666"/>
        <w:sz w:val="14"/>
        <w:szCs w:val="14"/>
      </w:rPr>
      <w:tab/>
    </w:r>
  </w:p>
  <w:p w14:paraId="3BA2FFC9" w14:textId="77777777" w:rsidR="00680299" w:rsidRDefault="00680299" w:rsidP="00975D44">
    <w:pPr>
      <w:pStyle w:val="Pidipagina"/>
      <w:ind w:left="-567"/>
      <w:rPr>
        <w:rFonts w:ascii="Garamond" w:hAnsi="Garamond"/>
        <w:color w:val="006666"/>
        <w:sz w:val="14"/>
        <w:szCs w:val="14"/>
      </w:rPr>
    </w:pPr>
    <w:r>
      <w:rPr>
        <w:rFonts w:ascii="Garamond" w:hAnsi="Garamond"/>
        <w:noProof/>
        <w:color w:val="006666"/>
        <w:sz w:val="14"/>
        <w:szCs w:val="14"/>
      </w:rPr>
      <w:drawing>
        <wp:anchor distT="0" distB="0" distL="114300" distR="114300" simplePos="0" relativeHeight="251657216" behindDoc="0" locked="0" layoutInCell="1" allowOverlap="1" wp14:anchorId="29B4F65D" wp14:editId="1E5C108C">
          <wp:simplePos x="0" y="0"/>
          <wp:positionH relativeFrom="column">
            <wp:posOffset>5182870</wp:posOffset>
          </wp:positionH>
          <wp:positionV relativeFrom="paragraph">
            <wp:posOffset>112395</wp:posOffset>
          </wp:positionV>
          <wp:extent cx="270510" cy="351790"/>
          <wp:effectExtent l="19050" t="0" r="0" b="0"/>
          <wp:wrapNone/>
          <wp:docPr id="679"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270510" cy="351790"/>
                  </a:xfrm>
                  <a:prstGeom prst="rect">
                    <a:avLst/>
                  </a:prstGeom>
                  <a:noFill/>
                </pic:spPr>
              </pic:pic>
            </a:graphicData>
          </a:graphic>
        </wp:anchor>
      </w:drawing>
    </w:r>
    <w:r>
      <w:rPr>
        <w:rFonts w:ascii="Garamond" w:hAnsi="Garamond"/>
        <w:noProof/>
        <w:color w:val="006666"/>
        <w:sz w:val="14"/>
        <w:szCs w:val="14"/>
      </w:rPr>
      <w:drawing>
        <wp:anchor distT="0" distB="0" distL="114300" distR="114300" simplePos="0" relativeHeight="251659264" behindDoc="0" locked="0" layoutInCell="1" allowOverlap="1" wp14:anchorId="4CF39EA1" wp14:editId="3919632D">
          <wp:simplePos x="0" y="0"/>
          <wp:positionH relativeFrom="column">
            <wp:posOffset>3957955</wp:posOffset>
          </wp:positionH>
          <wp:positionV relativeFrom="paragraph">
            <wp:posOffset>15240</wp:posOffset>
          </wp:positionV>
          <wp:extent cx="529590" cy="534670"/>
          <wp:effectExtent l="19050" t="0" r="3810" b="0"/>
          <wp:wrapNone/>
          <wp:docPr id="680"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srcRect/>
                  <a:stretch>
                    <a:fillRect/>
                  </a:stretch>
                </pic:blipFill>
                <pic:spPr bwMode="auto">
                  <a:xfrm>
                    <a:off x="0" y="0"/>
                    <a:ext cx="529590" cy="534670"/>
                  </a:xfrm>
                  <a:prstGeom prst="rect">
                    <a:avLst/>
                  </a:prstGeom>
                  <a:noFill/>
                </pic:spPr>
              </pic:pic>
            </a:graphicData>
          </a:graphic>
        </wp:anchor>
      </w:drawing>
    </w:r>
    <w:r>
      <w:rPr>
        <w:rFonts w:ascii="Garamond" w:hAnsi="Garamond"/>
        <w:noProof/>
        <w:color w:val="006666"/>
        <w:sz w:val="14"/>
        <w:szCs w:val="14"/>
      </w:rPr>
      <w:drawing>
        <wp:anchor distT="0" distB="0" distL="114300" distR="114300" simplePos="0" relativeHeight="251661312" behindDoc="0" locked="0" layoutInCell="1" allowOverlap="1" wp14:anchorId="1DFE8347" wp14:editId="47FEEAAC">
          <wp:simplePos x="0" y="0"/>
          <wp:positionH relativeFrom="column">
            <wp:posOffset>3354070</wp:posOffset>
          </wp:positionH>
          <wp:positionV relativeFrom="paragraph">
            <wp:posOffset>15240</wp:posOffset>
          </wp:positionV>
          <wp:extent cx="529590" cy="534670"/>
          <wp:effectExtent l="19050" t="0" r="3810" b="0"/>
          <wp:wrapNone/>
          <wp:docPr id="681"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srcRect/>
                  <a:stretch>
                    <a:fillRect/>
                  </a:stretch>
                </pic:blipFill>
                <pic:spPr bwMode="auto">
                  <a:xfrm>
                    <a:off x="0" y="0"/>
                    <a:ext cx="529590" cy="534670"/>
                  </a:xfrm>
                  <a:prstGeom prst="rect">
                    <a:avLst/>
                  </a:prstGeom>
                  <a:noFill/>
                </pic:spPr>
              </pic:pic>
            </a:graphicData>
          </a:graphic>
        </wp:anchor>
      </w:drawing>
    </w:r>
    <w:r>
      <w:rPr>
        <w:rFonts w:ascii="Garamond" w:hAnsi="Garamond"/>
        <w:noProof/>
        <w:color w:val="006666"/>
        <w:sz w:val="14"/>
        <w:szCs w:val="14"/>
      </w:rPr>
      <w:drawing>
        <wp:anchor distT="0" distB="0" distL="114300" distR="114300" simplePos="0" relativeHeight="251663360" behindDoc="0" locked="0" layoutInCell="1" allowOverlap="1" wp14:anchorId="197DA4F3" wp14:editId="042DB74D">
          <wp:simplePos x="0" y="0"/>
          <wp:positionH relativeFrom="column">
            <wp:posOffset>4537998</wp:posOffset>
          </wp:positionH>
          <wp:positionV relativeFrom="paragraph">
            <wp:posOffset>19242</wp:posOffset>
          </wp:positionV>
          <wp:extent cx="531135" cy="534838"/>
          <wp:effectExtent l="19050" t="0" r="2265" b="0"/>
          <wp:wrapNone/>
          <wp:docPr id="682"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srcRect/>
                  <a:stretch>
                    <a:fillRect/>
                  </a:stretch>
                </pic:blipFill>
                <pic:spPr bwMode="auto">
                  <a:xfrm>
                    <a:off x="0" y="0"/>
                    <a:ext cx="531135" cy="534838"/>
                  </a:xfrm>
                  <a:prstGeom prst="rect">
                    <a:avLst/>
                  </a:prstGeom>
                  <a:noFill/>
                </pic:spPr>
              </pic:pic>
            </a:graphicData>
          </a:graphic>
        </wp:anchor>
      </w:drawing>
    </w:r>
    <w:r w:rsidRPr="00871352">
      <w:rPr>
        <w:rFonts w:ascii="Garamond" w:hAnsi="Garamond"/>
        <w:color w:val="006666"/>
        <w:sz w:val="14"/>
        <w:szCs w:val="14"/>
      </w:rPr>
      <w:t xml:space="preserve">Società </w:t>
    </w:r>
    <w:r>
      <w:rPr>
        <w:rFonts w:ascii="Garamond" w:hAnsi="Garamond"/>
        <w:color w:val="006666"/>
        <w:sz w:val="14"/>
        <w:szCs w:val="14"/>
      </w:rPr>
      <w:t xml:space="preserve">con socio unico </w:t>
    </w:r>
    <w:r w:rsidRPr="00871352">
      <w:rPr>
        <w:rFonts w:ascii="Garamond" w:hAnsi="Garamond"/>
        <w:color w:val="006666"/>
        <w:sz w:val="14"/>
        <w:szCs w:val="14"/>
      </w:rPr>
      <w:t xml:space="preserve">soggetta alla direzione e coordinamento </w:t>
    </w:r>
  </w:p>
  <w:p w14:paraId="773B9616" w14:textId="77777777" w:rsidR="00680299" w:rsidRPr="00871352" w:rsidRDefault="00680299" w:rsidP="00975D44">
    <w:pPr>
      <w:pStyle w:val="Pidipagina"/>
      <w:ind w:left="-567"/>
      <w:rPr>
        <w:rFonts w:ascii="Garamond" w:hAnsi="Garamond"/>
        <w:color w:val="006666"/>
        <w:sz w:val="14"/>
        <w:szCs w:val="14"/>
      </w:rPr>
    </w:pPr>
    <w:r w:rsidRPr="00871352">
      <w:rPr>
        <w:rFonts w:ascii="Garamond" w:hAnsi="Garamond"/>
        <w:color w:val="006666"/>
        <w:sz w:val="14"/>
        <w:szCs w:val="14"/>
      </w:rPr>
      <w:t xml:space="preserve">di Ferrovie dello Stato </w:t>
    </w:r>
    <w:r>
      <w:rPr>
        <w:rFonts w:ascii="Garamond" w:hAnsi="Garamond"/>
        <w:color w:val="006666"/>
        <w:sz w:val="14"/>
        <w:szCs w:val="14"/>
      </w:rPr>
      <w:t xml:space="preserve">Italiane </w:t>
    </w:r>
    <w:r w:rsidRPr="00871352">
      <w:rPr>
        <w:rFonts w:ascii="Garamond" w:hAnsi="Garamond"/>
        <w:color w:val="006666"/>
        <w:sz w:val="14"/>
        <w:szCs w:val="14"/>
      </w:rPr>
      <w:t>S.p.A.</w:t>
    </w:r>
  </w:p>
  <w:p w14:paraId="43F9C28D" w14:textId="77777777" w:rsidR="00680299" w:rsidRPr="00871352" w:rsidRDefault="00680299" w:rsidP="00975D44">
    <w:pPr>
      <w:pStyle w:val="Pidipagina"/>
      <w:spacing w:before="60"/>
      <w:ind w:left="-567"/>
      <w:rPr>
        <w:rFonts w:ascii="Garamond" w:hAnsi="Garamond"/>
        <w:color w:val="006666"/>
        <w:sz w:val="12"/>
        <w:szCs w:val="12"/>
      </w:rPr>
    </w:pPr>
    <w:r w:rsidRPr="00871352">
      <w:rPr>
        <w:rFonts w:ascii="Garamond" w:hAnsi="Garamond"/>
        <w:color w:val="006666"/>
        <w:sz w:val="12"/>
        <w:szCs w:val="12"/>
      </w:rPr>
      <w:t xml:space="preserve">Sede legale: </w:t>
    </w:r>
    <w:r>
      <w:rPr>
        <w:rFonts w:ascii="Garamond" w:hAnsi="Garamond"/>
        <w:color w:val="006666"/>
        <w:sz w:val="12"/>
        <w:szCs w:val="12"/>
      </w:rPr>
      <w:t>Piazza della Croce Rossa, 1</w:t>
    </w:r>
    <w:r w:rsidRPr="00871352">
      <w:rPr>
        <w:rFonts w:ascii="Garamond" w:hAnsi="Garamond"/>
        <w:color w:val="006666"/>
        <w:sz w:val="12"/>
        <w:szCs w:val="12"/>
      </w:rPr>
      <w:t xml:space="preserve"> - 00161 Roma </w:t>
    </w:r>
  </w:p>
  <w:p w14:paraId="5FA97F1A" w14:textId="77777777" w:rsidR="00680299" w:rsidRPr="00871352" w:rsidRDefault="00680299" w:rsidP="00975D44">
    <w:pPr>
      <w:pStyle w:val="Pidipagina"/>
      <w:ind w:left="-567"/>
      <w:rPr>
        <w:rFonts w:ascii="Garamond" w:hAnsi="Garamond"/>
        <w:color w:val="006666"/>
        <w:sz w:val="12"/>
        <w:szCs w:val="12"/>
      </w:rPr>
    </w:pPr>
    <w:r w:rsidRPr="00871352">
      <w:rPr>
        <w:rFonts w:ascii="Garamond" w:hAnsi="Garamond"/>
        <w:color w:val="006666"/>
        <w:sz w:val="12"/>
        <w:szCs w:val="12"/>
      </w:rPr>
      <w:t xml:space="preserve">Cap. </w:t>
    </w:r>
    <w:proofErr w:type="spellStart"/>
    <w:r w:rsidRPr="00871352">
      <w:rPr>
        <w:rFonts w:ascii="Garamond" w:hAnsi="Garamond"/>
        <w:color w:val="006666"/>
        <w:sz w:val="12"/>
        <w:szCs w:val="12"/>
      </w:rPr>
      <w:t>Soc</w:t>
    </w:r>
    <w:proofErr w:type="spellEnd"/>
    <w:r w:rsidRPr="00871352">
      <w:rPr>
        <w:rFonts w:ascii="Garamond" w:hAnsi="Garamond"/>
        <w:color w:val="006666"/>
        <w:sz w:val="12"/>
        <w:szCs w:val="12"/>
      </w:rPr>
      <w:t xml:space="preserve">. Euro </w:t>
    </w:r>
    <w:r w:rsidRPr="00A80571">
      <w:rPr>
        <w:rFonts w:ascii="Garamond" w:hAnsi="Garamond"/>
        <w:color w:val="006666"/>
        <w:sz w:val="12"/>
        <w:szCs w:val="12"/>
      </w:rPr>
      <w:t>1.</w:t>
    </w:r>
    <w:r>
      <w:rPr>
        <w:rFonts w:ascii="Garamond" w:hAnsi="Garamond"/>
        <w:color w:val="006666"/>
        <w:sz w:val="12"/>
        <w:szCs w:val="12"/>
      </w:rPr>
      <w:t>417.782.</w:t>
    </w:r>
    <w:r w:rsidRPr="00A80571">
      <w:rPr>
        <w:rFonts w:ascii="Garamond" w:hAnsi="Garamond"/>
        <w:color w:val="006666"/>
        <w:sz w:val="12"/>
        <w:szCs w:val="12"/>
      </w:rPr>
      <w:t>000,00</w:t>
    </w:r>
    <w:r>
      <w:rPr>
        <w:rFonts w:ascii="Arial" w:hAnsi="Arial" w:cs="Arial"/>
        <w:color w:val="000080"/>
        <w:sz w:val="20"/>
      </w:rPr>
      <w:t xml:space="preserve">  </w:t>
    </w:r>
  </w:p>
  <w:p w14:paraId="047DE729" w14:textId="77777777" w:rsidR="00680299" w:rsidRPr="00871352" w:rsidRDefault="00680299" w:rsidP="00975D44">
    <w:pPr>
      <w:pStyle w:val="Pidipagina"/>
      <w:ind w:left="-567"/>
      <w:rPr>
        <w:rFonts w:ascii="Garamond" w:hAnsi="Garamond"/>
        <w:color w:val="006666"/>
        <w:sz w:val="12"/>
        <w:szCs w:val="12"/>
      </w:rPr>
    </w:pPr>
    <w:r w:rsidRPr="00871352">
      <w:rPr>
        <w:rFonts w:ascii="Garamond" w:hAnsi="Garamond"/>
        <w:color w:val="006666"/>
        <w:sz w:val="12"/>
        <w:szCs w:val="12"/>
      </w:rPr>
      <w:t xml:space="preserve">Iscritta al Registro delle Imprese di Roma </w:t>
    </w:r>
  </w:p>
  <w:p w14:paraId="6D19B3C8" w14:textId="77777777" w:rsidR="00680299" w:rsidRPr="00AD0DD2" w:rsidRDefault="00680299" w:rsidP="00975D44">
    <w:pPr>
      <w:pStyle w:val="Pidipagina"/>
      <w:ind w:left="-567"/>
      <w:rPr>
        <w:rFonts w:ascii="Garamond" w:hAnsi="Garamond"/>
        <w:color w:val="006666"/>
        <w:sz w:val="16"/>
        <w:szCs w:val="16"/>
      </w:rPr>
    </w:pPr>
    <w:r w:rsidRPr="00871352">
      <w:rPr>
        <w:rFonts w:ascii="Garamond" w:hAnsi="Garamond"/>
        <w:color w:val="006666"/>
        <w:sz w:val="12"/>
        <w:szCs w:val="12"/>
      </w:rPr>
      <w:t>Cod. Fisc.</w:t>
    </w:r>
    <w:r>
      <w:rPr>
        <w:rFonts w:ascii="Garamond" w:hAnsi="Garamond"/>
        <w:color w:val="006666"/>
        <w:sz w:val="12"/>
        <w:szCs w:val="12"/>
      </w:rPr>
      <w:t xml:space="preserve"> e </w:t>
    </w:r>
    <w:r w:rsidRPr="00871352">
      <w:rPr>
        <w:rFonts w:ascii="Garamond" w:hAnsi="Garamond"/>
        <w:color w:val="006666"/>
        <w:sz w:val="12"/>
        <w:szCs w:val="12"/>
      </w:rPr>
      <w:t xml:space="preserve">P. Iva </w:t>
    </w:r>
    <w:r>
      <w:rPr>
        <w:rFonts w:ascii="Garamond" w:hAnsi="Garamond"/>
        <w:color w:val="006666"/>
        <w:sz w:val="12"/>
        <w:szCs w:val="12"/>
      </w:rPr>
      <w:t>05403151003 – R.E.A. 0883047</w:t>
    </w:r>
  </w:p>
  <w:p w14:paraId="0E130016" w14:textId="77777777" w:rsidR="00680299" w:rsidRPr="00AD0DD2" w:rsidRDefault="00680299" w:rsidP="002876EA">
    <w:pPr>
      <w:pStyle w:val="Pidipagina"/>
      <w:tabs>
        <w:tab w:val="clear" w:pos="4819"/>
        <w:tab w:val="clear" w:pos="9638"/>
        <w:tab w:val="left" w:pos="1467"/>
      </w:tabs>
      <w:ind w:left="567"/>
      <w:rPr>
        <w:color w:val="006666"/>
      </w:rPr>
    </w:pPr>
    <w:r>
      <w:rPr>
        <w:color w:val="00666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94C06A" w14:textId="77777777" w:rsidR="00972623" w:rsidRDefault="00972623">
      <w:r>
        <w:separator/>
      </w:r>
    </w:p>
  </w:footnote>
  <w:footnote w:type="continuationSeparator" w:id="0">
    <w:p w14:paraId="45705A57" w14:textId="77777777" w:rsidR="00972623" w:rsidRDefault="009726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D7131D" w14:textId="77777777" w:rsidR="00680299" w:rsidRPr="002D13A2" w:rsidRDefault="00680299" w:rsidP="00A97FB8">
    <w:pPr>
      <w:pStyle w:val="Intestazione"/>
      <w:rPr>
        <w:rFonts w:ascii="Futura" w:hAnsi="Futura"/>
        <w:noProof/>
        <w:sz w:val="22"/>
        <w:szCs w:val="22"/>
      </w:rPr>
    </w:pPr>
    <w:r w:rsidRPr="00BC2FBE">
      <w:rPr>
        <w:rFonts w:ascii="Futura" w:hAnsi="Futura"/>
        <w:noProof/>
        <w:sz w:val="22"/>
        <w:szCs w:val="22"/>
      </w:rPr>
      <w:drawing>
        <wp:anchor distT="0" distB="0" distL="114300" distR="114300" simplePos="0" relativeHeight="251669504" behindDoc="0" locked="0" layoutInCell="1" allowOverlap="1" wp14:anchorId="0D35DF4A" wp14:editId="66C3DBD1">
          <wp:simplePos x="0" y="0"/>
          <wp:positionH relativeFrom="column">
            <wp:posOffset>-705485</wp:posOffset>
          </wp:positionH>
          <wp:positionV relativeFrom="paragraph">
            <wp:posOffset>-1010920</wp:posOffset>
          </wp:positionV>
          <wp:extent cx="5556250" cy="1984375"/>
          <wp:effectExtent l="0" t="0" r="0" b="0"/>
          <wp:wrapSquare wrapText="bothSides"/>
          <wp:docPr id="10"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sta_7feb.png"/>
                  <pic:cNvPicPr/>
                </pic:nvPicPr>
                <pic:blipFill rotWithShape="1">
                  <a:blip r:embed="rId1">
                    <a:extLst>
                      <a:ext uri="{28A0092B-C50C-407E-A947-70E740481C1C}">
                        <a14:useLocalDpi xmlns:a14="http://schemas.microsoft.com/office/drawing/2010/main" val="0"/>
                      </a:ext>
                    </a:extLst>
                  </a:blip>
                  <a:srcRect r="25413"/>
                  <a:stretch/>
                </pic:blipFill>
                <pic:spPr bwMode="auto">
                  <a:xfrm>
                    <a:off x="0" y="0"/>
                    <a:ext cx="5556250" cy="198437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908E57" w14:textId="77777777" w:rsidR="00680299" w:rsidRDefault="00680299" w:rsidP="001C6709">
    <w:pPr>
      <w:pStyle w:val="Intestazione"/>
      <w:tabs>
        <w:tab w:val="left" w:pos="567"/>
      </w:tabs>
    </w:pPr>
    <w:r>
      <w:rPr>
        <w:noProof/>
      </w:rPr>
      <w:drawing>
        <wp:anchor distT="0" distB="0" distL="114300" distR="114300" simplePos="0" relativeHeight="251655168" behindDoc="0" locked="0" layoutInCell="1" allowOverlap="1" wp14:anchorId="54838C6A" wp14:editId="55AEB079">
          <wp:simplePos x="0" y="0"/>
          <wp:positionH relativeFrom="page">
            <wp:posOffset>900430</wp:posOffset>
          </wp:positionH>
          <wp:positionV relativeFrom="page">
            <wp:posOffset>629920</wp:posOffset>
          </wp:positionV>
          <wp:extent cx="1811020" cy="576580"/>
          <wp:effectExtent l="19050" t="0" r="0" b="0"/>
          <wp:wrapNone/>
          <wp:docPr id="677" name="Immagine 6" descr="Trenital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descr="Trenitalia"/>
                  <pic:cNvPicPr>
                    <a:picLocks noChangeAspect="1" noChangeArrowheads="1"/>
                  </pic:cNvPicPr>
                </pic:nvPicPr>
                <pic:blipFill>
                  <a:blip r:embed="rId1"/>
                  <a:srcRect/>
                  <a:stretch>
                    <a:fillRect/>
                  </a:stretch>
                </pic:blipFill>
                <pic:spPr bwMode="auto">
                  <a:xfrm>
                    <a:off x="0" y="0"/>
                    <a:ext cx="1811020" cy="57658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95536"/>
    <w:multiLevelType w:val="hybridMultilevel"/>
    <w:tmpl w:val="9E7ECA3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48F0B18"/>
    <w:multiLevelType w:val="multilevel"/>
    <w:tmpl w:val="0DA603AA"/>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
    <w:nsid w:val="067B4D30"/>
    <w:multiLevelType w:val="hybridMultilevel"/>
    <w:tmpl w:val="C838A79E"/>
    <w:lvl w:ilvl="0" w:tplc="0410000F">
      <w:start w:val="1"/>
      <w:numFmt w:val="decimal"/>
      <w:lvlText w:val="%1."/>
      <w:lvlJc w:val="left"/>
      <w:pPr>
        <w:ind w:left="366" w:hanging="360"/>
      </w:pPr>
    </w:lvl>
    <w:lvl w:ilvl="1" w:tplc="04100019">
      <w:start w:val="1"/>
      <w:numFmt w:val="lowerLetter"/>
      <w:lvlText w:val="%2."/>
      <w:lvlJc w:val="left"/>
      <w:pPr>
        <w:ind w:left="1086" w:hanging="360"/>
      </w:pPr>
    </w:lvl>
    <w:lvl w:ilvl="2" w:tplc="0410001B" w:tentative="1">
      <w:start w:val="1"/>
      <w:numFmt w:val="lowerRoman"/>
      <w:lvlText w:val="%3."/>
      <w:lvlJc w:val="right"/>
      <w:pPr>
        <w:ind w:left="1806" w:hanging="180"/>
      </w:pPr>
    </w:lvl>
    <w:lvl w:ilvl="3" w:tplc="0410000F" w:tentative="1">
      <w:start w:val="1"/>
      <w:numFmt w:val="decimal"/>
      <w:lvlText w:val="%4."/>
      <w:lvlJc w:val="left"/>
      <w:pPr>
        <w:ind w:left="2526" w:hanging="360"/>
      </w:pPr>
    </w:lvl>
    <w:lvl w:ilvl="4" w:tplc="04100019" w:tentative="1">
      <w:start w:val="1"/>
      <w:numFmt w:val="lowerLetter"/>
      <w:lvlText w:val="%5."/>
      <w:lvlJc w:val="left"/>
      <w:pPr>
        <w:ind w:left="3246" w:hanging="360"/>
      </w:pPr>
    </w:lvl>
    <w:lvl w:ilvl="5" w:tplc="0410001B" w:tentative="1">
      <w:start w:val="1"/>
      <w:numFmt w:val="lowerRoman"/>
      <w:lvlText w:val="%6."/>
      <w:lvlJc w:val="right"/>
      <w:pPr>
        <w:ind w:left="3966" w:hanging="180"/>
      </w:pPr>
    </w:lvl>
    <w:lvl w:ilvl="6" w:tplc="0410000F" w:tentative="1">
      <w:start w:val="1"/>
      <w:numFmt w:val="decimal"/>
      <w:lvlText w:val="%7."/>
      <w:lvlJc w:val="left"/>
      <w:pPr>
        <w:ind w:left="4686" w:hanging="360"/>
      </w:pPr>
    </w:lvl>
    <w:lvl w:ilvl="7" w:tplc="04100019" w:tentative="1">
      <w:start w:val="1"/>
      <w:numFmt w:val="lowerLetter"/>
      <w:lvlText w:val="%8."/>
      <w:lvlJc w:val="left"/>
      <w:pPr>
        <w:ind w:left="5406" w:hanging="360"/>
      </w:pPr>
    </w:lvl>
    <w:lvl w:ilvl="8" w:tplc="0410001B" w:tentative="1">
      <w:start w:val="1"/>
      <w:numFmt w:val="lowerRoman"/>
      <w:lvlText w:val="%9."/>
      <w:lvlJc w:val="right"/>
      <w:pPr>
        <w:ind w:left="6126" w:hanging="180"/>
      </w:pPr>
    </w:lvl>
  </w:abstractNum>
  <w:abstractNum w:abstractNumId="3">
    <w:nsid w:val="071D1CDF"/>
    <w:multiLevelType w:val="hybridMultilevel"/>
    <w:tmpl w:val="858A6C6C"/>
    <w:lvl w:ilvl="0" w:tplc="E424D812">
      <w:start w:val="4"/>
      <w:numFmt w:val="bullet"/>
      <w:lvlText w:val="-"/>
      <w:lvlJc w:val="left"/>
      <w:pPr>
        <w:ind w:left="720" w:hanging="360"/>
      </w:pPr>
      <w:rPr>
        <w:rFonts w:ascii="Futura" w:eastAsia="Times New Roman" w:hAnsi="Futur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7CD6DFD"/>
    <w:multiLevelType w:val="hybridMultilevel"/>
    <w:tmpl w:val="ED22B35C"/>
    <w:lvl w:ilvl="0" w:tplc="E424D812">
      <w:start w:val="4"/>
      <w:numFmt w:val="bullet"/>
      <w:lvlText w:val="-"/>
      <w:lvlJc w:val="left"/>
      <w:pPr>
        <w:ind w:left="1069" w:hanging="360"/>
      </w:pPr>
      <w:rPr>
        <w:rFonts w:ascii="Futura" w:eastAsia="Times New Roman" w:hAnsi="Futura"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5">
    <w:nsid w:val="0A9B0E36"/>
    <w:multiLevelType w:val="hybridMultilevel"/>
    <w:tmpl w:val="EECEE94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AD25217"/>
    <w:multiLevelType w:val="multilevel"/>
    <w:tmpl w:val="4B0A4EDC"/>
    <w:lvl w:ilvl="0">
      <w:start w:val="1"/>
      <w:numFmt w:val="bullet"/>
      <w:lvlText w:val=""/>
      <w:lvlJc w:val="left"/>
      <w:pPr>
        <w:tabs>
          <w:tab w:val="num" w:pos="360"/>
        </w:tabs>
        <w:ind w:left="360" w:hanging="360"/>
      </w:pPr>
      <w:rPr>
        <w:rFonts w:ascii="Symbol" w:hAnsi="Symbol" w:hint="default"/>
        <w:sz w:val="20"/>
      </w:rPr>
    </w:lvl>
    <w:lvl w:ilvl="1">
      <w:start w:val="5"/>
      <w:numFmt w:val="decimal"/>
      <w:lvlText w:val="%2."/>
      <w:lvlJc w:val="left"/>
      <w:pPr>
        <w:ind w:left="1080" w:hanging="360"/>
      </w:pPr>
      <w:rPr>
        <w:rFonts w:hint="default"/>
      </w:rPr>
    </w:lvl>
    <w:lvl w:ilvl="2">
      <w:numFmt w:val="bullet"/>
      <w:lvlText w:val="-"/>
      <w:lvlJc w:val="left"/>
      <w:pPr>
        <w:ind w:left="1800" w:hanging="360"/>
      </w:pPr>
      <w:rPr>
        <w:rFonts w:ascii="Helvetica" w:eastAsia="Times New Roman" w:hAnsi="Helvetica" w:cs="Helvetica"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13641089"/>
    <w:multiLevelType w:val="hybridMultilevel"/>
    <w:tmpl w:val="35D0D33A"/>
    <w:lvl w:ilvl="0" w:tplc="0409000F">
      <w:start w:val="1"/>
      <w:numFmt w:val="decimal"/>
      <w:lvlText w:val="%1."/>
      <w:lvlJc w:val="left"/>
      <w:pPr>
        <w:ind w:left="-131" w:hanging="360"/>
      </w:pPr>
    </w:lvl>
    <w:lvl w:ilvl="1" w:tplc="04090019" w:tentative="1">
      <w:start w:val="1"/>
      <w:numFmt w:val="lowerLetter"/>
      <w:lvlText w:val="%2."/>
      <w:lvlJc w:val="left"/>
      <w:pPr>
        <w:ind w:left="589" w:hanging="360"/>
      </w:pPr>
    </w:lvl>
    <w:lvl w:ilvl="2" w:tplc="0409001B" w:tentative="1">
      <w:start w:val="1"/>
      <w:numFmt w:val="lowerRoman"/>
      <w:lvlText w:val="%3."/>
      <w:lvlJc w:val="right"/>
      <w:pPr>
        <w:ind w:left="1309" w:hanging="180"/>
      </w:pPr>
    </w:lvl>
    <w:lvl w:ilvl="3" w:tplc="0409000F" w:tentative="1">
      <w:start w:val="1"/>
      <w:numFmt w:val="decimal"/>
      <w:lvlText w:val="%4."/>
      <w:lvlJc w:val="left"/>
      <w:pPr>
        <w:ind w:left="2029" w:hanging="360"/>
      </w:pPr>
    </w:lvl>
    <w:lvl w:ilvl="4" w:tplc="04090019" w:tentative="1">
      <w:start w:val="1"/>
      <w:numFmt w:val="lowerLetter"/>
      <w:lvlText w:val="%5."/>
      <w:lvlJc w:val="left"/>
      <w:pPr>
        <w:ind w:left="2749" w:hanging="360"/>
      </w:pPr>
    </w:lvl>
    <w:lvl w:ilvl="5" w:tplc="0409001B" w:tentative="1">
      <w:start w:val="1"/>
      <w:numFmt w:val="lowerRoman"/>
      <w:lvlText w:val="%6."/>
      <w:lvlJc w:val="right"/>
      <w:pPr>
        <w:ind w:left="3469" w:hanging="180"/>
      </w:pPr>
    </w:lvl>
    <w:lvl w:ilvl="6" w:tplc="0409000F" w:tentative="1">
      <w:start w:val="1"/>
      <w:numFmt w:val="decimal"/>
      <w:lvlText w:val="%7."/>
      <w:lvlJc w:val="left"/>
      <w:pPr>
        <w:ind w:left="4189" w:hanging="360"/>
      </w:pPr>
    </w:lvl>
    <w:lvl w:ilvl="7" w:tplc="04090019" w:tentative="1">
      <w:start w:val="1"/>
      <w:numFmt w:val="lowerLetter"/>
      <w:lvlText w:val="%8."/>
      <w:lvlJc w:val="left"/>
      <w:pPr>
        <w:ind w:left="4909" w:hanging="360"/>
      </w:pPr>
    </w:lvl>
    <w:lvl w:ilvl="8" w:tplc="0409001B" w:tentative="1">
      <w:start w:val="1"/>
      <w:numFmt w:val="lowerRoman"/>
      <w:lvlText w:val="%9."/>
      <w:lvlJc w:val="right"/>
      <w:pPr>
        <w:ind w:left="5629" w:hanging="180"/>
      </w:pPr>
    </w:lvl>
  </w:abstractNum>
  <w:abstractNum w:abstractNumId="8">
    <w:nsid w:val="166423FC"/>
    <w:multiLevelType w:val="hybridMultilevel"/>
    <w:tmpl w:val="75801150"/>
    <w:lvl w:ilvl="0" w:tplc="04090013">
      <w:start w:val="1"/>
      <w:numFmt w:val="upperRoman"/>
      <w:lvlText w:val="%1."/>
      <w:lvlJc w:val="righ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85A6014"/>
    <w:multiLevelType w:val="hybridMultilevel"/>
    <w:tmpl w:val="284C60A0"/>
    <w:lvl w:ilvl="0" w:tplc="0410000F">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0">
    <w:nsid w:val="19521624"/>
    <w:multiLevelType w:val="hybridMultilevel"/>
    <w:tmpl w:val="3D008ADA"/>
    <w:lvl w:ilvl="0" w:tplc="32FE8CC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C837A50"/>
    <w:multiLevelType w:val="hybridMultilevel"/>
    <w:tmpl w:val="20082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3E0591"/>
    <w:multiLevelType w:val="hybridMultilevel"/>
    <w:tmpl w:val="A7F87CF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D9346DC"/>
    <w:multiLevelType w:val="hybridMultilevel"/>
    <w:tmpl w:val="6D52519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D992E27"/>
    <w:multiLevelType w:val="hybridMultilevel"/>
    <w:tmpl w:val="A828AB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EEE5672"/>
    <w:multiLevelType w:val="hybridMultilevel"/>
    <w:tmpl w:val="F53819EE"/>
    <w:lvl w:ilvl="0" w:tplc="31062394">
      <w:numFmt w:val="bullet"/>
      <w:lvlText w:val="-"/>
      <w:lvlJc w:val="left"/>
      <w:pPr>
        <w:ind w:left="22" w:hanging="360"/>
      </w:pPr>
      <w:rPr>
        <w:rFonts w:ascii="Comic Sans MS" w:eastAsia="Times New Roman" w:hAnsi="Comic Sans MS" w:cs="Times New Roman" w:hint="default"/>
      </w:rPr>
    </w:lvl>
    <w:lvl w:ilvl="1" w:tplc="04090003" w:tentative="1">
      <w:start w:val="1"/>
      <w:numFmt w:val="bullet"/>
      <w:lvlText w:val="o"/>
      <w:lvlJc w:val="left"/>
      <w:pPr>
        <w:ind w:left="742" w:hanging="360"/>
      </w:pPr>
      <w:rPr>
        <w:rFonts w:ascii="Courier New" w:hAnsi="Courier New" w:cs="Courier New" w:hint="default"/>
      </w:rPr>
    </w:lvl>
    <w:lvl w:ilvl="2" w:tplc="04090005" w:tentative="1">
      <w:start w:val="1"/>
      <w:numFmt w:val="bullet"/>
      <w:lvlText w:val=""/>
      <w:lvlJc w:val="left"/>
      <w:pPr>
        <w:ind w:left="1462" w:hanging="360"/>
      </w:pPr>
      <w:rPr>
        <w:rFonts w:ascii="Wingdings" w:hAnsi="Wingdings" w:hint="default"/>
      </w:rPr>
    </w:lvl>
    <w:lvl w:ilvl="3" w:tplc="04090001" w:tentative="1">
      <w:start w:val="1"/>
      <w:numFmt w:val="bullet"/>
      <w:lvlText w:val=""/>
      <w:lvlJc w:val="left"/>
      <w:pPr>
        <w:ind w:left="2182" w:hanging="360"/>
      </w:pPr>
      <w:rPr>
        <w:rFonts w:ascii="Symbol" w:hAnsi="Symbol" w:hint="default"/>
      </w:rPr>
    </w:lvl>
    <w:lvl w:ilvl="4" w:tplc="04090003" w:tentative="1">
      <w:start w:val="1"/>
      <w:numFmt w:val="bullet"/>
      <w:lvlText w:val="o"/>
      <w:lvlJc w:val="left"/>
      <w:pPr>
        <w:ind w:left="2902" w:hanging="360"/>
      </w:pPr>
      <w:rPr>
        <w:rFonts w:ascii="Courier New" w:hAnsi="Courier New" w:cs="Courier New" w:hint="default"/>
      </w:rPr>
    </w:lvl>
    <w:lvl w:ilvl="5" w:tplc="04090005" w:tentative="1">
      <w:start w:val="1"/>
      <w:numFmt w:val="bullet"/>
      <w:lvlText w:val=""/>
      <w:lvlJc w:val="left"/>
      <w:pPr>
        <w:ind w:left="3622" w:hanging="360"/>
      </w:pPr>
      <w:rPr>
        <w:rFonts w:ascii="Wingdings" w:hAnsi="Wingdings" w:hint="default"/>
      </w:rPr>
    </w:lvl>
    <w:lvl w:ilvl="6" w:tplc="04090001" w:tentative="1">
      <w:start w:val="1"/>
      <w:numFmt w:val="bullet"/>
      <w:lvlText w:val=""/>
      <w:lvlJc w:val="left"/>
      <w:pPr>
        <w:ind w:left="4342" w:hanging="360"/>
      </w:pPr>
      <w:rPr>
        <w:rFonts w:ascii="Symbol" w:hAnsi="Symbol" w:hint="default"/>
      </w:rPr>
    </w:lvl>
    <w:lvl w:ilvl="7" w:tplc="04090003" w:tentative="1">
      <w:start w:val="1"/>
      <w:numFmt w:val="bullet"/>
      <w:lvlText w:val="o"/>
      <w:lvlJc w:val="left"/>
      <w:pPr>
        <w:ind w:left="5062" w:hanging="360"/>
      </w:pPr>
      <w:rPr>
        <w:rFonts w:ascii="Courier New" w:hAnsi="Courier New" w:cs="Courier New" w:hint="default"/>
      </w:rPr>
    </w:lvl>
    <w:lvl w:ilvl="8" w:tplc="04090005" w:tentative="1">
      <w:start w:val="1"/>
      <w:numFmt w:val="bullet"/>
      <w:lvlText w:val=""/>
      <w:lvlJc w:val="left"/>
      <w:pPr>
        <w:ind w:left="5782" w:hanging="360"/>
      </w:pPr>
      <w:rPr>
        <w:rFonts w:ascii="Wingdings" w:hAnsi="Wingdings" w:hint="default"/>
      </w:rPr>
    </w:lvl>
  </w:abstractNum>
  <w:abstractNum w:abstractNumId="16">
    <w:nsid w:val="206A3293"/>
    <w:multiLevelType w:val="hybridMultilevel"/>
    <w:tmpl w:val="1DF6DE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65C5DC3"/>
    <w:multiLevelType w:val="hybridMultilevel"/>
    <w:tmpl w:val="879E2A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ED0EF0"/>
    <w:multiLevelType w:val="hybridMultilevel"/>
    <w:tmpl w:val="6D2A4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1B019C"/>
    <w:multiLevelType w:val="hybridMultilevel"/>
    <w:tmpl w:val="DF94ACC2"/>
    <w:lvl w:ilvl="0" w:tplc="C0A27B8C">
      <w:start w:val="1"/>
      <w:numFmt w:val="bullet"/>
      <w:lvlText w:val=""/>
      <w:lvlJc w:val="left"/>
      <w:pPr>
        <w:ind w:left="775" w:hanging="360"/>
      </w:pPr>
      <w:rPr>
        <w:rFonts w:ascii="Symbol" w:hAnsi="Symbol" w:hint="default"/>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20">
    <w:nsid w:val="2F6743C5"/>
    <w:multiLevelType w:val="hybridMultilevel"/>
    <w:tmpl w:val="3EEC3A6E"/>
    <w:lvl w:ilvl="0" w:tplc="908A8546">
      <w:start w:val="1"/>
      <w:numFmt w:val="decimal"/>
      <w:lvlText w:val="%1."/>
      <w:lvlJc w:val="left"/>
      <w:pPr>
        <w:tabs>
          <w:tab w:val="num" w:pos="4046"/>
        </w:tabs>
        <w:ind w:left="4046" w:hanging="360"/>
      </w:pPr>
    </w:lvl>
    <w:lvl w:ilvl="1" w:tplc="04100019" w:tentative="1">
      <w:start w:val="1"/>
      <w:numFmt w:val="lowerLetter"/>
      <w:lvlText w:val="%2."/>
      <w:lvlJc w:val="left"/>
      <w:pPr>
        <w:tabs>
          <w:tab w:val="num" w:pos="4766"/>
        </w:tabs>
        <w:ind w:left="4766" w:hanging="360"/>
      </w:pPr>
    </w:lvl>
    <w:lvl w:ilvl="2" w:tplc="0410001B" w:tentative="1">
      <w:start w:val="1"/>
      <w:numFmt w:val="lowerRoman"/>
      <w:lvlText w:val="%3."/>
      <w:lvlJc w:val="right"/>
      <w:pPr>
        <w:tabs>
          <w:tab w:val="num" w:pos="5486"/>
        </w:tabs>
        <w:ind w:left="5486" w:hanging="180"/>
      </w:pPr>
    </w:lvl>
    <w:lvl w:ilvl="3" w:tplc="0410000F" w:tentative="1">
      <w:start w:val="1"/>
      <w:numFmt w:val="decimal"/>
      <w:lvlText w:val="%4."/>
      <w:lvlJc w:val="left"/>
      <w:pPr>
        <w:tabs>
          <w:tab w:val="num" w:pos="6206"/>
        </w:tabs>
        <w:ind w:left="6206" w:hanging="360"/>
      </w:pPr>
    </w:lvl>
    <w:lvl w:ilvl="4" w:tplc="04100019" w:tentative="1">
      <w:start w:val="1"/>
      <w:numFmt w:val="lowerLetter"/>
      <w:lvlText w:val="%5."/>
      <w:lvlJc w:val="left"/>
      <w:pPr>
        <w:tabs>
          <w:tab w:val="num" w:pos="6926"/>
        </w:tabs>
        <w:ind w:left="6926" w:hanging="360"/>
      </w:pPr>
    </w:lvl>
    <w:lvl w:ilvl="5" w:tplc="0410001B" w:tentative="1">
      <w:start w:val="1"/>
      <w:numFmt w:val="lowerRoman"/>
      <w:lvlText w:val="%6."/>
      <w:lvlJc w:val="right"/>
      <w:pPr>
        <w:tabs>
          <w:tab w:val="num" w:pos="7646"/>
        </w:tabs>
        <w:ind w:left="7646" w:hanging="180"/>
      </w:pPr>
    </w:lvl>
    <w:lvl w:ilvl="6" w:tplc="0410000F" w:tentative="1">
      <w:start w:val="1"/>
      <w:numFmt w:val="decimal"/>
      <w:lvlText w:val="%7."/>
      <w:lvlJc w:val="left"/>
      <w:pPr>
        <w:tabs>
          <w:tab w:val="num" w:pos="8366"/>
        </w:tabs>
        <w:ind w:left="8366" w:hanging="360"/>
      </w:pPr>
    </w:lvl>
    <w:lvl w:ilvl="7" w:tplc="04100019" w:tentative="1">
      <w:start w:val="1"/>
      <w:numFmt w:val="lowerLetter"/>
      <w:lvlText w:val="%8."/>
      <w:lvlJc w:val="left"/>
      <w:pPr>
        <w:tabs>
          <w:tab w:val="num" w:pos="9086"/>
        </w:tabs>
        <w:ind w:left="9086" w:hanging="360"/>
      </w:pPr>
    </w:lvl>
    <w:lvl w:ilvl="8" w:tplc="0410001B" w:tentative="1">
      <w:start w:val="1"/>
      <w:numFmt w:val="lowerRoman"/>
      <w:lvlText w:val="%9."/>
      <w:lvlJc w:val="right"/>
      <w:pPr>
        <w:tabs>
          <w:tab w:val="num" w:pos="9806"/>
        </w:tabs>
        <w:ind w:left="9806" w:hanging="180"/>
      </w:pPr>
    </w:lvl>
  </w:abstractNum>
  <w:abstractNum w:abstractNumId="21">
    <w:nsid w:val="310A19DF"/>
    <w:multiLevelType w:val="hybridMultilevel"/>
    <w:tmpl w:val="69B006F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2">
    <w:nsid w:val="377124F3"/>
    <w:multiLevelType w:val="hybridMultilevel"/>
    <w:tmpl w:val="57DC1E4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9FB179F"/>
    <w:multiLevelType w:val="hybridMultilevel"/>
    <w:tmpl w:val="093826C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4">
    <w:nsid w:val="40280314"/>
    <w:multiLevelType w:val="hybridMultilevel"/>
    <w:tmpl w:val="879E2A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B95FCD"/>
    <w:multiLevelType w:val="hybridMultilevel"/>
    <w:tmpl w:val="178A5C44"/>
    <w:lvl w:ilvl="0" w:tplc="0409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4D7A0314"/>
    <w:multiLevelType w:val="hybridMultilevel"/>
    <w:tmpl w:val="83FE282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F151529"/>
    <w:multiLevelType w:val="hybridMultilevel"/>
    <w:tmpl w:val="F8404F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18355E0"/>
    <w:multiLevelType w:val="hybridMultilevel"/>
    <w:tmpl w:val="970AD5A2"/>
    <w:lvl w:ilvl="0" w:tplc="09FC56FC">
      <w:start w:val="1"/>
      <w:numFmt w:val="bullet"/>
      <w:lvlText w:val="•"/>
      <w:lvlJc w:val="left"/>
      <w:pPr>
        <w:tabs>
          <w:tab w:val="num" w:pos="928"/>
        </w:tabs>
        <w:ind w:left="928" w:hanging="360"/>
      </w:pPr>
      <w:rPr>
        <w:rFonts w:ascii="Futura Lt BT" w:hAnsi="Futura Lt BT" w:hint="default"/>
        <w:sz w:val="16"/>
      </w:rPr>
    </w:lvl>
    <w:lvl w:ilvl="1" w:tplc="04100019" w:tentative="1">
      <w:start w:val="1"/>
      <w:numFmt w:val="lowerLetter"/>
      <w:lvlText w:val="%2."/>
      <w:lvlJc w:val="left"/>
      <w:pPr>
        <w:tabs>
          <w:tab w:val="num" w:pos="1648"/>
        </w:tabs>
        <w:ind w:left="1648" w:hanging="360"/>
      </w:pPr>
      <w:rPr>
        <w:rFonts w:cs="Times New Roman"/>
      </w:rPr>
    </w:lvl>
    <w:lvl w:ilvl="2" w:tplc="0410001B" w:tentative="1">
      <w:start w:val="1"/>
      <w:numFmt w:val="lowerRoman"/>
      <w:lvlText w:val="%3."/>
      <w:lvlJc w:val="right"/>
      <w:pPr>
        <w:tabs>
          <w:tab w:val="num" w:pos="2368"/>
        </w:tabs>
        <w:ind w:left="2368" w:hanging="180"/>
      </w:pPr>
      <w:rPr>
        <w:rFonts w:cs="Times New Roman"/>
      </w:rPr>
    </w:lvl>
    <w:lvl w:ilvl="3" w:tplc="0410000F" w:tentative="1">
      <w:start w:val="1"/>
      <w:numFmt w:val="decimal"/>
      <w:lvlText w:val="%4."/>
      <w:lvlJc w:val="left"/>
      <w:pPr>
        <w:tabs>
          <w:tab w:val="num" w:pos="3088"/>
        </w:tabs>
        <w:ind w:left="3088" w:hanging="360"/>
      </w:pPr>
      <w:rPr>
        <w:rFonts w:cs="Times New Roman"/>
      </w:rPr>
    </w:lvl>
    <w:lvl w:ilvl="4" w:tplc="04100019" w:tentative="1">
      <w:start w:val="1"/>
      <w:numFmt w:val="lowerLetter"/>
      <w:lvlText w:val="%5."/>
      <w:lvlJc w:val="left"/>
      <w:pPr>
        <w:tabs>
          <w:tab w:val="num" w:pos="3808"/>
        </w:tabs>
        <w:ind w:left="3808" w:hanging="360"/>
      </w:pPr>
      <w:rPr>
        <w:rFonts w:cs="Times New Roman"/>
      </w:rPr>
    </w:lvl>
    <w:lvl w:ilvl="5" w:tplc="0410001B" w:tentative="1">
      <w:start w:val="1"/>
      <w:numFmt w:val="lowerRoman"/>
      <w:lvlText w:val="%6."/>
      <w:lvlJc w:val="right"/>
      <w:pPr>
        <w:tabs>
          <w:tab w:val="num" w:pos="4528"/>
        </w:tabs>
        <w:ind w:left="4528" w:hanging="180"/>
      </w:pPr>
      <w:rPr>
        <w:rFonts w:cs="Times New Roman"/>
      </w:rPr>
    </w:lvl>
    <w:lvl w:ilvl="6" w:tplc="0410000F" w:tentative="1">
      <w:start w:val="1"/>
      <w:numFmt w:val="decimal"/>
      <w:lvlText w:val="%7."/>
      <w:lvlJc w:val="left"/>
      <w:pPr>
        <w:tabs>
          <w:tab w:val="num" w:pos="5248"/>
        </w:tabs>
        <w:ind w:left="5248" w:hanging="360"/>
      </w:pPr>
      <w:rPr>
        <w:rFonts w:cs="Times New Roman"/>
      </w:rPr>
    </w:lvl>
    <w:lvl w:ilvl="7" w:tplc="04100019" w:tentative="1">
      <w:start w:val="1"/>
      <w:numFmt w:val="lowerLetter"/>
      <w:lvlText w:val="%8."/>
      <w:lvlJc w:val="left"/>
      <w:pPr>
        <w:tabs>
          <w:tab w:val="num" w:pos="5968"/>
        </w:tabs>
        <w:ind w:left="5968" w:hanging="360"/>
      </w:pPr>
      <w:rPr>
        <w:rFonts w:cs="Times New Roman"/>
      </w:rPr>
    </w:lvl>
    <w:lvl w:ilvl="8" w:tplc="0410001B" w:tentative="1">
      <w:start w:val="1"/>
      <w:numFmt w:val="lowerRoman"/>
      <w:lvlText w:val="%9."/>
      <w:lvlJc w:val="right"/>
      <w:pPr>
        <w:tabs>
          <w:tab w:val="num" w:pos="6688"/>
        </w:tabs>
        <w:ind w:left="6688" w:hanging="180"/>
      </w:pPr>
      <w:rPr>
        <w:rFonts w:cs="Times New Roman"/>
      </w:rPr>
    </w:lvl>
  </w:abstractNum>
  <w:abstractNum w:abstractNumId="29">
    <w:nsid w:val="52FB233A"/>
    <w:multiLevelType w:val="hybridMultilevel"/>
    <w:tmpl w:val="93280522"/>
    <w:lvl w:ilvl="0" w:tplc="9364D9CA">
      <w:start w:val="1"/>
      <w:numFmt w:val="lowerLetter"/>
      <w:lvlText w:val="%1)"/>
      <w:lvlJc w:val="left"/>
      <w:pPr>
        <w:tabs>
          <w:tab w:val="num" w:pos="1077"/>
        </w:tabs>
        <w:ind w:left="1361" w:hanging="28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9EB5686"/>
    <w:multiLevelType w:val="hybridMultilevel"/>
    <w:tmpl w:val="3EEC3A6E"/>
    <w:lvl w:ilvl="0" w:tplc="908A8546">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31">
    <w:nsid w:val="5FBA3AFC"/>
    <w:multiLevelType w:val="hybridMultilevel"/>
    <w:tmpl w:val="0924EDE4"/>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2">
    <w:nsid w:val="5FED4421"/>
    <w:multiLevelType w:val="hybridMultilevel"/>
    <w:tmpl w:val="F774D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0167D37"/>
    <w:multiLevelType w:val="hybridMultilevel"/>
    <w:tmpl w:val="F4E6C288"/>
    <w:lvl w:ilvl="0" w:tplc="0409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5442276"/>
    <w:multiLevelType w:val="hybridMultilevel"/>
    <w:tmpl w:val="BB346D1C"/>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9257CBB"/>
    <w:multiLevelType w:val="hybridMultilevel"/>
    <w:tmpl w:val="3CCCD9F6"/>
    <w:lvl w:ilvl="0" w:tplc="04100001">
      <w:start w:val="1"/>
      <w:numFmt w:val="bullet"/>
      <w:lvlText w:val=""/>
      <w:lvlJc w:val="left"/>
      <w:pPr>
        <w:ind w:left="720" w:hanging="360"/>
      </w:pPr>
      <w:rPr>
        <w:rFonts w:ascii="Symbol" w:hAnsi="Symbol" w:hint="default"/>
      </w:rPr>
    </w:lvl>
    <w:lvl w:ilvl="1" w:tplc="6A2A6D8A">
      <w:numFmt w:val="bullet"/>
      <w:lvlText w:val="-"/>
      <w:lvlJc w:val="left"/>
      <w:pPr>
        <w:ind w:left="1440" w:hanging="360"/>
      </w:pPr>
      <w:rPr>
        <w:rFonts w:ascii="Open Sans" w:eastAsia="Calibri" w:hAnsi="Open Sans" w:cs="Open San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6A982427"/>
    <w:multiLevelType w:val="hybridMultilevel"/>
    <w:tmpl w:val="0444E124"/>
    <w:lvl w:ilvl="0" w:tplc="0409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nsid w:val="6E922E5D"/>
    <w:multiLevelType w:val="hybridMultilevel"/>
    <w:tmpl w:val="B008D176"/>
    <w:lvl w:ilvl="0" w:tplc="52CA7126">
      <w:start w:val="1"/>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nsid w:val="70F66A7E"/>
    <w:multiLevelType w:val="hybridMultilevel"/>
    <w:tmpl w:val="3ED4D28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76F26BDF"/>
    <w:multiLevelType w:val="hybridMultilevel"/>
    <w:tmpl w:val="445289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C4668F1"/>
    <w:multiLevelType w:val="hybridMultilevel"/>
    <w:tmpl w:val="3EEC3A6E"/>
    <w:lvl w:ilvl="0" w:tplc="908A8546">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41">
    <w:nsid w:val="7F8601A0"/>
    <w:multiLevelType w:val="hybridMultilevel"/>
    <w:tmpl w:val="25489DA6"/>
    <w:lvl w:ilvl="0" w:tplc="D2FEDC1E">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7FBE5F53"/>
    <w:multiLevelType w:val="hybridMultilevel"/>
    <w:tmpl w:val="895ACEA0"/>
    <w:lvl w:ilvl="0" w:tplc="04090001">
      <w:start w:val="1"/>
      <w:numFmt w:val="bullet"/>
      <w:lvlText w:val=""/>
      <w:lvlJc w:val="left"/>
      <w:pPr>
        <w:ind w:left="-131" w:hanging="360"/>
      </w:pPr>
      <w:rPr>
        <w:rFonts w:ascii="Symbol" w:hAnsi="Symbol" w:hint="default"/>
      </w:rPr>
    </w:lvl>
    <w:lvl w:ilvl="1" w:tplc="04090003" w:tentative="1">
      <w:start w:val="1"/>
      <w:numFmt w:val="bullet"/>
      <w:lvlText w:val="o"/>
      <w:lvlJc w:val="left"/>
      <w:pPr>
        <w:ind w:left="589" w:hanging="360"/>
      </w:pPr>
      <w:rPr>
        <w:rFonts w:ascii="Courier New" w:hAnsi="Courier New" w:cs="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cs="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cs="Courier New" w:hint="default"/>
      </w:rPr>
    </w:lvl>
    <w:lvl w:ilvl="8" w:tplc="04090005" w:tentative="1">
      <w:start w:val="1"/>
      <w:numFmt w:val="bullet"/>
      <w:lvlText w:val=""/>
      <w:lvlJc w:val="left"/>
      <w:pPr>
        <w:ind w:left="5629" w:hanging="360"/>
      </w:pPr>
      <w:rPr>
        <w:rFonts w:ascii="Wingdings" w:hAnsi="Wingdings" w:hint="default"/>
      </w:rPr>
    </w:lvl>
  </w:abstractNum>
  <w:num w:numId="1">
    <w:abstractNumId w:val="1"/>
  </w:num>
  <w:num w:numId="2">
    <w:abstractNumId w:val="28"/>
  </w:num>
  <w:num w:numId="3">
    <w:abstractNumId w:val="16"/>
  </w:num>
  <w:num w:numId="4">
    <w:abstractNumId w:val="14"/>
  </w:num>
  <w:num w:numId="5">
    <w:abstractNumId w:val="32"/>
  </w:num>
  <w:num w:numId="6">
    <w:abstractNumId w:val="7"/>
  </w:num>
  <w:num w:numId="7">
    <w:abstractNumId w:val="42"/>
  </w:num>
  <w:num w:numId="8">
    <w:abstractNumId w:val="11"/>
  </w:num>
  <w:num w:numId="9">
    <w:abstractNumId w:val="18"/>
  </w:num>
  <w:num w:numId="10">
    <w:abstractNumId w:val="26"/>
  </w:num>
  <w:num w:numId="11">
    <w:abstractNumId w:val="24"/>
  </w:num>
  <w:num w:numId="12">
    <w:abstractNumId w:val="17"/>
  </w:num>
  <w:num w:numId="13">
    <w:abstractNumId w:val="34"/>
  </w:num>
  <w:num w:numId="14">
    <w:abstractNumId w:val="15"/>
  </w:num>
  <w:num w:numId="15">
    <w:abstractNumId w:val="13"/>
  </w:num>
  <w:num w:numId="16">
    <w:abstractNumId w:val="41"/>
  </w:num>
  <w:num w:numId="17">
    <w:abstractNumId w:val="20"/>
  </w:num>
  <w:num w:numId="18">
    <w:abstractNumId w:val="9"/>
  </w:num>
  <w:num w:numId="19">
    <w:abstractNumId w:val="0"/>
  </w:num>
  <w:num w:numId="20">
    <w:abstractNumId w:val="22"/>
  </w:num>
  <w:num w:numId="21">
    <w:abstractNumId w:val="40"/>
  </w:num>
  <w:num w:numId="22">
    <w:abstractNumId w:val="30"/>
  </w:num>
  <w:num w:numId="23">
    <w:abstractNumId w:val="2"/>
  </w:num>
  <w:num w:numId="24">
    <w:abstractNumId w:val="23"/>
  </w:num>
  <w:num w:numId="25">
    <w:abstractNumId w:val="8"/>
  </w:num>
  <w:num w:numId="26">
    <w:abstractNumId w:val="33"/>
  </w:num>
  <w:num w:numId="27">
    <w:abstractNumId w:val="36"/>
  </w:num>
  <w:num w:numId="28">
    <w:abstractNumId w:val="25"/>
  </w:num>
  <w:num w:numId="29">
    <w:abstractNumId w:val="6"/>
  </w:num>
  <w:num w:numId="30">
    <w:abstractNumId w:val="27"/>
  </w:num>
  <w:num w:numId="31">
    <w:abstractNumId w:val="19"/>
  </w:num>
  <w:num w:numId="32">
    <w:abstractNumId w:val="37"/>
  </w:num>
  <w:num w:numId="33">
    <w:abstractNumId w:val="10"/>
  </w:num>
  <w:num w:numId="34">
    <w:abstractNumId w:val="29"/>
  </w:num>
  <w:num w:numId="35">
    <w:abstractNumId w:val="4"/>
  </w:num>
  <w:num w:numId="36">
    <w:abstractNumId w:val="5"/>
  </w:num>
  <w:num w:numId="37">
    <w:abstractNumId w:val="3"/>
  </w:num>
  <w:num w:numId="38">
    <w:abstractNumId w:val="38"/>
  </w:num>
  <w:num w:numId="39">
    <w:abstractNumId w:val="12"/>
  </w:num>
  <w:num w:numId="40">
    <w:abstractNumId w:val="35"/>
  </w:num>
  <w:num w:numId="41">
    <w:abstractNumId w:val="39"/>
  </w:num>
  <w:num w:numId="42">
    <w:abstractNumId w:val="31"/>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rawingGridVerticalSpacing w:val="181"/>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F0A"/>
    <w:rsid w:val="00000342"/>
    <w:rsid w:val="00001384"/>
    <w:rsid w:val="00005F6D"/>
    <w:rsid w:val="0001561F"/>
    <w:rsid w:val="00016746"/>
    <w:rsid w:val="00017C34"/>
    <w:rsid w:val="00022D6F"/>
    <w:rsid w:val="000263DC"/>
    <w:rsid w:val="00034800"/>
    <w:rsid w:val="000408A7"/>
    <w:rsid w:val="00041655"/>
    <w:rsid w:val="00041720"/>
    <w:rsid w:val="00045007"/>
    <w:rsid w:val="00045191"/>
    <w:rsid w:val="00061342"/>
    <w:rsid w:val="000617C8"/>
    <w:rsid w:val="00064CB6"/>
    <w:rsid w:val="00065657"/>
    <w:rsid w:val="000656CB"/>
    <w:rsid w:val="000657FA"/>
    <w:rsid w:val="000661C5"/>
    <w:rsid w:val="000700ED"/>
    <w:rsid w:val="00071182"/>
    <w:rsid w:val="0007172A"/>
    <w:rsid w:val="00073250"/>
    <w:rsid w:val="000750C7"/>
    <w:rsid w:val="000755E1"/>
    <w:rsid w:val="00075B59"/>
    <w:rsid w:val="00076AB9"/>
    <w:rsid w:val="00084F41"/>
    <w:rsid w:val="00084F77"/>
    <w:rsid w:val="00090916"/>
    <w:rsid w:val="00090D12"/>
    <w:rsid w:val="00091076"/>
    <w:rsid w:val="000928B1"/>
    <w:rsid w:val="0009330C"/>
    <w:rsid w:val="00096619"/>
    <w:rsid w:val="00096821"/>
    <w:rsid w:val="00097217"/>
    <w:rsid w:val="000A0042"/>
    <w:rsid w:val="000A26B6"/>
    <w:rsid w:val="000B09CA"/>
    <w:rsid w:val="000B0DF1"/>
    <w:rsid w:val="000B0FD5"/>
    <w:rsid w:val="000B2499"/>
    <w:rsid w:val="000B4282"/>
    <w:rsid w:val="000B4447"/>
    <w:rsid w:val="000B740A"/>
    <w:rsid w:val="000B77D2"/>
    <w:rsid w:val="000C2CE7"/>
    <w:rsid w:val="000C5A04"/>
    <w:rsid w:val="000C6B6A"/>
    <w:rsid w:val="000D2CA2"/>
    <w:rsid w:val="000D2CD0"/>
    <w:rsid w:val="000D4F1D"/>
    <w:rsid w:val="000D4FA3"/>
    <w:rsid w:val="000D6182"/>
    <w:rsid w:val="000D63A2"/>
    <w:rsid w:val="000D7DC8"/>
    <w:rsid w:val="000E2B70"/>
    <w:rsid w:val="000E4F71"/>
    <w:rsid w:val="000E5533"/>
    <w:rsid w:val="000F1CCF"/>
    <w:rsid w:val="000F34BA"/>
    <w:rsid w:val="000F4C82"/>
    <w:rsid w:val="001042BD"/>
    <w:rsid w:val="0010434B"/>
    <w:rsid w:val="00104F70"/>
    <w:rsid w:val="00111699"/>
    <w:rsid w:val="00112179"/>
    <w:rsid w:val="001161A3"/>
    <w:rsid w:val="00122C74"/>
    <w:rsid w:val="00123BDB"/>
    <w:rsid w:val="001268F6"/>
    <w:rsid w:val="00127CB7"/>
    <w:rsid w:val="00130700"/>
    <w:rsid w:val="00131120"/>
    <w:rsid w:val="00132416"/>
    <w:rsid w:val="00141670"/>
    <w:rsid w:val="0014712D"/>
    <w:rsid w:val="00152716"/>
    <w:rsid w:val="0015487E"/>
    <w:rsid w:val="00156EC6"/>
    <w:rsid w:val="00163874"/>
    <w:rsid w:val="00163EAE"/>
    <w:rsid w:val="00165CCB"/>
    <w:rsid w:val="00166929"/>
    <w:rsid w:val="00167661"/>
    <w:rsid w:val="00170F0A"/>
    <w:rsid w:val="00173726"/>
    <w:rsid w:val="00173E5E"/>
    <w:rsid w:val="00176071"/>
    <w:rsid w:val="001779BB"/>
    <w:rsid w:val="00183A5C"/>
    <w:rsid w:val="00184B46"/>
    <w:rsid w:val="00186E7F"/>
    <w:rsid w:val="001954C3"/>
    <w:rsid w:val="0019627C"/>
    <w:rsid w:val="001A0F76"/>
    <w:rsid w:val="001B1A52"/>
    <w:rsid w:val="001B50E9"/>
    <w:rsid w:val="001B5B9D"/>
    <w:rsid w:val="001B7A8D"/>
    <w:rsid w:val="001C3DF3"/>
    <w:rsid w:val="001C53D3"/>
    <w:rsid w:val="001C5BC2"/>
    <w:rsid w:val="001C6709"/>
    <w:rsid w:val="001C6DB0"/>
    <w:rsid w:val="001C76C7"/>
    <w:rsid w:val="001C7F1F"/>
    <w:rsid w:val="001D353B"/>
    <w:rsid w:val="001D4E47"/>
    <w:rsid w:val="001D6B19"/>
    <w:rsid w:val="001E237F"/>
    <w:rsid w:val="001E257E"/>
    <w:rsid w:val="001E6FD9"/>
    <w:rsid w:val="001E7DF3"/>
    <w:rsid w:val="001F74DF"/>
    <w:rsid w:val="00203189"/>
    <w:rsid w:val="002138B9"/>
    <w:rsid w:val="00215FD7"/>
    <w:rsid w:val="0021673F"/>
    <w:rsid w:val="00216FFD"/>
    <w:rsid w:val="00217AB4"/>
    <w:rsid w:val="002221DC"/>
    <w:rsid w:val="00222F6C"/>
    <w:rsid w:val="002230A3"/>
    <w:rsid w:val="00224B36"/>
    <w:rsid w:val="00230D8A"/>
    <w:rsid w:val="002343DB"/>
    <w:rsid w:val="00234D3B"/>
    <w:rsid w:val="002400AC"/>
    <w:rsid w:val="002426DD"/>
    <w:rsid w:val="00245B21"/>
    <w:rsid w:val="00250237"/>
    <w:rsid w:val="00253516"/>
    <w:rsid w:val="00253AA1"/>
    <w:rsid w:val="00265866"/>
    <w:rsid w:val="002660F3"/>
    <w:rsid w:val="00266CAC"/>
    <w:rsid w:val="00272E33"/>
    <w:rsid w:val="00276FF7"/>
    <w:rsid w:val="002778A6"/>
    <w:rsid w:val="0028625C"/>
    <w:rsid w:val="00286EC4"/>
    <w:rsid w:val="002876EA"/>
    <w:rsid w:val="00290E84"/>
    <w:rsid w:val="00294F99"/>
    <w:rsid w:val="002953A1"/>
    <w:rsid w:val="002962BF"/>
    <w:rsid w:val="002973E5"/>
    <w:rsid w:val="002A1079"/>
    <w:rsid w:val="002B09E1"/>
    <w:rsid w:val="002B3F2F"/>
    <w:rsid w:val="002B4163"/>
    <w:rsid w:val="002B667B"/>
    <w:rsid w:val="002B68F4"/>
    <w:rsid w:val="002B6E24"/>
    <w:rsid w:val="002C3C7A"/>
    <w:rsid w:val="002C6547"/>
    <w:rsid w:val="002D1CF0"/>
    <w:rsid w:val="002D6D6A"/>
    <w:rsid w:val="002E06D7"/>
    <w:rsid w:val="002E1C8F"/>
    <w:rsid w:val="002E1DDB"/>
    <w:rsid w:val="002F40D1"/>
    <w:rsid w:val="002F4683"/>
    <w:rsid w:val="002F7F4D"/>
    <w:rsid w:val="002F7FCB"/>
    <w:rsid w:val="003100BC"/>
    <w:rsid w:val="00317D68"/>
    <w:rsid w:val="00322B34"/>
    <w:rsid w:val="00323A8E"/>
    <w:rsid w:val="003252A7"/>
    <w:rsid w:val="003277C4"/>
    <w:rsid w:val="0032783D"/>
    <w:rsid w:val="00330E13"/>
    <w:rsid w:val="00331CB3"/>
    <w:rsid w:val="00335176"/>
    <w:rsid w:val="00335BE7"/>
    <w:rsid w:val="00336702"/>
    <w:rsid w:val="0033729C"/>
    <w:rsid w:val="003378A3"/>
    <w:rsid w:val="003415E4"/>
    <w:rsid w:val="00343AEE"/>
    <w:rsid w:val="003451E9"/>
    <w:rsid w:val="003462F3"/>
    <w:rsid w:val="0034646F"/>
    <w:rsid w:val="00350129"/>
    <w:rsid w:val="00350630"/>
    <w:rsid w:val="00350FB5"/>
    <w:rsid w:val="00351D17"/>
    <w:rsid w:val="00352253"/>
    <w:rsid w:val="003542B1"/>
    <w:rsid w:val="003549D9"/>
    <w:rsid w:val="00356B23"/>
    <w:rsid w:val="00363D14"/>
    <w:rsid w:val="003708C6"/>
    <w:rsid w:val="00374A50"/>
    <w:rsid w:val="00375F00"/>
    <w:rsid w:val="003769D4"/>
    <w:rsid w:val="003831B4"/>
    <w:rsid w:val="00384CE0"/>
    <w:rsid w:val="00390436"/>
    <w:rsid w:val="003934D4"/>
    <w:rsid w:val="003A005A"/>
    <w:rsid w:val="003A528F"/>
    <w:rsid w:val="003A6F58"/>
    <w:rsid w:val="003A74EC"/>
    <w:rsid w:val="003B0A0D"/>
    <w:rsid w:val="003B4C78"/>
    <w:rsid w:val="003B529F"/>
    <w:rsid w:val="003B5C25"/>
    <w:rsid w:val="003B5CA4"/>
    <w:rsid w:val="003B7211"/>
    <w:rsid w:val="003B7BCC"/>
    <w:rsid w:val="003C1061"/>
    <w:rsid w:val="003C1C59"/>
    <w:rsid w:val="003C3309"/>
    <w:rsid w:val="003C67D0"/>
    <w:rsid w:val="003D22F7"/>
    <w:rsid w:val="003D4AC8"/>
    <w:rsid w:val="003E1DB3"/>
    <w:rsid w:val="00404262"/>
    <w:rsid w:val="00405441"/>
    <w:rsid w:val="00406001"/>
    <w:rsid w:val="00406A6A"/>
    <w:rsid w:val="00410D74"/>
    <w:rsid w:val="00411635"/>
    <w:rsid w:val="004133F1"/>
    <w:rsid w:val="00421900"/>
    <w:rsid w:val="004221D3"/>
    <w:rsid w:val="0042493A"/>
    <w:rsid w:val="004258D9"/>
    <w:rsid w:val="00430171"/>
    <w:rsid w:val="00433731"/>
    <w:rsid w:val="00434C3D"/>
    <w:rsid w:val="0044197F"/>
    <w:rsid w:val="00443F27"/>
    <w:rsid w:val="004463D1"/>
    <w:rsid w:val="004540A0"/>
    <w:rsid w:val="004575D3"/>
    <w:rsid w:val="00461EC7"/>
    <w:rsid w:val="00464602"/>
    <w:rsid w:val="0046736B"/>
    <w:rsid w:val="00473910"/>
    <w:rsid w:val="00474AE8"/>
    <w:rsid w:val="00476E63"/>
    <w:rsid w:val="004807AE"/>
    <w:rsid w:val="00485235"/>
    <w:rsid w:val="00493FBA"/>
    <w:rsid w:val="00495B34"/>
    <w:rsid w:val="00496573"/>
    <w:rsid w:val="004A03DC"/>
    <w:rsid w:val="004A04A5"/>
    <w:rsid w:val="004A200F"/>
    <w:rsid w:val="004A36C8"/>
    <w:rsid w:val="004A6536"/>
    <w:rsid w:val="004A6E7D"/>
    <w:rsid w:val="004A6ECB"/>
    <w:rsid w:val="004A76E0"/>
    <w:rsid w:val="004B1602"/>
    <w:rsid w:val="004B46D2"/>
    <w:rsid w:val="004D1FF7"/>
    <w:rsid w:val="004D246E"/>
    <w:rsid w:val="004D29C9"/>
    <w:rsid w:val="004D4491"/>
    <w:rsid w:val="004E0342"/>
    <w:rsid w:val="004E1CF0"/>
    <w:rsid w:val="004E228D"/>
    <w:rsid w:val="004E402B"/>
    <w:rsid w:val="004F10EA"/>
    <w:rsid w:val="004F3FDC"/>
    <w:rsid w:val="004F50F6"/>
    <w:rsid w:val="00502627"/>
    <w:rsid w:val="005044B2"/>
    <w:rsid w:val="00505F69"/>
    <w:rsid w:val="00507EF5"/>
    <w:rsid w:val="0051023C"/>
    <w:rsid w:val="00512C0D"/>
    <w:rsid w:val="00516203"/>
    <w:rsid w:val="00516B24"/>
    <w:rsid w:val="005173B4"/>
    <w:rsid w:val="0052298D"/>
    <w:rsid w:val="00524F10"/>
    <w:rsid w:val="0052727E"/>
    <w:rsid w:val="00531C8C"/>
    <w:rsid w:val="00553060"/>
    <w:rsid w:val="00555D83"/>
    <w:rsid w:val="0056125F"/>
    <w:rsid w:val="005638B6"/>
    <w:rsid w:val="00566DB6"/>
    <w:rsid w:val="00567C0F"/>
    <w:rsid w:val="00574E08"/>
    <w:rsid w:val="00575CAB"/>
    <w:rsid w:val="00576795"/>
    <w:rsid w:val="00577D4F"/>
    <w:rsid w:val="00584A09"/>
    <w:rsid w:val="00584FAC"/>
    <w:rsid w:val="0058541A"/>
    <w:rsid w:val="00592999"/>
    <w:rsid w:val="00593158"/>
    <w:rsid w:val="00593B9D"/>
    <w:rsid w:val="005A0009"/>
    <w:rsid w:val="005A6A84"/>
    <w:rsid w:val="005B0628"/>
    <w:rsid w:val="005B08E1"/>
    <w:rsid w:val="005B10FE"/>
    <w:rsid w:val="005B22C7"/>
    <w:rsid w:val="005B3008"/>
    <w:rsid w:val="005B6C8B"/>
    <w:rsid w:val="005B7EAB"/>
    <w:rsid w:val="005C118F"/>
    <w:rsid w:val="005C1337"/>
    <w:rsid w:val="005C36EB"/>
    <w:rsid w:val="005C3E4E"/>
    <w:rsid w:val="005C73BD"/>
    <w:rsid w:val="005C7D30"/>
    <w:rsid w:val="005C7FFE"/>
    <w:rsid w:val="005D0493"/>
    <w:rsid w:val="005D0AD8"/>
    <w:rsid w:val="005D0BDD"/>
    <w:rsid w:val="005D6C6B"/>
    <w:rsid w:val="005E0DC3"/>
    <w:rsid w:val="005E2E0C"/>
    <w:rsid w:val="005E6D1A"/>
    <w:rsid w:val="005F02D7"/>
    <w:rsid w:val="005F0E41"/>
    <w:rsid w:val="005F387C"/>
    <w:rsid w:val="005F73F9"/>
    <w:rsid w:val="005F7D67"/>
    <w:rsid w:val="006000D1"/>
    <w:rsid w:val="006011BD"/>
    <w:rsid w:val="00602503"/>
    <w:rsid w:val="006026AE"/>
    <w:rsid w:val="00611012"/>
    <w:rsid w:val="006147CE"/>
    <w:rsid w:val="00616BDC"/>
    <w:rsid w:val="00622367"/>
    <w:rsid w:val="00622525"/>
    <w:rsid w:val="00624903"/>
    <w:rsid w:val="00626302"/>
    <w:rsid w:val="00627AFF"/>
    <w:rsid w:val="006311E3"/>
    <w:rsid w:val="00633AA8"/>
    <w:rsid w:val="00635DCA"/>
    <w:rsid w:val="00636DD4"/>
    <w:rsid w:val="0064482A"/>
    <w:rsid w:val="006461B4"/>
    <w:rsid w:val="0065141D"/>
    <w:rsid w:val="006570E6"/>
    <w:rsid w:val="00666AC6"/>
    <w:rsid w:val="0067080C"/>
    <w:rsid w:val="00670A6B"/>
    <w:rsid w:val="00673189"/>
    <w:rsid w:val="00675E78"/>
    <w:rsid w:val="00676A9D"/>
    <w:rsid w:val="00680299"/>
    <w:rsid w:val="0068330D"/>
    <w:rsid w:val="00684CAD"/>
    <w:rsid w:val="006864EA"/>
    <w:rsid w:val="00687E81"/>
    <w:rsid w:val="00690F05"/>
    <w:rsid w:val="00691362"/>
    <w:rsid w:val="00692CA9"/>
    <w:rsid w:val="006953D8"/>
    <w:rsid w:val="00695911"/>
    <w:rsid w:val="006A0FB0"/>
    <w:rsid w:val="006A1BDB"/>
    <w:rsid w:val="006A405C"/>
    <w:rsid w:val="006A61D4"/>
    <w:rsid w:val="006A6C68"/>
    <w:rsid w:val="006A6F27"/>
    <w:rsid w:val="006A7342"/>
    <w:rsid w:val="006A738F"/>
    <w:rsid w:val="006B16FD"/>
    <w:rsid w:val="006B3F52"/>
    <w:rsid w:val="006C2407"/>
    <w:rsid w:val="006C3A3F"/>
    <w:rsid w:val="006C40B8"/>
    <w:rsid w:val="006C4CF6"/>
    <w:rsid w:val="006C6AF5"/>
    <w:rsid w:val="006D119E"/>
    <w:rsid w:val="006D15E6"/>
    <w:rsid w:val="006D289D"/>
    <w:rsid w:val="006D3E2E"/>
    <w:rsid w:val="006D5195"/>
    <w:rsid w:val="006D5232"/>
    <w:rsid w:val="006D5E6E"/>
    <w:rsid w:val="006D6F07"/>
    <w:rsid w:val="006E4F3E"/>
    <w:rsid w:val="006E6698"/>
    <w:rsid w:val="006E69FC"/>
    <w:rsid w:val="006E7760"/>
    <w:rsid w:val="006F3BF8"/>
    <w:rsid w:val="006F4484"/>
    <w:rsid w:val="006F4B62"/>
    <w:rsid w:val="006F4D8F"/>
    <w:rsid w:val="006F566F"/>
    <w:rsid w:val="006F635F"/>
    <w:rsid w:val="006F684A"/>
    <w:rsid w:val="007018F1"/>
    <w:rsid w:val="00702907"/>
    <w:rsid w:val="00705AEE"/>
    <w:rsid w:val="007154E4"/>
    <w:rsid w:val="007209E1"/>
    <w:rsid w:val="00721CB4"/>
    <w:rsid w:val="0072367E"/>
    <w:rsid w:val="00726038"/>
    <w:rsid w:val="007308A7"/>
    <w:rsid w:val="007332DA"/>
    <w:rsid w:val="00735078"/>
    <w:rsid w:val="0073526D"/>
    <w:rsid w:val="00735426"/>
    <w:rsid w:val="00737855"/>
    <w:rsid w:val="00741B73"/>
    <w:rsid w:val="00744FE5"/>
    <w:rsid w:val="00745E85"/>
    <w:rsid w:val="00746F24"/>
    <w:rsid w:val="00753914"/>
    <w:rsid w:val="00754391"/>
    <w:rsid w:val="007553C9"/>
    <w:rsid w:val="00757691"/>
    <w:rsid w:val="007643AB"/>
    <w:rsid w:val="007672F3"/>
    <w:rsid w:val="00771701"/>
    <w:rsid w:val="00773C24"/>
    <w:rsid w:val="00774D0F"/>
    <w:rsid w:val="00775AF4"/>
    <w:rsid w:val="00777DD1"/>
    <w:rsid w:val="00781546"/>
    <w:rsid w:val="00781BD8"/>
    <w:rsid w:val="00783A0D"/>
    <w:rsid w:val="00792272"/>
    <w:rsid w:val="00793EA1"/>
    <w:rsid w:val="007969B2"/>
    <w:rsid w:val="007A517E"/>
    <w:rsid w:val="007A5F75"/>
    <w:rsid w:val="007A75AF"/>
    <w:rsid w:val="007A7B8F"/>
    <w:rsid w:val="007B50F3"/>
    <w:rsid w:val="007B6D5D"/>
    <w:rsid w:val="007C40E8"/>
    <w:rsid w:val="007C656F"/>
    <w:rsid w:val="007D1AF6"/>
    <w:rsid w:val="007D4BDB"/>
    <w:rsid w:val="007D6792"/>
    <w:rsid w:val="007D7AD1"/>
    <w:rsid w:val="007E07B4"/>
    <w:rsid w:val="007E1DBF"/>
    <w:rsid w:val="007E20FB"/>
    <w:rsid w:val="007E2FCE"/>
    <w:rsid w:val="007E4647"/>
    <w:rsid w:val="007F0408"/>
    <w:rsid w:val="007F05CF"/>
    <w:rsid w:val="007F0B98"/>
    <w:rsid w:val="007F42CB"/>
    <w:rsid w:val="007F4E2A"/>
    <w:rsid w:val="007F5625"/>
    <w:rsid w:val="007F5CE4"/>
    <w:rsid w:val="00800B17"/>
    <w:rsid w:val="00800D4F"/>
    <w:rsid w:val="00803D68"/>
    <w:rsid w:val="00804481"/>
    <w:rsid w:val="008103D7"/>
    <w:rsid w:val="00811131"/>
    <w:rsid w:val="008113EC"/>
    <w:rsid w:val="00814AD5"/>
    <w:rsid w:val="00816407"/>
    <w:rsid w:val="00817EB6"/>
    <w:rsid w:val="00823D8B"/>
    <w:rsid w:val="008319C3"/>
    <w:rsid w:val="00832B68"/>
    <w:rsid w:val="00834B4C"/>
    <w:rsid w:val="00834EB3"/>
    <w:rsid w:val="0083507F"/>
    <w:rsid w:val="008373DF"/>
    <w:rsid w:val="008408AF"/>
    <w:rsid w:val="008429C7"/>
    <w:rsid w:val="00844D43"/>
    <w:rsid w:val="00845EB8"/>
    <w:rsid w:val="0084757F"/>
    <w:rsid w:val="008513E0"/>
    <w:rsid w:val="00851BFE"/>
    <w:rsid w:val="00854ECF"/>
    <w:rsid w:val="008557DA"/>
    <w:rsid w:val="0085597A"/>
    <w:rsid w:val="008565DC"/>
    <w:rsid w:val="008634B1"/>
    <w:rsid w:val="00864A7F"/>
    <w:rsid w:val="00866629"/>
    <w:rsid w:val="00867640"/>
    <w:rsid w:val="00867C4B"/>
    <w:rsid w:val="00871352"/>
    <w:rsid w:val="00871614"/>
    <w:rsid w:val="008736A2"/>
    <w:rsid w:val="00873D8B"/>
    <w:rsid w:val="008762A9"/>
    <w:rsid w:val="00877BC8"/>
    <w:rsid w:val="00885ABE"/>
    <w:rsid w:val="00886E28"/>
    <w:rsid w:val="00890632"/>
    <w:rsid w:val="00892014"/>
    <w:rsid w:val="0089264C"/>
    <w:rsid w:val="008941A3"/>
    <w:rsid w:val="00894AA0"/>
    <w:rsid w:val="00894BE6"/>
    <w:rsid w:val="0089787B"/>
    <w:rsid w:val="008A0398"/>
    <w:rsid w:val="008A0638"/>
    <w:rsid w:val="008A442B"/>
    <w:rsid w:val="008A53FC"/>
    <w:rsid w:val="008A7061"/>
    <w:rsid w:val="008B019C"/>
    <w:rsid w:val="008B128D"/>
    <w:rsid w:val="008B173D"/>
    <w:rsid w:val="008B4058"/>
    <w:rsid w:val="008B6697"/>
    <w:rsid w:val="008C0D39"/>
    <w:rsid w:val="008C37FE"/>
    <w:rsid w:val="008C6D6F"/>
    <w:rsid w:val="008D1289"/>
    <w:rsid w:val="008D736D"/>
    <w:rsid w:val="008E1C82"/>
    <w:rsid w:val="008E3276"/>
    <w:rsid w:val="008E73AC"/>
    <w:rsid w:val="008F1352"/>
    <w:rsid w:val="008F3886"/>
    <w:rsid w:val="008F3C79"/>
    <w:rsid w:val="008F452F"/>
    <w:rsid w:val="008F5661"/>
    <w:rsid w:val="009007A1"/>
    <w:rsid w:val="00902793"/>
    <w:rsid w:val="00903200"/>
    <w:rsid w:val="009034C2"/>
    <w:rsid w:val="00903DCC"/>
    <w:rsid w:val="00904322"/>
    <w:rsid w:val="00913456"/>
    <w:rsid w:val="00917000"/>
    <w:rsid w:val="0091720B"/>
    <w:rsid w:val="00917637"/>
    <w:rsid w:val="00920283"/>
    <w:rsid w:val="00921C32"/>
    <w:rsid w:val="00921FAF"/>
    <w:rsid w:val="00922D56"/>
    <w:rsid w:val="009267A6"/>
    <w:rsid w:val="009338B1"/>
    <w:rsid w:val="009339CE"/>
    <w:rsid w:val="009344C2"/>
    <w:rsid w:val="00954430"/>
    <w:rsid w:val="0095465B"/>
    <w:rsid w:val="0095758E"/>
    <w:rsid w:val="00961DD8"/>
    <w:rsid w:val="00965F84"/>
    <w:rsid w:val="00967B7D"/>
    <w:rsid w:val="00972623"/>
    <w:rsid w:val="00973A9B"/>
    <w:rsid w:val="0097482B"/>
    <w:rsid w:val="00975D44"/>
    <w:rsid w:val="00976F4C"/>
    <w:rsid w:val="00980A51"/>
    <w:rsid w:val="00990800"/>
    <w:rsid w:val="0099149D"/>
    <w:rsid w:val="009935E8"/>
    <w:rsid w:val="00994574"/>
    <w:rsid w:val="00995E91"/>
    <w:rsid w:val="009A1A62"/>
    <w:rsid w:val="009A2D96"/>
    <w:rsid w:val="009A35F4"/>
    <w:rsid w:val="009A3798"/>
    <w:rsid w:val="009A444E"/>
    <w:rsid w:val="009B0BB0"/>
    <w:rsid w:val="009B19C5"/>
    <w:rsid w:val="009B20A4"/>
    <w:rsid w:val="009B6234"/>
    <w:rsid w:val="009B75F1"/>
    <w:rsid w:val="009B7770"/>
    <w:rsid w:val="009B7772"/>
    <w:rsid w:val="009C202F"/>
    <w:rsid w:val="009C2B90"/>
    <w:rsid w:val="009C3796"/>
    <w:rsid w:val="009D0241"/>
    <w:rsid w:val="009D62FB"/>
    <w:rsid w:val="009E336B"/>
    <w:rsid w:val="009E792F"/>
    <w:rsid w:val="009F06E8"/>
    <w:rsid w:val="009F45B9"/>
    <w:rsid w:val="009F5C0B"/>
    <w:rsid w:val="009F5D5B"/>
    <w:rsid w:val="009F7D23"/>
    <w:rsid w:val="00A00C3A"/>
    <w:rsid w:val="00A01776"/>
    <w:rsid w:val="00A167A2"/>
    <w:rsid w:val="00A169DF"/>
    <w:rsid w:val="00A21884"/>
    <w:rsid w:val="00A25026"/>
    <w:rsid w:val="00A27265"/>
    <w:rsid w:val="00A27AE0"/>
    <w:rsid w:val="00A32967"/>
    <w:rsid w:val="00A356ED"/>
    <w:rsid w:val="00A36DCB"/>
    <w:rsid w:val="00A37F42"/>
    <w:rsid w:val="00A41829"/>
    <w:rsid w:val="00A42697"/>
    <w:rsid w:val="00A43BF4"/>
    <w:rsid w:val="00A5156E"/>
    <w:rsid w:val="00A53134"/>
    <w:rsid w:val="00A60638"/>
    <w:rsid w:val="00A6081A"/>
    <w:rsid w:val="00A635C6"/>
    <w:rsid w:val="00A75D2E"/>
    <w:rsid w:val="00A80571"/>
    <w:rsid w:val="00A82408"/>
    <w:rsid w:val="00A83114"/>
    <w:rsid w:val="00A83783"/>
    <w:rsid w:val="00A9024B"/>
    <w:rsid w:val="00A913B3"/>
    <w:rsid w:val="00A96B28"/>
    <w:rsid w:val="00A97FB8"/>
    <w:rsid w:val="00AA11CB"/>
    <w:rsid w:val="00AA141A"/>
    <w:rsid w:val="00AA1A20"/>
    <w:rsid w:val="00AB00A5"/>
    <w:rsid w:val="00AB43D1"/>
    <w:rsid w:val="00AB6108"/>
    <w:rsid w:val="00AB6D89"/>
    <w:rsid w:val="00AC2F4D"/>
    <w:rsid w:val="00AC2FD7"/>
    <w:rsid w:val="00AC3672"/>
    <w:rsid w:val="00AC39A4"/>
    <w:rsid w:val="00AC6985"/>
    <w:rsid w:val="00AC7768"/>
    <w:rsid w:val="00AD0DD2"/>
    <w:rsid w:val="00AD173B"/>
    <w:rsid w:val="00AD1FD3"/>
    <w:rsid w:val="00AD3A1F"/>
    <w:rsid w:val="00AD67DD"/>
    <w:rsid w:val="00AD6C7A"/>
    <w:rsid w:val="00AD73F7"/>
    <w:rsid w:val="00AE2515"/>
    <w:rsid w:val="00AE3130"/>
    <w:rsid w:val="00AE608D"/>
    <w:rsid w:val="00AE798B"/>
    <w:rsid w:val="00AF18CE"/>
    <w:rsid w:val="00B03E25"/>
    <w:rsid w:val="00B0750C"/>
    <w:rsid w:val="00B1139E"/>
    <w:rsid w:val="00B12E1F"/>
    <w:rsid w:val="00B13418"/>
    <w:rsid w:val="00B141E0"/>
    <w:rsid w:val="00B1676E"/>
    <w:rsid w:val="00B17C77"/>
    <w:rsid w:val="00B21DAF"/>
    <w:rsid w:val="00B250A2"/>
    <w:rsid w:val="00B2683F"/>
    <w:rsid w:val="00B27CB8"/>
    <w:rsid w:val="00B404D5"/>
    <w:rsid w:val="00B40718"/>
    <w:rsid w:val="00B433F4"/>
    <w:rsid w:val="00B438C2"/>
    <w:rsid w:val="00B449A9"/>
    <w:rsid w:val="00B606B3"/>
    <w:rsid w:val="00B61E46"/>
    <w:rsid w:val="00B62C98"/>
    <w:rsid w:val="00B7183B"/>
    <w:rsid w:val="00B7338F"/>
    <w:rsid w:val="00B74D36"/>
    <w:rsid w:val="00B765BB"/>
    <w:rsid w:val="00B7718F"/>
    <w:rsid w:val="00B81B21"/>
    <w:rsid w:val="00B83222"/>
    <w:rsid w:val="00B83AE1"/>
    <w:rsid w:val="00B83C88"/>
    <w:rsid w:val="00B852A4"/>
    <w:rsid w:val="00B85C0D"/>
    <w:rsid w:val="00B868B0"/>
    <w:rsid w:val="00B914C7"/>
    <w:rsid w:val="00B94F37"/>
    <w:rsid w:val="00B95210"/>
    <w:rsid w:val="00B9535C"/>
    <w:rsid w:val="00B964E0"/>
    <w:rsid w:val="00BA116E"/>
    <w:rsid w:val="00BC2FBE"/>
    <w:rsid w:val="00BC33EF"/>
    <w:rsid w:val="00BC3AAB"/>
    <w:rsid w:val="00BC4F67"/>
    <w:rsid w:val="00BC57F8"/>
    <w:rsid w:val="00BC5891"/>
    <w:rsid w:val="00BC5C81"/>
    <w:rsid w:val="00BC5F9F"/>
    <w:rsid w:val="00BC7F61"/>
    <w:rsid w:val="00BD03C0"/>
    <w:rsid w:val="00BE0820"/>
    <w:rsid w:val="00BE1D09"/>
    <w:rsid w:val="00BF0342"/>
    <w:rsid w:val="00BF0610"/>
    <w:rsid w:val="00BF0933"/>
    <w:rsid w:val="00BF0EDE"/>
    <w:rsid w:val="00BF7AA0"/>
    <w:rsid w:val="00BF7EA2"/>
    <w:rsid w:val="00C00E61"/>
    <w:rsid w:val="00C01207"/>
    <w:rsid w:val="00C022E6"/>
    <w:rsid w:val="00C14401"/>
    <w:rsid w:val="00C174E7"/>
    <w:rsid w:val="00C217FE"/>
    <w:rsid w:val="00C22C50"/>
    <w:rsid w:val="00C30BA5"/>
    <w:rsid w:val="00C32676"/>
    <w:rsid w:val="00C41CC8"/>
    <w:rsid w:val="00C4436B"/>
    <w:rsid w:val="00C4460D"/>
    <w:rsid w:val="00C46B29"/>
    <w:rsid w:val="00C50B9D"/>
    <w:rsid w:val="00C5176E"/>
    <w:rsid w:val="00C5522A"/>
    <w:rsid w:val="00C562E1"/>
    <w:rsid w:val="00C5758B"/>
    <w:rsid w:val="00C60400"/>
    <w:rsid w:val="00C6224C"/>
    <w:rsid w:val="00C733A5"/>
    <w:rsid w:val="00C75799"/>
    <w:rsid w:val="00C77A05"/>
    <w:rsid w:val="00C80084"/>
    <w:rsid w:val="00C80EB4"/>
    <w:rsid w:val="00C812B3"/>
    <w:rsid w:val="00C81F6C"/>
    <w:rsid w:val="00C83D40"/>
    <w:rsid w:val="00C90C65"/>
    <w:rsid w:val="00C9160C"/>
    <w:rsid w:val="00C91AED"/>
    <w:rsid w:val="00C91EE8"/>
    <w:rsid w:val="00C91FC0"/>
    <w:rsid w:val="00C94A65"/>
    <w:rsid w:val="00CA0538"/>
    <w:rsid w:val="00CA1B48"/>
    <w:rsid w:val="00CA1C0C"/>
    <w:rsid w:val="00CA4533"/>
    <w:rsid w:val="00CA5651"/>
    <w:rsid w:val="00CA6D67"/>
    <w:rsid w:val="00CB0278"/>
    <w:rsid w:val="00CB3EFC"/>
    <w:rsid w:val="00CC10B8"/>
    <w:rsid w:val="00CC307C"/>
    <w:rsid w:val="00CD247F"/>
    <w:rsid w:val="00CD2824"/>
    <w:rsid w:val="00CD6243"/>
    <w:rsid w:val="00CE1B21"/>
    <w:rsid w:val="00CE3779"/>
    <w:rsid w:val="00CE4933"/>
    <w:rsid w:val="00CE6255"/>
    <w:rsid w:val="00CE7E47"/>
    <w:rsid w:val="00CF1515"/>
    <w:rsid w:val="00CF28CF"/>
    <w:rsid w:val="00CF3671"/>
    <w:rsid w:val="00CF6ACF"/>
    <w:rsid w:val="00CF7F86"/>
    <w:rsid w:val="00D05C9E"/>
    <w:rsid w:val="00D140AD"/>
    <w:rsid w:val="00D14357"/>
    <w:rsid w:val="00D16391"/>
    <w:rsid w:val="00D17BA5"/>
    <w:rsid w:val="00D207DD"/>
    <w:rsid w:val="00D2440B"/>
    <w:rsid w:val="00D2635A"/>
    <w:rsid w:val="00D26635"/>
    <w:rsid w:val="00D3573A"/>
    <w:rsid w:val="00D365C7"/>
    <w:rsid w:val="00D375D3"/>
    <w:rsid w:val="00D37E7E"/>
    <w:rsid w:val="00D46A03"/>
    <w:rsid w:val="00D47DE9"/>
    <w:rsid w:val="00D51936"/>
    <w:rsid w:val="00D56AF2"/>
    <w:rsid w:val="00D61F55"/>
    <w:rsid w:val="00D62147"/>
    <w:rsid w:val="00D63056"/>
    <w:rsid w:val="00D65C67"/>
    <w:rsid w:val="00D66276"/>
    <w:rsid w:val="00D667F8"/>
    <w:rsid w:val="00D706A5"/>
    <w:rsid w:val="00D717CD"/>
    <w:rsid w:val="00D73880"/>
    <w:rsid w:val="00D73C82"/>
    <w:rsid w:val="00D7592A"/>
    <w:rsid w:val="00D82CD2"/>
    <w:rsid w:val="00D91416"/>
    <w:rsid w:val="00D9376F"/>
    <w:rsid w:val="00D9397F"/>
    <w:rsid w:val="00D940AE"/>
    <w:rsid w:val="00D971F7"/>
    <w:rsid w:val="00DA22F1"/>
    <w:rsid w:val="00DA3423"/>
    <w:rsid w:val="00DA55C4"/>
    <w:rsid w:val="00DB122F"/>
    <w:rsid w:val="00DB2A22"/>
    <w:rsid w:val="00DB37DF"/>
    <w:rsid w:val="00DB3B7E"/>
    <w:rsid w:val="00DB43A2"/>
    <w:rsid w:val="00DB6622"/>
    <w:rsid w:val="00DB7CFF"/>
    <w:rsid w:val="00DC195F"/>
    <w:rsid w:val="00DD07AD"/>
    <w:rsid w:val="00DD3636"/>
    <w:rsid w:val="00DD3F1D"/>
    <w:rsid w:val="00DE77A3"/>
    <w:rsid w:val="00DF0388"/>
    <w:rsid w:val="00DF1B8B"/>
    <w:rsid w:val="00DF2A20"/>
    <w:rsid w:val="00DF33A3"/>
    <w:rsid w:val="00E06781"/>
    <w:rsid w:val="00E0774E"/>
    <w:rsid w:val="00E078AB"/>
    <w:rsid w:val="00E10FAE"/>
    <w:rsid w:val="00E11E84"/>
    <w:rsid w:val="00E12E86"/>
    <w:rsid w:val="00E20F1D"/>
    <w:rsid w:val="00E2223F"/>
    <w:rsid w:val="00E226D5"/>
    <w:rsid w:val="00E22C53"/>
    <w:rsid w:val="00E22DA0"/>
    <w:rsid w:val="00E22FEE"/>
    <w:rsid w:val="00E244A9"/>
    <w:rsid w:val="00E253D4"/>
    <w:rsid w:val="00E3072A"/>
    <w:rsid w:val="00E33111"/>
    <w:rsid w:val="00E36E2A"/>
    <w:rsid w:val="00E42FF5"/>
    <w:rsid w:val="00E51929"/>
    <w:rsid w:val="00E5249D"/>
    <w:rsid w:val="00E53F30"/>
    <w:rsid w:val="00E55EFC"/>
    <w:rsid w:val="00E5722F"/>
    <w:rsid w:val="00E61E53"/>
    <w:rsid w:val="00E7380E"/>
    <w:rsid w:val="00E75C95"/>
    <w:rsid w:val="00E77D36"/>
    <w:rsid w:val="00E875E8"/>
    <w:rsid w:val="00E93624"/>
    <w:rsid w:val="00E95260"/>
    <w:rsid w:val="00EA0B36"/>
    <w:rsid w:val="00EA149D"/>
    <w:rsid w:val="00EA1B16"/>
    <w:rsid w:val="00EA1CBF"/>
    <w:rsid w:val="00EA1D8A"/>
    <w:rsid w:val="00EA4EB7"/>
    <w:rsid w:val="00EB0F0A"/>
    <w:rsid w:val="00EC4A24"/>
    <w:rsid w:val="00ED0F63"/>
    <w:rsid w:val="00ED1474"/>
    <w:rsid w:val="00ED5818"/>
    <w:rsid w:val="00EE1E45"/>
    <w:rsid w:val="00EE2503"/>
    <w:rsid w:val="00EE348E"/>
    <w:rsid w:val="00EE4856"/>
    <w:rsid w:val="00EE75AC"/>
    <w:rsid w:val="00EF3841"/>
    <w:rsid w:val="00EF5AFB"/>
    <w:rsid w:val="00F02E5B"/>
    <w:rsid w:val="00F04E68"/>
    <w:rsid w:val="00F067F4"/>
    <w:rsid w:val="00F129C4"/>
    <w:rsid w:val="00F14380"/>
    <w:rsid w:val="00F14F8F"/>
    <w:rsid w:val="00F159BC"/>
    <w:rsid w:val="00F172BD"/>
    <w:rsid w:val="00F20E65"/>
    <w:rsid w:val="00F229F0"/>
    <w:rsid w:val="00F245E6"/>
    <w:rsid w:val="00F3040F"/>
    <w:rsid w:val="00F314FC"/>
    <w:rsid w:val="00F323E3"/>
    <w:rsid w:val="00F33903"/>
    <w:rsid w:val="00F36032"/>
    <w:rsid w:val="00F36FA9"/>
    <w:rsid w:val="00F43EDB"/>
    <w:rsid w:val="00F4554F"/>
    <w:rsid w:val="00F45DCD"/>
    <w:rsid w:val="00F46104"/>
    <w:rsid w:val="00F47A94"/>
    <w:rsid w:val="00F55E6C"/>
    <w:rsid w:val="00F572D0"/>
    <w:rsid w:val="00F60781"/>
    <w:rsid w:val="00F62C68"/>
    <w:rsid w:val="00F649C3"/>
    <w:rsid w:val="00F65983"/>
    <w:rsid w:val="00F67DC4"/>
    <w:rsid w:val="00F75166"/>
    <w:rsid w:val="00F75C09"/>
    <w:rsid w:val="00F77DAD"/>
    <w:rsid w:val="00F77EB8"/>
    <w:rsid w:val="00F816CC"/>
    <w:rsid w:val="00F837EC"/>
    <w:rsid w:val="00F9340A"/>
    <w:rsid w:val="00F9649A"/>
    <w:rsid w:val="00F97071"/>
    <w:rsid w:val="00F97768"/>
    <w:rsid w:val="00FA4A52"/>
    <w:rsid w:val="00FA5917"/>
    <w:rsid w:val="00FA689A"/>
    <w:rsid w:val="00FB05B3"/>
    <w:rsid w:val="00FB48C4"/>
    <w:rsid w:val="00FC0F9C"/>
    <w:rsid w:val="00FC2632"/>
    <w:rsid w:val="00FC6B3E"/>
    <w:rsid w:val="00FC7674"/>
    <w:rsid w:val="00FD0064"/>
    <w:rsid w:val="00FD4B6A"/>
    <w:rsid w:val="00FD6B5D"/>
    <w:rsid w:val="00FE03F9"/>
    <w:rsid w:val="00FE0E73"/>
    <w:rsid w:val="00FE3AB2"/>
    <w:rsid w:val="00FE6B53"/>
    <w:rsid w:val="00FE74C9"/>
    <w:rsid w:val="00FF17FB"/>
    <w:rsid w:val="00FF29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DFABF85"/>
  <w15:docId w15:val="{6B462318-468E-413F-95B7-49569346C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85C0D"/>
    <w:rPr>
      <w:sz w:val="24"/>
      <w:szCs w:val="20"/>
    </w:rPr>
  </w:style>
  <w:style w:type="paragraph" w:styleId="Titolo1">
    <w:name w:val="heading 1"/>
    <w:basedOn w:val="Normale"/>
    <w:next w:val="Normale"/>
    <w:link w:val="Titolo1Carattere"/>
    <w:uiPriority w:val="9"/>
    <w:qFormat/>
    <w:locked/>
    <w:rsid w:val="002953A1"/>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Titolo3">
    <w:name w:val="heading 3"/>
    <w:basedOn w:val="Normale"/>
    <w:next w:val="Normale"/>
    <w:link w:val="Titolo3Carattere"/>
    <w:semiHidden/>
    <w:unhideWhenUsed/>
    <w:qFormat/>
    <w:locked/>
    <w:rsid w:val="00627AFF"/>
    <w:pPr>
      <w:keepNext/>
      <w:keepLines/>
      <w:spacing w:before="40"/>
      <w:outlineLvl w:val="2"/>
    </w:pPr>
    <w:rPr>
      <w:rFonts w:asciiTheme="majorHAnsi" w:eastAsiaTheme="majorEastAsia" w:hAnsiTheme="majorHAnsi" w:cstheme="majorBidi"/>
      <w:color w:val="243F60" w:themeColor="accent1" w:themeShade="7F"/>
      <w:szCs w:val="24"/>
    </w:rPr>
  </w:style>
  <w:style w:type="paragraph" w:styleId="Titolo5">
    <w:name w:val="heading 5"/>
    <w:basedOn w:val="Normale"/>
    <w:next w:val="Normale"/>
    <w:link w:val="Titolo5Carattere"/>
    <w:uiPriority w:val="99"/>
    <w:qFormat/>
    <w:rsid w:val="00141670"/>
    <w:pPr>
      <w:keepNext/>
      <w:ind w:left="2832" w:right="1191" w:firstLine="708"/>
      <w:outlineLvl w:val="4"/>
    </w:pPr>
    <w:rPr>
      <w:rFonts w:ascii="Times New Roman" w:hAnsi="Times New Roman"/>
      <w:szCs w:val="24"/>
      <w:u w:val="single"/>
    </w:rPr>
  </w:style>
  <w:style w:type="paragraph" w:styleId="Titolo7">
    <w:name w:val="heading 7"/>
    <w:basedOn w:val="Normale"/>
    <w:next w:val="Normale"/>
    <w:link w:val="Titolo7Carattere"/>
    <w:uiPriority w:val="99"/>
    <w:qFormat/>
    <w:rsid w:val="002B3F2F"/>
    <w:pPr>
      <w:spacing w:before="240" w:after="60"/>
      <w:outlineLvl w:val="6"/>
    </w:pPr>
    <w:rPr>
      <w:rFonts w:ascii="Times New Roman" w:hAnsi="Times New Roman"/>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uiPriority w:val="9"/>
    <w:semiHidden/>
    <w:rsid w:val="00F2370C"/>
    <w:rPr>
      <w:rFonts w:asciiTheme="minorHAnsi" w:eastAsiaTheme="minorEastAsia" w:hAnsiTheme="minorHAnsi" w:cstheme="minorBidi"/>
      <w:b/>
      <w:bCs/>
      <w:i/>
      <w:iCs/>
      <w:sz w:val="26"/>
      <w:szCs w:val="26"/>
    </w:rPr>
  </w:style>
  <w:style w:type="character" w:customStyle="1" w:styleId="Titolo7Carattere">
    <w:name w:val="Titolo 7 Carattere"/>
    <w:basedOn w:val="Carpredefinitoparagrafo"/>
    <w:link w:val="Titolo7"/>
    <w:uiPriority w:val="9"/>
    <w:semiHidden/>
    <w:rsid w:val="00F2370C"/>
    <w:rPr>
      <w:rFonts w:asciiTheme="minorHAnsi" w:eastAsiaTheme="minorEastAsia" w:hAnsiTheme="minorHAnsi" w:cstheme="minorBidi"/>
      <w:sz w:val="24"/>
      <w:szCs w:val="24"/>
    </w:rPr>
  </w:style>
  <w:style w:type="paragraph" w:styleId="Intestazione">
    <w:name w:val="header"/>
    <w:basedOn w:val="Normale"/>
    <w:link w:val="IntestazioneCarattere"/>
    <w:uiPriority w:val="99"/>
    <w:rsid w:val="00CE7E47"/>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F2370C"/>
    <w:rPr>
      <w:sz w:val="24"/>
      <w:szCs w:val="20"/>
    </w:rPr>
  </w:style>
  <w:style w:type="paragraph" w:styleId="Pidipagina">
    <w:name w:val="footer"/>
    <w:basedOn w:val="Normale"/>
    <w:link w:val="PidipaginaCarattere"/>
    <w:uiPriority w:val="99"/>
    <w:rsid w:val="00CE7E47"/>
    <w:pPr>
      <w:tabs>
        <w:tab w:val="center" w:pos="4819"/>
        <w:tab w:val="right" w:pos="9638"/>
      </w:tabs>
    </w:pPr>
  </w:style>
  <w:style w:type="character" w:customStyle="1" w:styleId="PidipaginaCarattere">
    <w:name w:val="Piè di pagina Carattere"/>
    <w:basedOn w:val="Carpredefinitoparagrafo"/>
    <w:link w:val="Pidipagina"/>
    <w:uiPriority w:val="99"/>
    <w:rsid w:val="00F2370C"/>
    <w:rPr>
      <w:sz w:val="24"/>
      <w:szCs w:val="20"/>
    </w:rPr>
  </w:style>
  <w:style w:type="character" w:customStyle="1" w:styleId="Collegamentoipertestuale1">
    <w:name w:val="Collegamento ipertestuale1"/>
    <w:basedOn w:val="Carpredefinitoparagrafo"/>
    <w:uiPriority w:val="99"/>
    <w:rsid w:val="00CE7E47"/>
    <w:rPr>
      <w:rFonts w:cs="Times New Roman"/>
      <w:color w:val="0000FF"/>
      <w:u w:val="single"/>
    </w:rPr>
  </w:style>
  <w:style w:type="paragraph" w:customStyle="1" w:styleId="Mappadocumento1">
    <w:name w:val="Mappa documento1"/>
    <w:basedOn w:val="Normale"/>
    <w:uiPriority w:val="99"/>
    <w:rsid w:val="00CE7E47"/>
    <w:pPr>
      <w:shd w:val="clear" w:color="auto" w:fill="000080"/>
    </w:pPr>
    <w:rPr>
      <w:rFonts w:ascii="Geneva" w:hAnsi="Geneva"/>
    </w:rPr>
  </w:style>
  <w:style w:type="table" w:styleId="Grigliatabella">
    <w:name w:val="Table Grid"/>
    <w:basedOn w:val="Tabellanormale"/>
    <w:uiPriority w:val="99"/>
    <w:rsid w:val="0051023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uiPriority w:val="99"/>
    <w:rsid w:val="003462F3"/>
    <w:rPr>
      <w:rFonts w:cs="Times New Roman"/>
      <w:b/>
      <w:bCs/>
      <w:color w:val="CC3300"/>
      <w:u w:val="none"/>
      <w:effect w:val="none"/>
    </w:rPr>
  </w:style>
  <w:style w:type="character" w:styleId="Collegamentovisitato">
    <w:name w:val="FollowedHyperlink"/>
    <w:basedOn w:val="Carpredefinitoparagrafo"/>
    <w:uiPriority w:val="99"/>
    <w:rsid w:val="005B10FE"/>
    <w:rPr>
      <w:rFonts w:cs="Times New Roman"/>
      <w:color w:val="800080"/>
      <w:u w:val="single"/>
    </w:rPr>
  </w:style>
  <w:style w:type="paragraph" w:styleId="Testofumetto">
    <w:name w:val="Balloon Text"/>
    <w:basedOn w:val="Normale"/>
    <w:link w:val="TestofumettoCarattere"/>
    <w:uiPriority w:val="99"/>
    <w:semiHidden/>
    <w:rsid w:val="00276FF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370C"/>
    <w:rPr>
      <w:rFonts w:ascii="Times New Roman" w:hAnsi="Times New Roman"/>
      <w:sz w:val="0"/>
      <w:szCs w:val="0"/>
    </w:rPr>
  </w:style>
  <w:style w:type="paragraph" w:styleId="Mappadocumento">
    <w:name w:val="Document Map"/>
    <w:basedOn w:val="Normale"/>
    <w:link w:val="MappadocumentoCarattere"/>
    <w:uiPriority w:val="99"/>
    <w:semiHidden/>
    <w:rsid w:val="00AD0DD2"/>
    <w:pPr>
      <w:shd w:val="clear" w:color="auto" w:fill="000080"/>
    </w:pPr>
    <w:rPr>
      <w:rFonts w:ascii="Tahoma" w:hAnsi="Tahoma" w:cs="Tahoma"/>
      <w:sz w:val="20"/>
    </w:rPr>
  </w:style>
  <w:style w:type="character" w:customStyle="1" w:styleId="MappadocumentoCarattere">
    <w:name w:val="Mappa documento Carattere"/>
    <w:basedOn w:val="Carpredefinitoparagrafo"/>
    <w:link w:val="Mappadocumento"/>
    <w:uiPriority w:val="99"/>
    <w:semiHidden/>
    <w:rsid w:val="00F2370C"/>
    <w:rPr>
      <w:rFonts w:ascii="Times New Roman" w:hAnsi="Times New Roman"/>
      <w:sz w:val="0"/>
      <w:szCs w:val="0"/>
    </w:rPr>
  </w:style>
  <w:style w:type="paragraph" w:styleId="Corpotesto">
    <w:name w:val="Body Text"/>
    <w:basedOn w:val="Normale"/>
    <w:link w:val="CorpotestoCarattere"/>
    <w:uiPriority w:val="99"/>
    <w:rsid w:val="00433731"/>
    <w:pPr>
      <w:widowControl w:val="0"/>
      <w:jc w:val="both"/>
    </w:pPr>
    <w:rPr>
      <w:rFonts w:ascii="Garamond" w:hAnsi="Garamond"/>
    </w:rPr>
  </w:style>
  <w:style w:type="character" w:customStyle="1" w:styleId="CorpotestoCarattere">
    <w:name w:val="Corpo testo Carattere"/>
    <w:basedOn w:val="Carpredefinitoparagrafo"/>
    <w:link w:val="Corpotesto"/>
    <w:uiPriority w:val="99"/>
    <w:semiHidden/>
    <w:rsid w:val="00F2370C"/>
    <w:rPr>
      <w:sz w:val="24"/>
      <w:szCs w:val="20"/>
    </w:rPr>
  </w:style>
  <w:style w:type="paragraph" w:styleId="Corpodeltesto3">
    <w:name w:val="Body Text 3"/>
    <w:basedOn w:val="Normale"/>
    <w:link w:val="Corpodeltesto3Carattere"/>
    <w:uiPriority w:val="99"/>
    <w:rsid w:val="00433731"/>
    <w:pPr>
      <w:spacing w:after="120"/>
    </w:pPr>
    <w:rPr>
      <w:rFonts w:ascii="Times New Roman" w:hAnsi="Times New Roman"/>
      <w:sz w:val="16"/>
      <w:szCs w:val="16"/>
    </w:rPr>
  </w:style>
  <w:style w:type="character" w:customStyle="1" w:styleId="Corpodeltesto3Carattere">
    <w:name w:val="Corpo del testo 3 Carattere"/>
    <w:basedOn w:val="Carpredefinitoparagrafo"/>
    <w:link w:val="Corpodeltesto3"/>
    <w:uiPriority w:val="99"/>
    <w:semiHidden/>
    <w:rsid w:val="00F2370C"/>
    <w:rPr>
      <w:sz w:val="16"/>
      <w:szCs w:val="16"/>
    </w:rPr>
  </w:style>
  <w:style w:type="character" w:customStyle="1" w:styleId="Titolo1Carattere">
    <w:name w:val="Titolo 1 Carattere"/>
    <w:basedOn w:val="Carpredefinitoparagrafo"/>
    <w:link w:val="Titolo1"/>
    <w:uiPriority w:val="9"/>
    <w:rsid w:val="002953A1"/>
    <w:rPr>
      <w:rFonts w:asciiTheme="majorHAnsi" w:eastAsiaTheme="majorEastAsia" w:hAnsiTheme="majorHAnsi" w:cstheme="majorBidi"/>
      <w:color w:val="365F91" w:themeColor="accent1" w:themeShade="BF"/>
      <w:sz w:val="32"/>
      <w:szCs w:val="32"/>
      <w:lang w:eastAsia="en-US"/>
    </w:rPr>
  </w:style>
  <w:style w:type="character" w:styleId="Rimandocommento">
    <w:name w:val="annotation reference"/>
    <w:basedOn w:val="Carpredefinitoparagrafo"/>
    <w:unhideWhenUsed/>
    <w:rsid w:val="00132416"/>
    <w:rPr>
      <w:sz w:val="16"/>
      <w:szCs w:val="16"/>
    </w:rPr>
  </w:style>
  <w:style w:type="paragraph" w:styleId="Testocommento">
    <w:name w:val="annotation text"/>
    <w:basedOn w:val="Normale"/>
    <w:link w:val="TestocommentoCarattere"/>
    <w:semiHidden/>
    <w:unhideWhenUsed/>
    <w:rsid w:val="00132416"/>
    <w:pPr>
      <w:spacing w:after="160"/>
    </w:pPr>
    <w:rPr>
      <w:rFonts w:asciiTheme="minorHAnsi" w:eastAsiaTheme="minorHAnsi" w:hAnsiTheme="minorHAnsi" w:cstheme="minorBidi"/>
      <w:sz w:val="20"/>
      <w:lang w:eastAsia="en-US"/>
    </w:rPr>
  </w:style>
  <w:style w:type="character" w:customStyle="1" w:styleId="TestocommentoCarattere">
    <w:name w:val="Testo commento Carattere"/>
    <w:basedOn w:val="Carpredefinitoparagrafo"/>
    <w:link w:val="Testocommento"/>
    <w:semiHidden/>
    <w:rsid w:val="00132416"/>
    <w:rPr>
      <w:rFonts w:asciiTheme="minorHAnsi" w:eastAsiaTheme="minorHAnsi" w:hAnsiTheme="minorHAnsi" w:cstheme="minorBidi"/>
      <w:sz w:val="20"/>
      <w:szCs w:val="20"/>
      <w:lang w:eastAsia="en-US"/>
    </w:rPr>
  </w:style>
  <w:style w:type="paragraph" w:styleId="Citazioneintensa">
    <w:name w:val="Intense Quote"/>
    <w:basedOn w:val="Normale"/>
    <w:next w:val="Normale"/>
    <w:link w:val="CitazioneintensaCarattere"/>
    <w:uiPriority w:val="30"/>
    <w:qFormat/>
    <w:rsid w:val="00132416"/>
    <w:pPr>
      <w:pBdr>
        <w:top w:val="single" w:sz="4" w:space="10" w:color="4F81BD" w:themeColor="accent1"/>
        <w:bottom w:val="single" w:sz="4" w:space="10" w:color="4F81BD" w:themeColor="accent1"/>
      </w:pBdr>
      <w:spacing w:before="360" w:after="360" w:line="259" w:lineRule="auto"/>
      <w:ind w:left="864" w:right="864"/>
      <w:jc w:val="center"/>
    </w:pPr>
    <w:rPr>
      <w:rFonts w:asciiTheme="minorHAnsi" w:eastAsiaTheme="minorHAnsi" w:hAnsiTheme="minorHAnsi" w:cstheme="minorBidi"/>
      <w:i/>
      <w:iCs/>
      <w:color w:val="4F81BD" w:themeColor="accent1"/>
      <w:sz w:val="22"/>
      <w:szCs w:val="22"/>
      <w:lang w:eastAsia="en-US"/>
    </w:rPr>
  </w:style>
  <w:style w:type="character" w:customStyle="1" w:styleId="CitazioneintensaCarattere">
    <w:name w:val="Citazione intensa Carattere"/>
    <w:basedOn w:val="Carpredefinitoparagrafo"/>
    <w:link w:val="Citazioneintensa"/>
    <w:uiPriority w:val="30"/>
    <w:rsid w:val="00132416"/>
    <w:rPr>
      <w:rFonts w:asciiTheme="minorHAnsi" w:eastAsiaTheme="minorHAnsi" w:hAnsiTheme="minorHAnsi" w:cstheme="minorBidi"/>
      <w:i/>
      <w:iCs/>
      <w:color w:val="4F81BD" w:themeColor="accent1"/>
      <w:lang w:eastAsia="en-US"/>
    </w:rPr>
  </w:style>
  <w:style w:type="paragraph" w:styleId="Paragrafoelenco">
    <w:name w:val="List Paragraph"/>
    <w:basedOn w:val="Normale"/>
    <w:uiPriority w:val="34"/>
    <w:qFormat/>
    <w:rsid w:val="00132416"/>
    <w:pPr>
      <w:spacing w:after="160" w:line="259" w:lineRule="auto"/>
      <w:ind w:left="720"/>
      <w:contextualSpacing/>
    </w:pPr>
    <w:rPr>
      <w:rFonts w:asciiTheme="minorHAnsi" w:eastAsiaTheme="minorHAnsi" w:hAnsiTheme="minorHAnsi" w:cstheme="minorBidi"/>
      <w:sz w:val="22"/>
      <w:szCs w:val="22"/>
      <w:lang w:eastAsia="en-US"/>
    </w:rPr>
  </w:style>
  <w:style w:type="paragraph" w:styleId="Soggettocommento">
    <w:name w:val="annotation subject"/>
    <w:basedOn w:val="Testocommento"/>
    <w:next w:val="Testocommento"/>
    <w:link w:val="SoggettocommentoCarattere"/>
    <w:uiPriority w:val="99"/>
    <w:semiHidden/>
    <w:unhideWhenUsed/>
    <w:rsid w:val="00800B17"/>
    <w:pPr>
      <w:spacing w:after="0"/>
    </w:pPr>
    <w:rPr>
      <w:rFonts w:ascii="Times" w:eastAsia="Times New Roman" w:hAnsi="Times" w:cs="Times New Roman"/>
      <w:b/>
      <w:bCs/>
      <w:lang w:eastAsia="it-IT"/>
    </w:rPr>
  </w:style>
  <w:style w:type="character" w:customStyle="1" w:styleId="SoggettocommentoCarattere">
    <w:name w:val="Soggetto commento Carattere"/>
    <w:basedOn w:val="TestocommentoCarattere"/>
    <w:link w:val="Soggettocommento"/>
    <w:uiPriority w:val="99"/>
    <w:semiHidden/>
    <w:rsid w:val="00800B17"/>
    <w:rPr>
      <w:rFonts w:asciiTheme="minorHAnsi" w:eastAsiaTheme="minorHAnsi" w:hAnsiTheme="minorHAnsi" w:cstheme="minorBidi"/>
      <w:b/>
      <w:bCs/>
      <w:sz w:val="20"/>
      <w:szCs w:val="20"/>
      <w:lang w:eastAsia="en-US"/>
    </w:rPr>
  </w:style>
  <w:style w:type="character" w:customStyle="1" w:styleId="Titolo3Carattere">
    <w:name w:val="Titolo 3 Carattere"/>
    <w:basedOn w:val="Carpredefinitoparagrafo"/>
    <w:link w:val="Titolo3"/>
    <w:semiHidden/>
    <w:rsid w:val="00627AFF"/>
    <w:rPr>
      <w:rFonts w:asciiTheme="majorHAnsi" w:eastAsiaTheme="majorEastAsia" w:hAnsiTheme="majorHAnsi" w:cstheme="majorBidi"/>
      <w:color w:val="243F60" w:themeColor="accent1" w:themeShade="7F"/>
      <w:sz w:val="24"/>
      <w:szCs w:val="24"/>
    </w:rPr>
  </w:style>
  <w:style w:type="paragraph" w:styleId="Revisione">
    <w:name w:val="Revision"/>
    <w:hidden/>
    <w:uiPriority w:val="99"/>
    <w:semiHidden/>
    <w:rsid w:val="00627AFF"/>
    <w:rPr>
      <w:sz w:val="24"/>
      <w:szCs w:val="20"/>
    </w:rPr>
  </w:style>
  <w:style w:type="paragraph" w:styleId="Testonotaapidipagina">
    <w:name w:val="footnote text"/>
    <w:basedOn w:val="Normale"/>
    <w:link w:val="TestonotaapidipaginaCarattere"/>
    <w:uiPriority w:val="99"/>
    <w:semiHidden/>
    <w:unhideWhenUsed/>
    <w:rsid w:val="00A97FB8"/>
    <w:rPr>
      <w:sz w:val="20"/>
    </w:rPr>
  </w:style>
  <w:style w:type="character" w:customStyle="1" w:styleId="TestonotaapidipaginaCarattere">
    <w:name w:val="Testo nota a piè di pagina Carattere"/>
    <w:basedOn w:val="Carpredefinitoparagrafo"/>
    <w:link w:val="Testonotaapidipagina"/>
    <w:uiPriority w:val="99"/>
    <w:semiHidden/>
    <w:rsid w:val="00A97FB8"/>
    <w:rPr>
      <w:sz w:val="20"/>
      <w:szCs w:val="20"/>
    </w:rPr>
  </w:style>
  <w:style w:type="character" w:styleId="Rimandonotaapidipagina">
    <w:name w:val="footnote reference"/>
    <w:basedOn w:val="Carpredefinitoparagrafo"/>
    <w:uiPriority w:val="99"/>
    <w:semiHidden/>
    <w:unhideWhenUsed/>
    <w:rsid w:val="00A97FB8"/>
    <w:rPr>
      <w:vertAlign w:val="superscript"/>
    </w:rPr>
  </w:style>
  <w:style w:type="paragraph" w:styleId="Testonotadichiusura">
    <w:name w:val="endnote text"/>
    <w:basedOn w:val="Normale"/>
    <w:link w:val="TestonotadichiusuraCarattere"/>
    <w:uiPriority w:val="99"/>
    <w:semiHidden/>
    <w:unhideWhenUsed/>
    <w:rsid w:val="00F77DAD"/>
    <w:rPr>
      <w:sz w:val="20"/>
    </w:rPr>
  </w:style>
  <w:style w:type="character" w:customStyle="1" w:styleId="TestonotadichiusuraCarattere">
    <w:name w:val="Testo nota di chiusura Carattere"/>
    <w:basedOn w:val="Carpredefinitoparagrafo"/>
    <w:link w:val="Testonotadichiusura"/>
    <w:uiPriority w:val="99"/>
    <w:semiHidden/>
    <w:rsid w:val="00F77DAD"/>
    <w:rPr>
      <w:sz w:val="20"/>
      <w:szCs w:val="20"/>
    </w:rPr>
  </w:style>
  <w:style w:type="character" w:styleId="Rimandonotadichiusura">
    <w:name w:val="endnote reference"/>
    <w:basedOn w:val="Carpredefinitoparagrafo"/>
    <w:uiPriority w:val="99"/>
    <w:semiHidden/>
    <w:unhideWhenUsed/>
    <w:rsid w:val="00F77DAD"/>
    <w:rPr>
      <w:vertAlign w:val="superscript"/>
    </w:rPr>
  </w:style>
  <w:style w:type="paragraph" w:customStyle="1" w:styleId="Indirizzi">
    <w:name w:val="Indirizzi"/>
    <w:basedOn w:val="Pidipagina"/>
    <w:qFormat/>
    <w:rsid w:val="00C174E7"/>
    <w:pPr>
      <w:tabs>
        <w:tab w:val="left" w:pos="6240"/>
      </w:tabs>
      <w:spacing w:line="160" w:lineRule="exact"/>
    </w:pPr>
    <w:rPr>
      <w:rFonts w:ascii="Open Sans" w:eastAsia="MS Mincho" w:hAnsi="Open Sans"/>
      <w:color w:val="0033A0"/>
      <w:sz w:val="13"/>
      <w:szCs w:val="13"/>
      <w:lang w:eastAsia="ja-JP"/>
    </w:rPr>
  </w:style>
  <w:style w:type="paragraph" w:customStyle="1" w:styleId="CoordinamentiAree">
    <w:name w:val="Coordinamenti/Aree"/>
    <w:basedOn w:val="Indirizzi"/>
    <w:qFormat/>
    <w:rsid w:val="00C174E7"/>
    <w:rPr>
      <w:b/>
      <w:bCs/>
    </w:rPr>
  </w:style>
  <w:style w:type="paragraph" w:styleId="Corpodeltesto2">
    <w:name w:val="Body Text 2"/>
    <w:basedOn w:val="Normale"/>
    <w:link w:val="Corpodeltesto2Carattere"/>
    <w:uiPriority w:val="99"/>
    <w:semiHidden/>
    <w:unhideWhenUsed/>
    <w:rsid w:val="006D5195"/>
    <w:pPr>
      <w:spacing w:after="120" w:line="480" w:lineRule="auto"/>
    </w:pPr>
  </w:style>
  <w:style w:type="character" w:customStyle="1" w:styleId="Corpodeltesto2Carattere">
    <w:name w:val="Corpo del testo 2 Carattere"/>
    <w:basedOn w:val="Carpredefinitoparagrafo"/>
    <w:link w:val="Corpodeltesto2"/>
    <w:uiPriority w:val="99"/>
    <w:semiHidden/>
    <w:rsid w:val="006D5195"/>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9613">
      <w:bodyDiv w:val="1"/>
      <w:marLeft w:val="0"/>
      <w:marRight w:val="0"/>
      <w:marTop w:val="0"/>
      <w:marBottom w:val="0"/>
      <w:divBdr>
        <w:top w:val="none" w:sz="0" w:space="0" w:color="auto"/>
        <w:left w:val="none" w:sz="0" w:space="0" w:color="auto"/>
        <w:bottom w:val="none" w:sz="0" w:space="0" w:color="auto"/>
        <w:right w:val="none" w:sz="0" w:space="0" w:color="auto"/>
      </w:divBdr>
    </w:div>
    <w:div w:id="255211604">
      <w:bodyDiv w:val="1"/>
      <w:marLeft w:val="0"/>
      <w:marRight w:val="0"/>
      <w:marTop w:val="0"/>
      <w:marBottom w:val="0"/>
      <w:divBdr>
        <w:top w:val="none" w:sz="0" w:space="0" w:color="auto"/>
        <w:left w:val="none" w:sz="0" w:space="0" w:color="auto"/>
        <w:bottom w:val="none" w:sz="0" w:space="0" w:color="auto"/>
        <w:right w:val="none" w:sz="0" w:space="0" w:color="auto"/>
      </w:divBdr>
    </w:div>
    <w:div w:id="309477806">
      <w:marLeft w:val="0"/>
      <w:marRight w:val="0"/>
      <w:marTop w:val="0"/>
      <w:marBottom w:val="0"/>
      <w:divBdr>
        <w:top w:val="none" w:sz="0" w:space="0" w:color="auto"/>
        <w:left w:val="none" w:sz="0" w:space="0" w:color="auto"/>
        <w:bottom w:val="none" w:sz="0" w:space="0" w:color="auto"/>
        <w:right w:val="none" w:sz="0" w:space="0" w:color="auto"/>
      </w:divBdr>
    </w:div>
    <w:div w:id="309477807">
      <w:marLeft w:val="0"/>
      <w:marRight w:val="0"/>
      <w:marTop w:val="0"/>
      <w:marBottom w:val="0"/>
      <w:divBdr>
        <w:top w:val="none" w:sz="0" w:space="0" w:color="auto"/>
        <w:left w:val="none" w:sz="0" w:space="0" w:color="auto"/>
        <w:bottom w:val="none" w:sz="0" w:space="0" w:color="auto"/>
        <w:right w:val="none" w:sz="0" w:space="0" w:color="auto"/>
      </w:divBdr>
    </w:div>
    <w:div w:id="664868204">
      <w:bodyDiv w:val="1"/>
      <w:marLeft w:val="0"/>
      <w:marRight w:val="0"/>
      <w:marTop w:val="0"/>
      <w:marBottom w:val="0"/>
      <w:divBdr>
        <w:top w:val="none" w:sz="0" w:space="0" w:color="auto"/>
        <w:left w:val="none" w:sz="0" w:space="0" w:color="auto"/>
        <w:bottom w:val="none" w:sz="0" w:space="0" w:color="auto"/>
        <w:right w:val="none" w:sz="0" w:space="0" w:color="auto"/>
      </w:divBdr>
    </w:div>
    <w:div w:id="182809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zionedati@stradeanas.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file://localhost/Mario%202/Users/mario/Lavori/Anas/Manuale/Cartella%20B_stampati_corrispondenza/esecutivi/carta_intestate/immagini%20per%20office/TUV_logo.jpg" TargetMode="External"/><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c\Impostazioni%20locali\Temp\carta_intestat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8ADD4-B36B-4F97-9F78-F0FCD718A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carta_intestata</Template>
  <TotalTime>3</TotalTime>
  <Pages>3</Pages>
  <Words>953</Words>
  <Characters>5936</Characters>
  <Application>Microsoft Office Word</Application>
  <DocSecurity>0</DocSecurity>
  <Lines>49</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ANAS</Company>
  <LinksUpToDate>false</LinksUpToDate>
  <CharactersWithSpaces>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Domenici Federica</dc:creator>
  <cp:lastModifiedBy>Parmigiani Paola</cp:lastModifiedBy>
  <cp:revision>5</cp:revision>
  <cp:lastPrinted>2018-06-27T13:48:00Z</cp:lastPrinted>
  <dcterms:created xsi:type="dcterms:W3CDTF">2021-09-14T08:38:00Z</dcterms:created>
  <dcterms:modified xsi:type="dcterms:W3CDTF">2021-09-17T08:54:00Z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21feace-e5a7-4b60-a6bb-f4faff55967e_Enabled">
    <vt:lpwstr>True</vt:lpwstr>
  </property>
  <property fmtid="{D5CDD505-2E9C-101B-9397-08002B2CF9AE}" pid="3" name="MSIP_Label_c21feace-e5a7-4b60-a6bb-f4faff55967e_SiteId">
    <vt:lpwstr>f57babab-d7b5-4fb8-8ddd-057ce542d039</vt:lpwstr>
  </property>
  <property fmtid="{D5CDD505-2E9C-101B-9397-08002B2CF9AE}" pid="4" name="MSIP_Label_c21feace-e5a7-4b60-a6bb-f4faff55967e_Owner">
    <vt:lpwstr>e.decarlo@stradeanas.it</vt:lpwstr>
  </property>
  <property fmtid="{D5CDD505-2E9C-101B-9397-08002B2CF9AE}" pid="5" name="MSIP_Label_c21feace-e5a7-4b60-a6bb-f4faff55967e_SetDate">
    <vt:lpwstr>2021-01-08T09:43:49.7472718Z</vt:lpwstr>
  </property>
  <property fmtid="{D5CDD505-2E9C-101B-9397-08002B2CF9AE}" pid="6" name="MSIP_Label_c21feace-e5a7-4b60-a6bb-f4faff55967e_Name">
    <vt:lpwstr>Ad uso Interno</vt:lpwstr>
  </property>
  <property fmtid="{D5CDD505-2E9C-101B-9397-08002B2CF9AE}" pid="7" name="MSIP_Label_c21feace-e5a7-4b60-a6bb-f4faff55967e_Application">
    <vt:lpwstr>Microsoft Azure Information Protection</vt:lpwstr>
  </property>
  <property fmtid="{D5CDD505-2E9C-101B-9397-08002B2CF9AE}" pid="8" name="MSIP_Label_c21feace-e5a7-4b60-a6bb-f4faff55967e_ActionId">
    <vt:lpwstr>6ad2ccf7-f43c-4a0e-8e3b-599e0d059f9e</vt:lpwstr>
  </property>
  <property fmtid="{D5CDD505-2E9C-101B-9397-08002B2CF9AE}" pid="9" name="MSIP_Label_c21feace-e5a7-4b60-a6bb-f4faff55967e_Extended_MSFT_Method">
    <vt:lpwstr>Manual</vt:lpwstr>
  </property>
  <property fmtid="{D5CDD505-2E9C-101B-9397-08002B2CF9AE}" pid="10" name="Sensitivity">
    <vt:lpwstr>Ad uso Interno</vt:lpwstr>
  </property>
</Properties>
</file>